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95371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953719" w:rsidRDefault="00953719" w:rsidP="00953719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953719" w:rsidRDefault="00953719" w:rsidP="00953719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C07BD">
        <w:rPr>
          <w:b/>
          <w:sz w:val="28"/>
          <w:szCs w:val="28"/>
          <w:u w:val="single"/>
        </w:rPr>
        <w:t>2</w:t>
      </w:r>
      <w:r w:rsidR="005A022F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</w:t>
      </w:r>
      <w:r w:rsidR="00AC07BD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.201</w:t>
      </w:r>
      <w:r w:rsidR="00122EC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№ </w:t>
      </w:r>
      <w:r w:rsidR="00AC07BD">
        <w:rPr>
          <w:b/>
          <w:sz w:val="28"/>
          <w:szCs w:val="28"/>
          <w:u w:val="single"/>
        </w:rPr>
        <w:t>257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953719" w:rsidRPr="00751F5F" w:rsidTr="002F5D06">
        <w:trPr>
          <w:trHeight w:val="1060"/>
        </w:trPr>
        <w:tc>
          <w:tcPr>
            <w:tcW w:w="3936" w:type="dxa"/>
          </w:tcPr>
          <w:p w:rsidR="00953719" w:rsidRDefault="007701B4" w:rsidP="00794F29">
            <w:pPr>
              <w:jc w:val="both"/>
              <w:rPr>
                <w:sz w:val="22"/>
                <w:szCs w:val="22"/>
              </w:rPr>
            </w:pPr>
            <w:r w:rsidRPr="00BA2F7B">
              <w:rPr>
                <w:sz w:val="22"/>
                <w:szCs w:val="22"/>
              </w:rPr>
              <w:t xml:space="preserve">Об утверждении </w:t>
            </w:r>
            <w:r w:rsidR="00281F2D">
              <w:rPr>
                <w:sz w:val="22"/>
                <w:szCs w:val="22"/>
              </w:rPr>
              <w:t>тарифов</w:t>
            </w:r>
            <w:r>
              <w:rPr>
                <w:sz w:val="22"/>
                <w:szCs w:val="22"/>
              </w:rPr>
              <w:t xml:space="preserve"> </w:t>
            </w:r>
            <w:r w:rsidR="00EE62C1">
              <w:rPr>
                <w:sz w:val="22"/>
                <w:szCs w:val="22"/>
              </w:rPr>
              <w:t>на услуги (</w:t>
            </w:r>
            <w:r w:rsidR="00122ECF">
              <w:rPr>
                <w:sz w:val="22"/>
                <w:szCs w:val="22"/>
              </w:rPr>
              <w:t>работ</w:t>
            </w:r>
            <w:r w:rsidR="00E55885">
              <w:rPr>
                <w:sz w:val="22"/>
                <w:szCs w:val="22"/>
              </w:rPr>
              <w:t>ы</w:t>
            </w:r>
            <w:r w:rsidR="00EE62C1">
              <w:rPr>
                <w:sz w:val="22"/>
                <w:szCs w:val="22"/>
              </w:rPr>
              <w:t>)</w:t>
            </w:r>
            <w:r w:rsidR="000B55BC">
              <w:rPr>
                <w:sz w:val="22"/>
                <w:szCs w:val="22"/>
              </w:rPr>
              <w:t xml:space="preserve"> М</w:t>
            </w:r>
            <w:r w:rsidR="005A022F">
              <w:rPr>
                <w:sz w:val="22"/>
                <w:szCs w:val="22"/>
              </w:rPr>
              <w:t>КУ</w:t>
            </w:r>
            <w:r w:rsidRPr="00B727D8">
              <w:rPr>
                <w:sz w:val="22"/>
                <w:szCs w:val="22"/>
              </w:rPr>
              <w:t xml:space="preserve"> «Север</w:t>
            </w:r>
            <w:r w:rsidR="005A022F">
              <w:rPr>
                <w:sz w:val="22"/>
                <w:szCs w:val="22"/>
              </w:rPr>
              <w:t>ное</w:t>
            </w:r>
            <w:r w:rsidRPr="00B727D8">
              <w:rPr>
                <w:sz w:val="22"/>
                <w:szCs w:val="22"/>
              </w:rPr>
              <w:t>»</w:t>
            </w:r>
            <w:r w:rsidR="005A022F">
              <w:rPr>
                <w:sz w:val="22"/>
                <w:szCs w:val="22"/>
              </w:rPr>
              <w:t xml:space="preserve"> </w:t>
            </w:r>
          </w:p>
          <w:p w:rsidR="00DB5A7F" w:rsidRDefault="00DB5A7F" w:rsidP="00794F29">
            <w:pPr>
              <w:jc w:val="both"/>
              <w:rPr>
                <w:sz w:val="22"/>
                <w:szCs w:val="22"/>
              </w:rPr>
            </w:pPr>
          </w:p>
          <w:p w:rsidR="00DB5A7F" w:rsidRPr="00BA2F7B" w:rsidRDefault="00DB5A7F" w:rsidP="00794F29">
            <w:pPr>
              <w:jc w:val="both"/>
              <w:rPr>
                <w:sz w:val="22"/>
                <w:szCs w:val="22"/>
              </w:rPr>
            </w:pPr>
          </w:p>
        </w:tc>
      </w:tr>
    </w:tbl>
    <w:p w:rsidR="00953719" w:rsidRDefault="00953719" w:rsidP="00DF3191">
      <w:pPr>
        <w:ind w:firstLine="709"/>
        <w:jc w:val="both"/>
        <w:rPr>
          <w:sz w:val="26"/>
          <w:szCs w:val="26"/>
        </w:rPr>
      </w:pPr>
      <w:proofErr w:type="gramStart"/>
      <w:r w:rsidRPr="00947DAF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="00DF3191" w:rsidRPr="00947DAF">
        <w:rPr>
          <w:sz w:val="26"/>
          <w:szCs w:val="26"/>
        </w:rPr>
        <w:br/>
      </w:r>
      <w:r w:rsidRPr="00947DAF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="00281F2D" w:rsidRPr="00947DAF">
        <w:rPr>
          <w:sz w:val="26"/>
          <w:szCs w:val="26"/>
        </w:rPr>
        <w:t xml:space="preserve">, </w:t>
      </w:r>
      <w:r w:rsidR="00EA7D5C" w:rsidRPr="00947DAF">
        <w:rPr>
          <w:sz w:val="26"/>
          <w:szCs w:val="26"/>
        </w:rPr>
        <w:t>Порядком принятия решений об установлении тарифов на услуги муниципальных предприятий и учреждений Заполярного района, выполнения работ</w:t>
      </w:r>
      <w:r w:rsidR="004F7D05" w:rsidRPr="00947DAF">
        <w:rPr>
          <w:sz w:val="26"/>
          <w:szCs w:val="26"/>
        </w:rPr>
        <w:t>, утвержденным решением Совета муниципального района «Заполярный район» от 06.12.2017 № 353-р</w:t>
      </w:r>
      <w:r w:rsidR="00DB5A7F" w:rsidRPr="00947DAF">
        <w:rPr>
          <w:sz w:val="26"/>
          <w:szCs w:val="26"/>
        </w:rPr>
        <w:t>,</w:t>
      </w:r>
      <w:r w:rsidR="004F7D05" w:rsidRPr="00947DAF">
        <w:rPr>
          <w:sz w:val="26"/>
          <w:szCs w:val="26"/>
        </w:rPr>
        <w:t xml:space="preserve">  </w:t>
      </w:r>
      <w:r w:rsidR="00281F2D" w:rsidRPr="00947DAF">
        <w:rPr>
          <w:sz w:val="26"/>
          <w:szCs w:val="26"/>
        </w:rPr>
        <w:t>и Порядком установления тарифов на услуги (работы) муниципальный предприятий и</w:t>
      </w:r>
      <w:proofErr w:type="gramEnd"/>
      <w:r w:rsidR="00281F2D" w:rsidRPr="00947DAF">
        <w:rPr>
          <w:sz w:val="26"/>
          <w:szCs w:val="26"/>
        </w:rPr>
        <w:t xml:space="preserve"> учреждений Заполярного района, </w:t>
      </w:r>
      <w:proofErr w:type="gramStart"/>
      <w:r w:rsidR="00281F2D" w:rsidRPr="00947DAF">
        <w:rPr>
          <w:sz w:val="26"/>
          <w:szCs w:val="26"/>
        </w:rPr>
        <w:t>утвержденным</w:t>
      </w:r>
      <w:proofErr w:type="gramEnd"/>
      <w:r w:rsidR="00281F2D" w:rsidRPr="00947DAF">
        <w:rPr>
          <w:sz w:val="26"/>
          <w:szCs w:val="26"/>
        </w:rPr>
        <w:t xml:space="preserve"> Администрацией муниципального района «Заполярный район» от 01.02.2018 № 22п</w:t>
      </w:r>
      <w:r w:rsidR="00DB5A7F" w:rsidRPr="00947DAF">
        <w:rPr>
          <w:sz w:val="26"/>
          <w:szCs w:val="26"/>
        </w:rPr>
        <w:t>,</w:t>
      </w:r>
      <w:r w:rsidR="00281F2D" w:rsidRPr="00947DAF">
        <w:rPr>
          <w:sz w:val="26"/>
          <w:szCs w:val="26"/>
        </w:rPr>
        <w:t xml:space="preserve"> </w:t>
      </w:r>
      <w:r w:rsidR="004F7D05" w:rsidRPr="00947DAF">
        <w:rPr>
          <w:sz w:val="26"/>
          <w:szCs w:val="26"/>
        </w:rPr>
        <w:t xml:space="preserve">Администрация муниципального района «Заполярный район» </w:t>
      </w:r>
      <w:r w:rsidRPr="00947DAF">
        <w:rPr>
          <w:sz w:val="26"/>
          <w:szCs w:val="26"/>
        </w:rPr>
        <w:t xml:space="preserve"> ПОСТАНОВЛЯЕТ:</w:t>
      </w:r>
    </w:p>
    <w:p w:rsidR="00947DAF" w:rsidRPr="00947DAF" w:rsidRDefault="00947DAF" w:rsidP="00DF3191">
      <w:pPr>
        <w:ind w:firstLine="709"/>
        <w:jc w:val="both"/>
        <w:rPr>
          <w:sz w:val="26"/>
          <w:szCs w:val="26"/>
        </w:rPr>
      </w:pPr>
    </w:p>
    <w:p w:rsidR="00953719" w:rsidRPr="00947DAF" w:rsidRDefault="00953719" w:rsidP="00281F2D">
      <w:pPr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 w:rsidRPr="00947DAF">
        <w:rPr>
          <w:sz w:val="26"/>
          <w:szCs w:val="26"/>
        </w:rPr>
        <w:t xml:space="preserve">Установить </w:t>
      </w:r>
      <w:r w:rsidR="00281F2D" w:rsidRPr="00947DAF">
        <w:rPr>
          <w:sz w:val="26"/>
          <w:szCs w:val="26"/>
        </w:rPr>
        <w:t>тариф на услуги</w:t>
      </w:r>
      <w:r w:rsidRPr="00947DAF">
        <w:rPr>
          <w:sz w:val="26"/>
          <w:szCs w:val="26"/>
        </w:rPr>
        <w:t xml:space="preserve"> </w:t>
      </w:r>
      <w:r w:rsidR="00281F2D" w:rsidRPr="00947DAF">
        <w:rPr>
          <w:sz w:val="26"/>
          <w:szCs w:val="26"/>
        </w:rPr>
        <w:t>(</w:t>
      </w:r>
      <w:r w:rsidR="00E55885" w:rsidRPr="00947DAF">
        <w:rPr>
          <w:sz w:val="26"/>
          <w:szCs w:val="26"/>
        </w:rPr>
        <w:t>работы</w:t>
      </w:r>
      <w:r w:rsidR="00281F2D" w:rsidRPr="00947DAF">
        <w:rPr>
          <w:sz w:val="26"/>
          <w:szCs w:val="26"/>
        </w:rPr>
        <w:t xml:space="preserve">) </w:t>
      </w:r>
      <w:r w:rsidR="002F5D06" w:rsidRPr="00947DAF">
        <w:rPr>
          <w:sz w:val="26"/>
          <w:szCs w:val="26"/>
        </w:rPr>
        <w:br/>
      </w:r>
      <w:r w:rsidR="00281F2D" w:rsidRPr="00947DAF">
        <w:rPr>
          <w:sz w:val="26"/>
          <w:szCs w:val="26"/>
        </w:rPr>
        <w:t>М</w:t>
      </w:r>
      <w:r w:rsidR="005A022F">
        <w:rPr>
          <w:sz w:val="26"/>
          <w:szCs w:val="26"/>
        </w:rPr>
        <w:t>КУ</w:t>
      </w:r>
      <w:r w:rsidR="00281F2D" w:rsidRPr="00947DAF">
        <w:rPr>
          <w:sz w:val="26"/>
          <w:szCs w:val="26"/>
        </w:rPr>
        <w:t xml:space="preserve"> «Север</w:t>
      </w:r>
      <w:r w:rsidR="005A022F">
        <w:rPr>
          <w:sz w:val="26"/>
          <w:szCs w:val="26"/>
        </w:rPr>
        <w:t>ное</w:t>
      </w:r>
      <w:r w:rsidR="00281F2D" w:rsidRPr="00947DAF">
        <w:rPr>
          <w:sz w:val="26"/>
          <w:szCs w:val="26"/>
        </w:rPr>
        <w:t>»</w:t>
      </w:r>
      <w:r w:rsidRPr="00947DAF">
        <w:rPr>
          <w:sz w:val="26"/>
          <w:szCs w:val="26"/>
        </w:rPr>
        <w:t xml:space="preserve">  </w:t>
      </w:r>
      <w:r w:rsidR="00DB5A7F" w:rsidRPr="00947DAF">
        <w:rPr>
          <w:sz w:val="26"/>
          <w:szCs w:val="26"/>
        </w:rPr>
        <w:t>(прилага</w:t>
      </w:r>
      <w:r w:rsidR="005A022F">
        <w:rPr>
          <w:sz w:val="26"/>
          <w:szCs w:val="26"/>
        </w:rPr>
        <w:t>е</w:t>
      </w:r>
      <w:r w:rsidR="00DB5A7F" w:rsidRPr="00947DAF">
        <w:rPr>
          <w:sz w:val="26"/>
          <w:szCs w:val="26"/>
        </w:rPr>
        <w:t>тся)</w:t>
      </w:r>
      <w:r w:rsidR="00A1475F" w:rsidRPr="00947DAF">
        <w:rPr>
          <w:sz w:val="26"/>
          <w:szCs w:val="26"/>
        </w:rPr>
        <w:t>.</w:t>
      </w:r>
    </w:p>
    <w:p w:rsidR="004F7D05" w:rsidRPr="00947DAF" w:rsidRDefault="004F7D05" w:rsidP="00281F2D">
      <w:pPr>
        <w:pStyle w:val="aa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 w:rsidRPr="00947DAF">
        <w:rPr>
          <w:sz w:val="26"/>
          <w:szCs w:val="26"/>
        </w:rPr>
        <w:t xml:space="preserve">Настоящее постановление вступает в силу </w:t>
      </w:r>
      <w:r w:rsidR="00AD4238">
        <w:rPr>
          <w:sz w:val="26"/>
          <w:szCs w:val="26"/>
        </w:rPr>
        <w:t>со дня принятия  и подлежит</w:t>
      </w:r>
      <w:r w:rsidRPr="00947DAF">
        <w:rPr>
          <w:sz w:val="26"/>
          <w:szCs w:val="26"/>
        </w:rPr>
        <w:t xml:space="preserve"> официально</w:t>
      </w:r>
      <w:r w:rsidR="00AD4238">
        <w:rPr>
          <w:sz w:val="26"/>
          <w:szCs w:val="26"/>
        </w:rPr>
        <w:t>му опубликованию</w:t>
      </w:r>
      <w:r w:rsidRPr="00947DAF">
        <w:rPr>
          <w:sz w:val="26"/>
          <w:szCs w:val="26"/>
        </w:rPr>
        <w:t>.</w:t>
      </w:r>
    </w:p>
    <w:p w:rsidR="00947DAF" w:rsidRDefault="00947DAF" w:rsidP="00F93DAF">
      <w:pPr>
        <w:jc w:val="both"/>
        <w:rPr>
          <w:sz w:val="26"/>
          <w:szCs w:val="26"/>
        </w:rPr>
      </w:pPr>
    </w:p>
    <w:p w:rsidR="00947DAF" w:rsidRDefault="00947DAF" w:rsidP="00F93DAF">
      <w:pPr>
        <w:jc w:val="both"/>
        <w:rPr>
          <w:sz w:val="26"/>
          <w:szCs w:val="26"/>
        </w:rPr>
      </w:pPr>
    </w:p>
    <w:p w:rsidR="00947DAF" w:rsidRPr="00947DAF" w:rsidRDefault="00947DAF" w:rsidP="00F93DAF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4776"/>
      </w:tblGrid>
      <w:tr w:rsidR="00F93DAF" w:rsidRPr="00947DAF" w:rsidTr="00947DAF">
        <w:trPr>
          <w:trHeight w:val="311"/>
        </w:trPr>
        <w:tc>
          <w:tcPr>
            <w:tcW w:w="4775" w:type="dxa"/>
          </w:tcPr>
          <w:p w:rsidR="00F93DAF" w:rsidRPr="00947DAF" w:rsidRDefault="00F93DAF" w:rsidP="00F93DAF">
            <w:pPr>
              <w:jc w:val="both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Глава Администрации</w:t>
            </w:r>
          </w:p>
          <w:p w:rsidR="00F93DAF" w:rsidRPr="00947DAF" w:rsidRDefault="00F93DAF" w:rsidP="00F93DAF">
            <w:pPr>
              <w:jc w:val="both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76" w:type="dxa"/>
            <w:vAlign w:val="bottom"/>
          </w:tcPr>
          <w:p w:rsidR="00F93DAF" w:rsidRPr="00947DAF" w:rsidRDefault="00F93DAF" w:rsidP="00F93DAF">
            <w:pPr>
              <w:jc w:val="right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О.Е. Холодов</w:t>
            </w:r>
          </w:p>
        </w:tc>
      </w:tr>
    </w:tbl>
    <w:p w:rsidR="00F93DAF" w:rsidRPr="00947DAF" w:rsidRDefault="00F93DAF" w:rsidP="00953719">
      <w:pPr>
        <w:jc w:val="both"/>
        <w:rPr>
          <w:sz w:val="26"/>
          <w:szCs w:val="26"/>
        </w:rPr>
      </w:pPr>
    </w:p>
    <w:p w:rsidR="00A1475F" w:rsidRPr="00947DAF" w:rsidRDefault="00F93DAF" w:rsidP="00947DAF">
      <w:pPr>
        <w:rPr>
          <w:sz w:val="26"/>
          <w:szCs w:val="26"/>
        </w:rPr>
      </w:pPr>
      <w:r>
        <w:rPr>
          <w:sz w:val="28"/>
          <w:szCs w:val="28"/>
        </w:rPr>
        <w:br w:type="page"/>
      </w:r>
      <w:r w:rsidR="00947DAF"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273D12">
        <w:rPr>
          <w:sz w:val="28"/>
          <w:szCs w:val="28"/>
        </w:rPr>
        <w:t xml:space="preserve"> </w:t>
      </w:r>
      <w:r w:rsidR="00170333" w:rsidRPr="00947DAF">
        <w:rPr>
          <w:sz w:val="26"/>
          <w:szCs w:val="26"/>
        </w:rPr>
        <w:t>Приложение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к постановлению Администрации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Заполярного района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 xml:space="preserve">от </w:t>
      </w:r>
      <w:r w:rsidR="00AC07BD">
        <w:rPr>
          <w:sz w:val="26"/>
          <w:szCs w:val="26"/>
        </w:rPr>
        <w:t>2</w:t>
      </w:r>
      <w:r w:rsidR="005A022F">
        <w:rPr>
          <w:sz w:val="26"/>
          <w:szCs w:val="26"/>
        </w:rPr>
        <w:t>0</w:t>
      </w:r>
      <w:r w:rsidR="007701B4" w:rsidRPr="00947DAF">
        <w:rPr>
          <w:sz w:val="26"/>
          <w:szCs w:val="26"/>
        </w:rPr>
        <w:t>.</w:t>
      </w:r>
      <w:r w:rsidR="00AC07BD">
        <w:rPr>
          <w:sz w:val="26"/>
          <w:szCs w:val="26"/>
        </w:rPr>
        <w:t>12</w:t>
      </w:r>
      <w:r w:rsidR="007701B4" w:rsidRPr="00947DAF">
        <w:rPr>
          <w:sz w:val="26"/>
          <w:szCs w:val="26"/>
        </w:rPr>
        <w:t>.</w:t>
      </w:r>
      <w:r w:rsidRPr="00947DAF">
        <w:rPr>
          <w:sz w:val="26"/>
          <w:szCs w:val="26"/>
        </w:rPr>
        <w:t>201</w:t>
      </w:r>
      <w:r w:rsidR="004F7D05" w:rsidRPr="00947DAF">
        <w:rPr>
          <w:sz w:val="26"/>
          <w:szCs w:val="26"/>
        </w:rPr>
        <w:t>8</w:t>
      </w:r>
      <w:r w:rsidR="007701B4" w:rsidRPr="00947DAF">
        <w:rPr>
          <w:sz w:val="26"/>
          <w:szCs w:val="26"/>
        </w:rPr>
        <w:t xml:space="preserve"> № </w:t>
      </w:r>
      <w:r w:rsidR="00AC07BD">
        <w:rPr>
          <w:sz w:val="26"/>
          <w:szCs w:val="26"/>
        </w:rPr>
        <w:t>257</w:t>
      </w:r>
      <w:r w:rsidRPr="00947DAF">
        <w:rPr>
          <w:sz w:val="26"/>
          <w:szCs w:val="26"/>
        </w:rPr>
        <w:t>п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</w:p>
    <w:p w:rsidR="00A1475F" w:rsidRPr="00947DAF" w:rsidRDefault="00A1475F" w:rsidP="00A1475F">
      <w:pPr>
        <w:jc w:val="center"/>
        <w:rPr>
          <w:sz w:val="26"/>
          <w:szCs w:val="26"/>
        </w:rPr>
      </w:pPr>
    </w:p>
    <w:p w:rsidR="00A1475F" w:rsidRPr="00947DAF" w:rsidRDefault="00281F2D" w:rsidP="006D794C">
      <w:pPr>
        <w:jc w:val="center"/>
        <w:rPr>
          <w:b/>
          <w:sz w:val="26"/>
          <w:szCs w:val="26"/>
        </w:rPr>
      </w:pPr>
      <w:r w:rsidRPr="00947DAF">
        <w:rPr>
          <w:b/>
          <w:sz w:val="26"/>
          <w:szCs w:val="26"/>
        </w:rPr>
        <w:t>Тарифы</w:t>
      </w:r>
      <w:r w:rsidR="00A1475F" w:rsidRPr="00947DAF">
        <w:rPr>
          <w:b/>
          <w:sz w:val="26"/>
          <w:szCs w:val="26"/>
        </w:rPr>
        <w:t xml:space="preserve"> </w:t>
      </w:r>
      <w:r w:rsidR="004F7D05" w:rsidRPr="00947DAF">
        <w:rPr>
          <w:b/>
          <w:sz w:val="26"/>
          <w:szCs w:val="26"/>
        </w:rPr>
        <w:t xml:space="preserve">на услуги (работы) </w:t>
      </w:r>
      <w:r w:rsidR="003675F5" w:rsidRPr="00947DAF">
        <w:rPr>
          <w:b/>
          <w:sz w:val="26"/>
          <w:szCs w:val="26"/>
        </w:rPr>
        <w:t>М</w:t>
      </w:r>
      <w:r w:rsidR="005A022F">
        <w:rPr>
          <w:b/>
          <w:sz w:val="26"/>
          <w:szCs w:val="26"/>
        </w:rPr>
        <w:t>КУ</w:t>
      </w:r>
      <w:r w:rsidR="004F7D05" w:rsidRPr="00947DAF">
        <w:rPr>
          <w:b/>
          <w:sz w:val="26"/>
          <w:szCs w:val="26"/>
        </w:rPr>
        <w:t xml:space="preserve"> «Север</w:t>
      </w:r>
      <w:r w:rsidR="005A022F">
        <w:rPr>
          <w:b/>
          <w:sz w:val="26"/>
          <w:szCs w:val="26"/>
        </w:rPr>
        <w:t>ное</w:t>
      </w:r>
      <w:r w:rsidR="004F7D05" w:rsidRPr="00947DAF">
        <w:rPr>
          <w:b/>
          <w:sz w:val="26"/>
          <w:szCs w:val="26"/>
        </w:rPr>
        <w:t>»</w:t>
      </w:r>
      <w:r w:rsidR="00DB5A7F" w:rsidRPr="00947DAF">
        <w:rPr>
          <w:b/>
          <w:sz w:val="26"/>
          <w:szCs w:val="26"/>
        </w:rPr>
        <w:t xml:space="preserve"> </w:t>
      </w:r>
    </w:p>
    <w:p w:rsidR="00A1475F" w:rsidRPr="00947DAF" w:rsidRDefault="00A1475F" w:rsidP="006D794C">
      <w:pPr>
        <w:jc w:val="center"/>
        <w:rPr>
          <w:sz w:val="26"/>
          <w:szCs w:val="26"/>
        </w:rPr>
      </w:pPr>
    </w:p>
    <w:p w:rsidR="00BA42FF" w:rsidRPr="00947DAF" w:rsidRDefault="00BA42FF" w:rsidP="00BA42FF">
      <w:pPr>
        <w:jc w:val="right"/>
        <w:rPr>
          <w:sz w:val="26"/>
          <w:szCs w:val="26"/>
        </w:rPr>
      </w:pP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1276"/>
        <w:gridCol w:w="1545"/>
        <w:gridCol w:w="1856"/>
      </w:tblGrid>
      <w:tr w:rsidR="00DB5A7F" w:rsidRPr="00947DAF" w:rsidTr="002F5D06">
        <w:trPr>
          <w:trHeight w:val="1655"/>
        </w:trPr>
        <w:tc>
          <w:tcPr>
            <w:tcW w:w="1101" w:type="dxa"/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 xml:space="preserve">№ </w:t>
            </w:r>
            <w:r w:rsidRPr="00947DAF">
              <w:rPr>
                <w:sz w:val="26"/>
                <w:szCs w:val="26"/>
              </w:rPr>
              <w:br/>
            </w:r>
            <w:proofErr w:type="gramStart"/>
            <w:r w:rsidRPr="00947DAF">
              <w:rPr>
                <w:sz w:val="26"/>
                <w:szCs w:val="26"/>
              </w:rPr>
              <w:t>п</w:t>
            </w:r>
            <w:proofErr w:type="gramEnd"/>
            <w:r w:rsidRPr="00947DAF">
              <w:rPr>
                <w:sz w:val="26"/>
                <w:szCs w:val="26"/>
              </w:rPr>
              <w:t>/п</w:t>
            </w:r>
          </w:p>
        </w:tc>
        <w:tc>
          <w:tcPr>
            <w:tcW w:w="3827" w:type="dxa"/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 xml:space="preserve">Наименование </w:t>
            </w:r>
            <w:r w:rsidR="002F5D06" w:rsidRPr="00947DAF">
              <w:rPr>
                <w:sz w:val="26"/>
                <w:szCs w:val="26"/>
              </w:rPr>
              <w:br/>
            </w:r>
            <w:r w:rsidRPr="00947DAF">
              <w:rPr>
                <w:sz w:val="26"/>
                <w:szCs w:val="26"/>
              </w:rPr>
              <w:t>услуги (работы)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Ед.</w:t>
            </w:r>
            <w:r w:rsidR="002F5D06" w:rsidRPr="00947DAF">
              <w:rPr>
                <w:sz w:val="26"/>
                <w:szCs w:val="26"/>
              </w:rPr>
              <w:br/>
            </w:r>
            <w:bookmarkStart w:id="0" w:name="_GoBack"/>
            <w:bookmarkEnd w:id="0"/>
            <w:r w:rsidRPr="00947DAF">
              <w:rPr>
                <w:sz w:val="26"/>
                <w:szCs w:val="26"/>
              </w:rPr>
              <w:t>изм.</w:t>
            </w: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DB5A7F" w:rsidRPr="00947DAF" w:rsidRDefault="00DB5A7F" w:rsidP="00BA42FF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Тариф</w:t>
            </w:r>
            <w:r w:rsidR="009F76DE" w:rsidRPr="00947DAF">
              <w:rPr>
                <w:sz w:val="26"/>
                <w:szCs w:val="26"/>
              </w:rPr>
              <w:t xml:space="preserve"> для населения и органов местного самоуправления</w:t>
            </w: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DB5A7F" w:rsidRPr="00947DAF" w:rsidRDefault="00BA42FF" w:rsidP="00BA42FF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DB5A7F" w:rsidRPr="00947DAF" w:rsidTr="00A4283E">
        <w:trPr>
          <w:trHeight w:val="397"/>
        </w:trPr>
        <w:tc>
          <w:tcPr>
            <w:tcW w:w="1101" w:type="dxa"/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3</w:t>
            </w:r>
          </w:p>
        </w:tc>
        <w:tc>
          <w:tcPr>
            <w:tcW w:w="15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4</w:t>
            </w: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DB5A7F" w:rsidRPr="00947DAF" w:rsidRDefault="00DB5A7F" w:rsidP="002F5D06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5</w:t>
            </w:r>
          </w:p>
        </w:tc>
      </w:tr>
      <w:tr w:rsidR="00680190" w:rsidRPr="00947DAF" w:rsidTr="002F5D06">
        <w:trPr>
          <w:trHeight w:val="329"/>
        </w:trPr>
        <w:tc>
          <w:tcPr>
            <w:tcW w:w="9605" w:type="dxa"/>
            <w:gridSpan w:val="5"/>
            <w:vAlign w:val="center"/>
          </w:tcPr>
          <w:p w:rsidR="00680190" w:rsidRPr="00947DAF" w:rsidRDefault="009249E8" w:rsidP="002F5D06">
            <w:pPr>
              <w:pStyle w:val="aa"/>
              <w:numPr>
                <w:ilvl w:val="0"/>
                <w:numId w:val="6"/>
              </w:numPr>
              <w:ind w:left="0" w:firstLine="0"/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Тарифы</w:t>
            </w:r>
            <w:r w:rsidR="009F76DE" w:rsidRPr="00947DAF">
              <w:rPr>
                <w:sz w:val="26"/>
                <w:szCs w:val="26"/>
              </w:rPr>
              <w:t>,</w:t>
            </w:r>
            <w:r w:rsidRPr="00947DAF">
              <w:rPr>
                <w:sz w:val="26"/>
                <w:szCs w:val="26"/>
              </w:rPr>
              <w:t xml:space="preserve"> установленные в соответствии с </w:t>
            </w:r>
            <w:r w:rsidR="00563CD4" w:rsidRPr="00947DAF">
              <w:rPr>
                <w:sz w:val="26"/>
                <w:szCs w:val="26"/>
              </w:rPr>
              <w:t>р</w:t>
            </w:r>
            <w:r w:rsidRPr="00947DAF">
              <w:rPr>
                <w:sz w:val="26"/>
                <w:szCs w:val="26"/>
              </w:rPr>
              <w:t>ешением</w:t>
            </w:r>
            <w:r w:rsidR="00563CD4" w:rsidRPr="00947DAF">
              <w:rPr>
                <w:sz w:val="26"/>
                <w:szCs w:val="26"/>
              </w:rPr>
              <w:t xml:space="preserve"> Совета муниципального района «Заполярный район»</w:t>
            </w:r>
            <w:r w:rsidR="009F76DE" w:rsidRPr="00947DAF">
              <w:rPr>
                <w:sz w:val="26"/>
                <w:szCs w:val="26"/>
              </w:rPr>
              <w:t xml:space="preserve"> от 06.12.2017 № 353-р</w:t>
            </w:r>
          </w:p>
        </w:tc>
      </w:tr>
      <w:tr w:rsidR="005A022F" w:rsidRPr="00947DAF" w:rsidTr="002F5D06">
        <w:trPr>
          <w:trHeight w:val="70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A022F" w:rsidRPr="00947DAF" w:rsidRDefault="005A022F" w:rsidP="005A022F">
            <w:pPr>
              <w:jc w:val="center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5A022F" w:rsidRPr="00614A41" w:rsidRDefault="005A022F" w:rsidP="00F256FF">
            <w:pPr>
              <w:jc w:val="center"/>
              <w:rPr>
                <w:sz w:val="26"/>
                <w:szCs w:val="26"/>
              </w:rPr>
            </w:pPr>
            <w:r w:rsidRPr="003276C5">
              <w:rPr>
                <w:sz w:val="26"/>
                <w:szCs w:val="26"/>
              </w:rPr>
              <w:t xml:space="preserve">Вездеходное транспортное средство </w:t>
            </w:r>
            <w:r>
              <w:rPr>
                <w:sz w:val="26"/>
                <w:szCs w:val="26"/>
              </w:rPr>
              <w:t>ТРЭКОЛ 32292Д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022F" w:rsidRPr="00614A41" w:rsidRDefault="005A022F" w:rsidP="00F256FF">
            <w:pPr>
              <w:jc w:val="center"/>
              <w:rPr>
                <w:bCs/>
                <w:sz w:val="26"/>
                <w:szCs w:val="26"/>
              </w:rPr>
            </w:pPr>
            <w:r w:rsidRPr="00614A41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2F" w:rsidRPr="00614A41" w:rsidRDefault="005A022F" w:rsidP="00F256F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Pr="00614A41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446</w:t>
            </w:r>
            <w:r w:rsidRPr="00614A4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76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022F" w:rsidRPr="00614A41" w:rsidRDefault="005A022F" w:rsidP="00F256F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Pr="00614A41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664</w:t>
            </w:r>
            <w:r w:rsidRPr="00614A4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79</w:t>
            </w:r>
          </w:p>
        </w:tc>
      </w:tr>
    </w:tbl>
    <w:p w:rsidR="007D5CBF" w:rsidRPr="00947DAF" w:rsidRDefault="007D5CBF" w:rsidP="006D794C">
      <w:pPr>
        <w:jc w:val="center"/>
        <w:rPr>
          <w:sz w:val="26"/>
          <w:szCs w:val="26"/>
        </w:rPr>
      </w:pPr>
    </w:p>
    <w:p w:rsidR="007D5CBF" w:rsidRPr="00947DAF" w:rsidRDefault="007D5CBF" w:rsidP="006D794C">
      <w:pPr>
        <w:jc w:val="center"/>
        <w:rPr>
          <w:sz w:val="26"/>
          <w:szCs w:val="26"/>
        </w:rPr>
      </w:pPr>
    </w:p>
    <w:p w:rsidR="007D5CBF" w:rsidRPr="00947DAF" w:rsidRDefault="007D5CBF" w:rsidP="006D794C">
      <w:pPr>
        <w:jc w:val="center"/>
        <w:rPr>
          <w:sz w:val="26"/>
          <w:szCs w:val="26"/>
        </w:rPr>
      </w:pPr>
    </w:p>
    <w:sectPr w:rsidR="007D5CBF" w:rsidRPr="00947DAF" w:rsidSect="00947D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E0" w:rsidRDefault="004E2DE0">
      <w:r>
        <w:separator/>
      </w:r>
    </w:p>
  </w:endnote>
  <w:endnote w:type="continuationSeparator" w:id="0">
    <w:p w:rsidR="004E2DE0" w:rsidRDefault="004E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E0" w:rsidRDefault="004E2DE0">
      <w:r>
        <w:separator/>
      </w:r>
    </w:p>
  </w:footnote>
  <w:footnote w:type="continuationSeparator" w:id="0">
    <w:p w:rsidR="004E2DE0" w:rsidRDefault="004E2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B55BC"/>
    <w:rsid w:val="000C06DA"/>
    <w:rsid w:val="000E1AF5"/>
    <w:rsid w:val="000F29FA"/>
    <w:rsid w:val="000F45C3"/>
    <w:rsid w:val="0010046F"/>
    <w:rsid w:val="00122ECF"/>
    <w:rsid w:val="00170333"/>
    <w:rsid w:val="0021034E"/>
    <w:rsid w:val="002738E2"/>
    <w:rsid w:val="00273D12"/>
    <w:rsid w:val="002747E9"/>
    <w:rsid w:val="00275CFA"/>
    <w:rsid w:val="00281F2D"/>
    <w:rsid w:val="00285336"/>
    <w:rsid w:val="002D4ACB"/>
    <w:rsid w:val="002F0634"/>
    <w:rsid w:val="002F4C3E"/>
    <w:rsid w:val="002F5D06"/>
    <w:rsid w:val="00303F7F"/>
    <w:rsid w:val="003664CA"/>
    <w:rsid w:val="003675F5"/>
    <w:rsid w:val="00375BF8"/>
    <w:rsid w:val="00395F68"/>
    <w:rsid w:val="00421301"/>
    <w:rsid w:val="004E2236"/>
    <w:rsid w:val="004E2DE0"/>
    <w:rsid w:val="004F069C"/>
    <w:rsid w:val="004F7D05"/>
    <w:rsid w:val="005247B0"/>
    <w:rsid w:val="00524ED9"/>
    <w:rsid w:val="00552FC3"/>
    <w:rsid w:val="00563CD4"/>
    <w:rsid w:val="005A022F"/>
    <w:rsid w:val="005B0E7B"/>
    <w:rsid w:val="005F55CF"/>
    <w:rsid w:val="00625A74"/>
    <w:rsid w:val="00680190"/>
    <w:rsid w:val="006C7195"/>
    <w:rsid w:val="006D794C"/>
    <w:rsid w:val="006E5F86"/>
    <w:rsid w:val="00751F5F"/>
    <w:rsid w:val="007523B3"/>
    <w:rsid w:val="007701B4"/>
    <w:rsid w:val="00773ED8"/>
    <w:rsid w:val="00794F29"/>
    <w:rsid w:val="007B4922"/>
    <w:rsid w:val="007D5CBF"/>
    <w:rsid w:val="007D5CF5"/>
    <w:rsid w:val="007F1C0A"/>
    <w:rsid w:val="008413CF"/>
    <w:rsid w:val="0085182E"/>
    <w:rsid w:val="00856148"/>
    <w:rsid w:val="00881C24"/>
    <w:rsid w:val="009039A5"/>
    <w:rsid w:val="009249E8"/>
    <w:rsid w:val="009300CC"/>
    <w:rsid w:val="00947DAF"/>
    <w:rsid w:val="00953719"/>
    <w:rsid w:val="00972CBC"/>
    <w:rsid w:val="009A4CB9"/>
    <w:rsid w:val="009E006E"/>
    <w:rsid w:val="009F76DE"/>
    <w:rsid w:val="00A1475F"/>
    <w:rsid w:val="00A4283E"/>
    <w:rsid w:val="00A61A0A"/>
    <w:rsid w:val="00AB284A"/>
    <w:rsid w:val="00AC07BD"/>
    <w:rsid w:val="00AC26AA"/>
    <w:rsid w:val="00AD4238"/>
    <w:rsid w:val="00AF3C46"/>
    <w:rsid w:val="00B241F3"/>
    <w:rsid w:val="00B958B2"/>
    <w:rsid w:val="00BA2F7B"/>
    <w:rsid w:val="00BA42FF"/>
    <w:rsid w:val="00BE59DD"/>
    <w:rsid w:val="00BF445E"/>
    <w:rsid w:val="00C07DCC"/>
    <w:rsid w:val="00C65B62"/>
    <w:rsid w:val="00C80C19"/>
    <w:rsid w:val="00CD03BA"/>
    <w:rsid w:val="00CD792C"/>
    <w:rsid w:val="00D0795B"/>
    <w:rsid w:val="00D95A3B"/>
    <w:rsid w:val="00DA36F7"/>
    <w:rsid w:val="00DA4BCF"/>
    <w:rsid w:val="00DB5A7F"/>
    <w:rsid w:val="00DF07BA"/>
    <w:rsid w:val="00DF3191"/>
    <w:rsid w:val="00E55885"/>
    <w:rsid w:val="00E662F3"/>
    <w:rsid w:val="00EA7D5C"/>
    <w:rsid w:val="00ED4BCC"/>
    <w:rsid w:val="00ED7A0A"/>
    <w:rsid w:val="00EE524E"/>
    <w:rsid w:val="00EE62C1"/>
    <w:rsid w:val="00F14F3B"/>
    <w:rsid w:val="00F30865"/>
    <w:rsid w:val="00F369D7"/>
    <w:rsid w:val="00F43C61"/>
    <w:rsid w:val="00F92E2C"/>
    <w:rsid w:val="00F93DAF"/>
    <w:rsid w:val="00FB0330"/>
    <w:rsid w:val="00FD1801"/>
    <w:rsid w:val="00FD212F"/>
    <w:rsid w:val="00FD5932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72131-A49A-4131-9177-D5DE3508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483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Тупчиенко Надежда Федоровна</cp:lastModifiedBy>
  <cp:revision>35</cp:revision>
  <cp:lastPrinted>2018-12-20T10:40:00Z</cp:lastPrinted>
  <dcterms:created xsi:type="dcterms:W3CDTF">2016-07-18T11:46:00Z</dcterms:created>
  <dcterms:modified xsi:type="dcterms:W3CDTF">2018-12-20T10:40:00Z</dcterms:modified>
</cp:coreProperties>
</file>