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BCC" w:rsidRDefault="00D20DD4" w:rsidP="00ED4BC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CC" w:rsidRDefault="00ED4BCC" w:rsidP="00ED4B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D4BCC" w:rsidRDefault="006C7195" w:rsidP="00ED4BCC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</w:t>
      </w:r>
      <w:r w:rsidR="00ED4BCC">
        <w:rPr>
          <w:b/>
          <w:sz w:val="30"/>
        </w:rPr>
        <w:t>муниципального района «Заполярный район»</w:t>
      </w:r>
    </w:p>
    <w:p w:rsidR="00ED4BCC" w:rsidRDefault="00ED4BCC" w:rsidP="00ED4B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D4BCC" w:rsidRDefault="009A4CB9" w:rsidP="00ED4B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7B3DEF">
        <w:rPr>
          <w:b/>
          <w:sz w:val="28"/>
          <w:szCs w:val="28"/>
          <w:u w:val="single"/>
        </w:rPr>
        <w:t xml:space="preserve"> </w:t>
      </w:r>
      <w:r w:rsidR="002B1830">
        <w:rPr>
          <w:b/>
          <w:sz w:val="28"/>
          <w:szCs w:val="28"/>
          <w:u w:val="single"/>
        </w:rPr>
        <w:t>20.12</w:t>
      </w:r>
      <w:r>
        <w:rPr>
          <w:b/>
          <w:sz w:val="28"/>
          <w:szCs w:val="28"/>
          <w:u w:val="single"/>
        </w:rPr>
        <w:t>.201</w:t>
      </w:r>
      <w:r w:rsidR="007B3DEF">
        <w:rPr>
          <w:b/>
          <w:sz w:val="28"/>
          <w:szCs w:val="28"/>
          <w:u w:val="single"/>
        </w:rPr>
        <w:t>8</w:t>
      </w:r>
      <w:r>
        <w:rPr>
          <w:b/>
          <w:sz w:val="28"/>
          <w:szCs w:val="28"/>
          <w:u w:val="single"/>
        </w:rPr>
        <w:t xml:space="preserve"> </w:t>
      </w:r>
      <w:r w:rsidR="007B3DEF">
        <w:rPr>
          <w:b/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  <w:u w:val="single"/>
        </w:rPr>
        <w:t xml:space="preserve">№ </w:t>
      </w:r>
      <w:r w:rsidR="002B1830">
        <w:rPr>
          <w:b/>
          <w:sz w:val="28"/>
          <w:szCs w:val="28"/>
          <w:u w:val="single"/>
        </w:rPr>
        <w:t>259</w:t>
      </w:r>
      <w:r w:rsidR="00ED4BCC">
        <w:rPr>
          <w:b/>
          <w:sz w:val="28"/>
          <w:szCs w:val="28"/>
          <w:u w:val="single"/>
        </w:rPr>
        <w:t>п</w:t>
      </w:r>
    </w:p>
    <w:p w:rsidR="00ED4BCC" w:rsidRDefault="00ED4BCC" w:rsidP="00ED4BCC">
      <w:pPr>
        <w:spacing w:after="480"/>
        <w:ind w:left="567"/>
        <w:rPr>
          <w:sz w:val="20"/>
        </w:rPr>
      </w:pPr>
      <w:r>
        <w:rPr>
          <w:sz w:val="20"/>
        </w:rPr>
        <w:t xml:space="preserve">п. Искателей </w:t>
      </w:r>
    </w:p>
    <w:p w:rsidR="00D20DD4" w:rsidRDefault="007F4775" w:rsidP="002D746B">
      <w:pPr>
        <w:tabs>
          <w:tab w:val="left" w:pos="3119"/>
        </w:tabs>
        <w:ind w:right="6236"/>
        <w:jc w:val="both"/>
        <w:rPr>
          <w:sz w:val="22"/>
          <w:szCs w:val="22"/>
        </w:rPr>
      </w:pPr>
      <w:r>
        <w:rPr>
          <w:bCs/>
          <w:w w:val="105"/>
          <w:sz w:val="22"/>
          <w:szCs w:val="22"/>
        </w:rPr>
        <w:t>О внесении изменений в Постановление от 15.11.2018 № 227п</w:t>
      </w:r>
    </w:p>
    <w:p w:rsidR="00D20DD4" w:rsidRDefault="00D20DD4" w:rsidP="00D20DD4">
      <w:pPr>
        <w:rPr>
          <w:sz w:val="28"/>
          <w:szCs w:val="28"/>
        </w:rPr>
      </w:pPr>
    </w:p>
    <w:p w:rsidR="0066147D" w:rsidRPr="0066147D" w:rsidRDefault="0066147D" w:rsidP="00D20DD4">
      <w:pPr>
        <w:rPr>
          <w:sz w:val="28"/>
          <w:szCs w:val="28"/>
        </w:rPr>
      </w:pPr>
    </w:p>
    <w:p w:rsidR="00D20DD4" w:rsidRPr="0066147D" w:rsidRDefault="00D20DD4" w:rsidP="007E5869">
      <w:pPr>
        <w:ind w:firstLine="709"/>
        <w:jc w:val="both"/>
        <w:rPr>
          <w:sz w:val="28"/>
          <w:szCs w:val="28"/>
        </w:rPr>
      </w:pPr>
      <w:proofErr w:type="gramStart"/>
      <w:r w:rsidRPr="0066147D">
        <w:rPr>
          <w:sz w:val="28"/>
          <w:szCs w:val="28"/>
        </w:rPr>
        <w:t xml:space="preserve">В соответствии со статьей 173 Бюджетного кодекса Российской Федерации, руководствуясь </w:t>
      </w:r>
      <w:r w:rsidR="00AA0243" w:rsidRPr="00AA0243">
        <w:rPr>
          <w:sz w:val="28"/>
          <w:szCs w:val="28"/>
        </w:rPr>
        <w:t>Положени</w:t>
      </w:r>
      <w:r w:rsidR="00AA0243">
        <w:rPr>
          <w:sz w:val="28"/>
          <w:szCs w:val="28"/>
        </w:rPr>
        <w:t>ем</w:t>
      </w:r>
      <w:r w:rsidR="00AA0243" w:rsidRPr="00AA0243">
        <w:rPr>
          <w:sz w:val="28"/>
          <w:szCs w:val="28"/>
        </w:rPr>
        <w:t xml:space="preserve"> о бюджетном процессе в муниципальном образовании </w:t>
      </w:r>
      <w:r w:rsidR="00AA0243">
        <w:rPr>
          <w:sz w:val="28"/>
          <w:szCs w:val="28"/>
        </w:rPr>
        <w:t>«</w:t>
      </w:r>
      <w:r w:rsidR="00AA0243" w:rsidRPr="00AA0243">
        <w:rPr>
          <w:sz w:val="28"/>
          <w:szCs w:val="28"/>
        </w:rPr>
        <w:t xml:space="preserve">Муниципальный район </w:t>
      </w:r>
      <w:r w:rsidR="00AA0243">
        <w:rPr>
          <w:sz w:val="28"/>
          <w:szCs w:val="28"/>
        </w:rPr>
        <w:t>«</w:t>
      </w:r>
      <w:r w:rsidR="00AA0243" w:rsidRPr="00AA0243">
        <w:rPr>
          <w:sz w:val="28"/>
          <w:szCs w:val="28"/>
        </w:rPr>
        <w:t>Заполярный район</w:t>
      </w:r>
      <w:r w:rsidR="00AA0243">
        <w:rPr>
          <w:sz w:val="28"/>
          <w:szCs w:val="28"/>
        </w:rPr>
        <w:t>»</w:t>
      </w:r>
      <w:r w:rsidR="00AA0243" w:rsidRPr="00AA0243">
        <w:rPr>
          <w:sz w:val="28"/>
          <w:szCs w:val="28"/>
        </w:rPr>
        <w:t xml:space="preserve"> </w:t>
      </w:r>
      <w:r w:rsidR="00AA0243">
        <w:rPr>
          <w:sz w:val="28"/>
          <w:szCs w:val="28"/>
        </w:rPr>
        <w:br/>
      </w:r>
      <w:r w:rsidR="00AA0243" w:rsidRPr="00AA0243">
        <w:rPr>
          <w:sz w:val="28"/>
          <w:szCs w:val="28"/>
        </w:rPr>
        <w:t>в новой редакции</w:t>
      </w:r>
      <w:r w:rsidRPr="0066147D">
        <w:rPr>
          <w:sz w:val="28"/>
          <w:szCs w:val="28"/>
        </w:rPr>
        <w:t>, утвержденн</w:t>
      </w:r>
      <w:r w:rsidR="007C326A">
        <w:rPr>
          <w:sz w:val="28"/>
          <w:szCs w:val="28"/>
        </w:rPr>
        <w:t>ым</w:t>
      </w:r>
      <w:r w:rsidRPr="0066147D">
        <w:rPr>
          <w:sz w:val="28"/>
          <w:szCs w:val="28"/>
        </w:rPr>
        <w:t xml:space="preserve"> решением Совета муниципального образования</w:t>
      </w:r>
      <w:r w:rsidR="00B75F8D" w:rsidRPr="0066147D">
        <w:rPr>
          <w:sz w:val="28"/>
          <w:szCs w:val="28"/>
        </w:rPr>
        <w:t xml:space="preserve"> муниципальный район</w:t>
      </w:r>
      <w:r w:rsidRPr="0066147D">
        <w:rPr>
          <w:sz w:val="28"/>
          <w:szCs w:val="28"/>
        </w:rPr>
        <w:t xml:space="preserve"> «Заполярный район» от </w:t>
      </w:r>
      <w:r w:rsidR="007C326A">
        <w:rPr>
          <w:sz w:val="28"/>
          <w:szCs w:val="28"/>
        </w:rPr>
        <w:t>17</w:t>
      </w:r>
      <w:r w:rsidRPr="0066147D">
        <w:rPr>
          <w:sz w:val="28"/>
          <w:szCs w:val="28"/>
        </w:rPr>
        <w:t>.0</w:t>
      </w:r>
      <w:r w:rsidR="007C326A">
        <w:rPr>
          <w:sz w:val="28"/>
          <w:szCs w:val="28"/>
        </w:rPr>
        <w:t>6</w:t>
      </w:r>
      <w:r w:rsidRPr="0066147D">
        <w:rPr>
          <w:sz w:val="28"/>
          <w:szCs w:val="28"/>
        </w:rPr>
        <w:t>.20</w:t>
      </w:r>
      <w:r w:rsidR="007C326A">
        <w:rPr>
          <w:sz w:val="28"/>
          <w:szCs w:val="28"/>
        </w:rPr>
        <w:t>15</w:t>
      </w:r>
      <w:r w:rsidRPr="0066147D">
        <w:rPr>
          <w:sz w:val="28"/>
          <w:szCs w:val="28"/>
        </w:rPr>
        <w:t xml:space="preserve"> </w:t>
      </w:r>
      <w:r w:rsidR="007E5869">
        <w:rPr>
          <w:sz w:val="28"/>
          <w:szCs w:val="28"/>
        </w:rPr>
        <w:br/>
      </w:r>
      <w:r w:rsidRPr="0066147D">
        <w:rPr>
          <w:sz w:val="28"/>
          <w:szCs w:val="28"/>
        </w:rPr>
        <w:t xml:space="preserve">№ </w:t>
      </w:r>
      <w:r w:rsidR="007C326A">
        <w:rPr>
          <w:sz w:val="28"/>
          <w:szCs w:val="28"/>
        </w:rPr>
        <w:t>136</w:t>
      </w:r>
      <w:r w:rsidRPr="0066147D">
        <w:rPr>
          <w:sz w:val="28"/>
          <w:szCs w:val="28"/>
        </w:rPr>
        <w:t>-р,</w:t>
      </w:r>
      <w:r w:rsidR="007B3DEF" w:rsidRPr="007B3DEF">
        <w:t xml:space="preserve"> </w:t>
      </w:r>
      <w:r w:rsidR="007B3DEF" w:rsidRPr="007B3DEF">
        <w:rPr>
          <w:sz w:val="28"/>
          <w:szCs w:val="28"/>
        </w:rPr>
        <w:t xml:space="preserve">постановлением Администрации Заполярного района от 29.06.2016 № 160п </w:t>
      </w:r>
      <w:r w:rsidR="00286277">
        <w:rPr>
          <w:sz w:val="28"/>
          <w:szCs w:val="28"/>
        </w:rPr>
        <w:t xml:space="preserve"> </w:t>
      </w:r>
      <w:r w:rsidR="007B3DEF" w:rsidRPr="007B3DEF">
        <w:rPr>
          <w:sz w:val="28"/>
          <w:szCs w:val="28"/>
        </w:rPr>
        <w:t>«Об утверждении Порядка составления проекта районного бюджета на очередной финансовый год и плановый период», постановлением Администрации Заполярного</w:t>
      </w:r>
      <w:proofErr w:type="gramEnd"/>
      <w:r w:rsidR="007B3DEF" w:rsidRPr="007B3DEF">
        <w:rPr>
          <w:sz w:val="28"/>
          <w:szCs w:val="28"/>
        </w:rPr>
        <w:t xml:space="preserve"> района от 15.08.2018</w:t>
      </w:r>
      <w:r w:rsidR="00286277">
        <w:rPr>
          <w:sz w:val="28"/>
          <w:szCs w:val="28"/>
        </w:rPr>
        <w:t xml:space="preserve"> </w:t>
      </w:r>
      <w:r w:rsidR="007B3DEF" w:rsidRPr="007B3DEF">
        <w:rPr>
          <w:sz w:val="28"/>
          <w:szCs w:val="28"/>
        </w:rPr>
        <w:t xml:space="preserve"> № 149п «Об утверждении порядка разработки, корректировки, контроля реализации прогноза социально - экономического развития Заполярного района на очередной фин</w:t>
      </w:r>
      <w:r w:rsidR="007B3DEF">
        <w:rPr>
          <w:sz w:val="28"/>
          <w:szCs w:val="28"/>
        </w:rPr>
        <w:t xml:space="preserve">ансовый год и плановый период», </w:t>
      </w:r>
      <w:r w:rsidRPr="0066147D">
        <w:rPr>
          <w:sz w:val="28"/>
          <w:szCs w:val="28"/>
        </w:rPr>
        <w:t>Администрация муниципального района «Заполярный район» ПОСТАНОВЛЯЕТ:</w:t>
      </w:r>
    </w:p>
    <w:p w:rsidR="00D20DD4" w:rsidRPr="0066147D" w:rsidRDefault="00D20DD4" w:rsidP="00D20DD4">
      <w:pPr>
        <w:ind w:firstLine="709"/>
        <w:jc w:val="both"/>
        <w:rPr>
          <w:sz w:val="28"/>
          <w:szCs w:val="28"/>
        </w:rPr>
      </w:pPr>
    </w:p>
    <w:p w:rsidR="00D20DD4" w:rsidRDefault="005E2D30" w:rsidP="005E2D30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от 15.11.2018 № 227п «</w:t>
      </w:r>
      <w:r w:rsidRPr="001711E8">
        <w:rPr>
          <w:sz w:val="28"/>
          <w:szCs w:val="28"/>
        </w:rPr>
        <w:t>Об одобрении Прогноза социально-экономического развития Заполярного района на 2019 и плановый период 2020-2021 годы</w:t>
      </w:r>
      <w:r w:rsidRPr="006614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изложить в новой редакции </w:t>
      </w:r>
      <w:r w:rsidRPr="0066147D">
        <w:rPr>
          <w:sz w:val="28"/>
          <w:szCs w:val="28"/>
        </w:rPr>
        <w:t>(прилагается).</w:t>
      </w:r>
      <w:r w:rsidR="007F4775">
        <w:rPr>
          <w:sz w:val="28"/>
          <w:szCs w:val="28"/>
        </w:rPr>
        <w:t xml:space="preserve"> </w:t>
      </w:r>
    </w:p>
    <w:p w:rsidR="00D20DD4" w:rsidRDefault="00D20DD4" w:rsidP="007F4775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8"/>
          <w:szCs w:val="28"/>
        </w:rPr>
      </w:pPr>
      <w:r w:rsidRPr="0066147D">
        <w:rPr>
          <w:bCs/>
          <w:sz w:val="28"/>
          <w:szCs w:val="28"/>
        </w:rPr>
        <w:t xml:space="preserve">Настоящее постановление </w:t>
      </w:r>
      <w:r w:rsidR="0034753A">
        <w:rPr>
          <w:bCs/>
          <w:sz w:val="28"/>
          <w:szCs w:val="28"/>
        </w:rPr>
        <w:t>вступает в силу со дня принятия и подлежит официальному опубликованию.</w:t>
      </w:r>
    </w:p>
    <w:p w:rsidR="001711E8" w:rsidRPr="0066147D" w:rsidRDefault="001711E8" w:rsidP="001711E8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bCs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D20DD4" w:rsidRPr="0066147D" w:rsidTr="00C21FDD">
        <w:tc>
          <w:tcPr>
            <w:tcW w:w="5495" w:type="dxa"/>
          </w:tcPr>
          <w:p w:rsidR="00A5435E" w:rsidRDefault="00A5435E" w:rsidP="00B75F8D">
            <w:pPr>
              <w:rPr>
                <w:sz w:val="28"/>
                <w:szCs w:val="28"/>
              </w:rPr>
            </w:pPr>
          </w:p>
          <w:p w:rsidR="00A5435E" w:rsidRDefault="00A5435E" w:rsidP="00B75F8D">
            <w:pPr>
              <w:rPr>
                <w:sz w:val="28"/>
                <w:szCs w:val="28"/>
              </w:rPr>
            </w:pPr>
          </w:p>
          <w:p w:rsidR="00A5435E" w:rsidRDefault="00A5435E" w:rsidP="00B75F8D">
            <w:pPr>
              <w:rPr>
                <w:sz w:val="28"/>
                <w:szCs w:val="28"/>
              </w:rPr>
            </w:pPr>
          </w:p>
          <w:p w:rsidR="0066147D" w:rsidRPr="0066147D" w:rsidRDefault="00AA0243" w:rsidP="00B75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D20DD4" w:rsidRPr="0066147D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D20DD4" w:rsidRPr="0066147D">
              <w:rPr>
                <w:sz w:val="28"/>
                <w:szCs w:val="28"/>
              </w:rPr>
              <w:t xml:space="preserve"> Администрации </w:t>
            </w:r>
          </w:p>
          <w:p w:rsidR="00D20DD4" w:rsidRPr="0066147D" w:rsidRDefault="00B75F8D" w:rsidP="00B75F8D">
            <w:pPr>
              <w:rPr>
                <w:sz w:val="28"/>
                <w:szCs w:val="28"/>
              </w:rPr>
            </w:pPr>
            <w:r w:rsidRPr="0066147D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111" w:type="dxa"/>
            <w:vAlign w:val="bottom"/>
          </w:tcPr>
          <w:p w:rsidR="00D20DD4" w:rsidRPr="0066147D" w:rsidRDefault="00AA0243" w:rsidP="00C21F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О.Е. Холодов</w:t>
            </w:r>
          </w:p>
        </w:tc>
      </w:tr>
    </w:tbl>
    <w:p w:rsidR="00ED4BCC" w:rsidRDefault="00ED4BCC" w:rsidP="0066147D">
      <w:pPr>
        <w:rPr>
          <w:sz w:val="28"/>
          <w:szCs w:val="28"/>
        </w:rPr>
      </w:pPr>
    </w:p>
    <w:p w:rsidR="00B73BF2" w:rsidRDefault="00B73BF2" w:rsidP="0066147D">
      <w:pPr>
        <w:rPr>
          <w:sz w:val="28"/>
          <w:szCs w:val="28"/>
        </w:rPr>
      </w:pPr>
    </w:p>
    <w:p w:rsidR="00B73BF2" w:rsidRDefault="00B73BF2" w:rsidP="0066147D">
      <w:pPr>
        <w:rPr>
          <w:sz w:val="28"/>
          <w:szCs w:val="28"/>
        </w:rPr>
      </w:pPr>
    </w:p>
    <w:p w:rsidR="00B73BF2" w:rsidRDefault="00B73BF2" w:rsidP="0066147D">
      <w:pPr>
        <w:rPr>
          <w:sz w:val="28"/>
          <w:szCs w:val="28"/>
        </w:rPr>
        <w:sectPr w:rsidR="00B73BF2" w:rsidSect="00303F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3BF2" w:rsidRDefault="00B73BF2" w:rsidP="007A65AF">
      <w:pPr>
        <w:rPr>
          <w:sz w:val="28"/>
          <w:szCs w:val="28"/>
        </w:rPr>
      </w:pPr>
    </w:p>
    <w:tbl>
      <w:tblPr>
        <w:tblStyle w:val="a5"/>
        <w:tblW w:w="14992" w:type="dxa"/>
        <w:tblLayout w:type="fixed"/>
        <w:tblLook w:val="04A0" w:firstRow="1" w:lastRow="0" w:firstColumn="1" w:lastColumn="0" w:noHBand="0" w:noVBand="1"/>
      </w:tblPr>
      <w:tblGrid>
        <w:gridCol w:w="816"/>
        <w:gridCol w:w="2333"/>
        <w:gridCol w:w="78"/>
        <w:gridCol w:w="1276"/>
        <w:gridCol w:w="243"/>
        <w:gridCol w:w="1174"/>
        <w:gridCol w:w="142"/>
        <w:gridCol w:w="1701"/>
        <w:gridCol w:w="1701"/>
        <w:gridCol w:w="1498"/>
        <w:gridCol w:w="203"/>
        <w:gridCol w:w="142"/>
        <w:gridCol w:w="1567"/>
        <w:gridCol w:w="134"/>
        <w:gridCol w:w="141"/>
        <w:gridCol w:w="1843"/>
      </w:tblGrid>
      <w:tr w:rsidR="00BF25D8" w:rsidRPr="00B73BF2" w:rsidTr="006E540A">
        <w:trPr>
          <w:trHeight w:val="31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bookmarkStart w:id="0" w:name="RANGE!A1:J275"/>
            <w:r w:rsidRPr="00B73BF2">
              <w:rPr>
                <w:sz w:val="28"/>
                <w:szCs w:val="28"/>
              </w:rPr>
              <w:t> </w:t>
            </w:r>
            <w:bookmarkEnd w:id="0"/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i/>
                <w:iCs/>
                <w:sz w:val="28"/>
                <w:szCs w:val="28"/>
              </w:rPr>
            </w:pPr>
            <w:r w:rsidRPr="00B73BF2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i/>
                <w:iCs/>
                <w:sz w:val="28"/>
                <w:szCs w:val="28"/>
              </w:rPr>
            </w:pPr>
            <w:r w:rsidRPr="00B73BF2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7229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7A65AF" w:rsidRDefault="00B73BF2" w:rsidP="007A65AF">
            <w:pPr>
              <w:jc w:val="right"/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Приложение                                                                                                                 к постановлению Администрации                                                 муниципального района</w:t>
            </w:r>
          </w:p>
          <w:p w:rsidR="007A65AF" w:rsidRDefault="00B73BF2" w:rsidP="007A65AF">
            <w:pPr>
              <w:jc w:val="right"/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 xml:space="preserve"> «Заполярный</w:t>
            </w:r>
            <w:r w:rsidR="007A65AF">
              <w:rPr>
                <w:sz w:val="28"/>
                <w:szCs w:val="28"/>
              </w:rPr>
              <w:t xml:space="preserve"> район»             </w:t>
            </w:r>
          </w:p>
          <w:p w:rsidR="00B73BF2" w:rsidRPr="00B73BF2" w:rsidRDefault="007A65AF" w:rsidP="007A65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73BF2" w:rsidRPr="00B73BF2">
              <w:rPr>
                <w:sz w:val="28"/>
                <w:szCs w:val="28"/>
              </w:rPr>
              <w:t xml:space="preserve">от 20.12.2018 № 259п                                                                                                            </w:t>
            </w:r>
          </w:p>
        </w:tc>
      </w:tr>
      <w:tr w:rsidR="00BF25D8" w:rsidRPr="00B73BF2" w:rsidTr="006E540A">
        <w:trPr>
          <w:trHeight w:val="33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i/>
                <w:iCs/>
                <w:sz w:val="28"/>
                <w:szCs w:val="28"/>
              </w:rPr>
            </w:pPr>
            <w:r w:rsidRPr="00B73BF2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i/>
                <w:iCs/>
                <w:sz w:val="28"/>
                <w:szCs w:val="28"/>
              </w:rPr>
            </w:pPr>
            <w:r w:rsidRPr="00B73BF2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722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</w:p>
        </w:tc>
      </w:tr>
      <w:tr w:rsidR="00BF25D8" w:rsidRPr="00B73BF2" w:rsidTr="006E540A">
        <w:trPr>
          <w:trHeight w:val="33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i/>
                <w:iCs/>
                <w:sz w:val="28"/>
                <w:szCs w:val="28"/>
              </w:rPr>
            </w:pPr>
            <w:r w:rsidRPr="00B73BF2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i/>
                <w:iCs/>
                <w:sz w:val="28"/>
                <w:szCs w:val="28"/>
              </w:rPr>
            </w:pPr>
            <w:r w:rsidRPr="00B73BF2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722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</w:p>
        </w:tc>
      </w:tr>
      <w:tr w:rsidR="00BF25D8" w:rsidRPr="00B73BF2" w:rsidTr="006E540A">
        <w:trPr>
          <w:trHeight w:val="33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i/>
                <w:iCs/>
                <w:sz w:val="28"/>
                <w:szCs w:val="28"/>
              </w:rPr>
            </w:pPr>
            <w:r w:rsidRPr="00B73BF2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i/>
                <w:iCs/>
                <w:sz w:val="28"/>
                <w:szCs w:val="28"/>
              </w:rPr>
            </w:pPr>
            <w:r w:rsidRPr="00B73BF2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722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</w:p>
        </w:tc>
      </w:tr>
      <w:tr w:rsidR="00BF25D8" w:rsidRPr="00B73BF2" w:rsidTr="006E540A">
        <w:trPr>
          <w:trHeight w:val="33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i/>
                <w:iCs/>
                <w:sz w:val="28"/>
                <w:szCs w:val="28"/>
              </w:rPr>
            </w:pPr>
            <w:r w:rsidRPr="00B73BF2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i/>
                <w:iCs/>
                <w:sz w:val="28"/>
                <w:szCs w:val="28"/>
              </w:rPr>
            </w:pPr>
            <w:r w:rsidRPr="00B73BF2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722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</w:p>
        </w:tc>
      </w:tr>
      <w:tr w:rsidR="00BF25D8" w:rsidRPr="00B73BF2" w:rsidTr="006E540A">
        <w:trPr>
          <w:trHeight w:val="33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F25D8" w:rsidRPr="00B73BF2" w:rsidRDefault="00BF25D8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F25D8" w:rsidRPr="00B73BF2" w:rsidRDefault="00BF25D8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F25D8" w:rsidRPr="00BF25D8" w:rsidRDefault="00BF25D8" w:rsidP="00BF25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 социально -</w:t>
            </w:r>
            <w:r w:rsidRPr="00B73BF2">
              <w:rPr>
                <w:sz w:val="28"/>
                <w:szCs w:val="28"/>
              </w:rPr>
              <w:t xml:space="preserve"> экономического развития Заполярного района </w:t>
            </w:r>
            <w:r>
              <w:rPr>
                <w:sz w:val="28"/>
                <w:szCs w:val="28"/>
              </w:rPr>
              <w:t xml:space="preserve"> </w:t>
            </w:r>
            <w:r w:rsidRPr="00B73BF2">
              <w:rPr>
                <w:sz w:val="28"/>
                <w:szCs w:val="28"/>
              </w:rPr>
              <w:t>на очередной финансовый год и плановый период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F25D8" w:rsidRPr="00B73BF2" w:rsidRDefault="00BF25D8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F25D8" w:rsidRPr="00B73BF2" w:rsidRDefault="00BF25D8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F25D8" w:rsidRPr="00B73BF2" w:rsidRDefault="00BF25D8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</w:tr>
      <w:tr w:rsidR="00BF25D8" w:rsidRPr="00B73BF2" w:rsidTr="006E540A">
        <w:trPr>
          <w:trHeight w:val="315"/>
        </w:trPr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i/>
                <w:iCs/>
                <w:sz w:val="28"/>
                <w:szCs w:val="28"/>
              </w:rPr>
            </w:pPr>
            <w:r w:rsidRPr="00B73BF2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i/>
                <w:iCs/>
                <w:sz w:val="28"/>
                <w:szCs w:val="28"/>
              </w:rPr>
            </w:pPr>
            <w:r w:rsidRPr="00B73BF2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73BF2" w:rsidRPr="00B73BF2" w:rsidRDefault="00B73BF2" w:rsidP="007A65AF">
            <w:pPr>
              <w:rPr>
                <w:sz w:val="28"/>
                <w:szCs w:val="28"/>
              </w:rPr>
            </w:pPr>
            <w:r w:rsidRPr="00B73BF2">
              <w:rPr>
                <w:sz w:val="28"/>
                <w:szCs w:val="28"/>
              </w:rPr>
              <w:t> </w:t>
            </w:r>
          </w:p>
        </w:tc>
      </w:tr>
      <w:tr w:rsidR="00BF25D8" w:rsidRPr="00BF25D8" w:rsidTr="006E540A">
        <w:trPr>
          <w:trHeight w:val="315"/>
        </w:trPr>
        <w:tc>
          <w:tcPr>
            <w:tcW w:w="816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№</w:t>
            </w:r>
          </w:p>
        </w:tc>
        <w:tc>
          <w:tcPr>
            <w:tcW w:w="3687" w:type="dxa"/>
            <w:gridSpan w:val="3"/>
            <w:vMerge w:val="restart"/>
            <w:tcBorders>
              <w:top w:val="single" w:sz="4" w:space="0" w:color="auto"/>
            </w:tcBorders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Показатели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</w:tcBorders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Ед. изм.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Отчет                   2017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Оценка                    2018 год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</w:tcBorders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Прогноз</w:t>
            </w:r>
          </w:p>
        </w:tc>
      </w:tr>
      <w:tr w:rsidR="00BF25D8" w:rsidRPr="00BF25D8" w:rsidTr="006E540A">
        <w:trPr>
          <w:trHeight w:val="31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3687" w:type="dxa"/>
            <w:gridSpan w:val="3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2019 год</w:t>
            </w:r>
          </w:p>
        </w:tc>
        <w:tc>
          <w:tcPr>
            <w:tcW w:w="184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2020 год</w:t>
            </w:r>
          </w:p>
        </w:tc>
        <w:tc>
          <w:tcPr>
            <w:tcW w:w="1843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2021 год</w:t>
            </w:r>
          </w:p>
        </w:tc>
      </w:tr>
      <w:tr w:rsidR="00BF25D8" w:rsidRPr="00BF25D8" w:rsidTr="006E540A">
        <w:trPr>
          <w:trHeight w:val="31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</w:t>
            </w:r>
          </w:p>
        </w:tc>
        <w:tc>
          <w:tcPr>
            <w:tcW w:w="184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</w:t>
            </w:r>
          </w:p>
        </w:tc>
      </w:tr>
      <w:tr w:rsidR="00B73BF2" w:rsidRPr="00BF25D8" w:rsidTr="006E540A">
        <w:trPr>
          <w:trHeight w:val="3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b/>
                <w:bCs/>
                <w:sz w:val="22"/>
                <w:szCs w:val="22"/>
              </w:rPr>
            </w:pPr>
            <w:r w:rsidRPr="00BF25D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176" w:type="dxa"/>
            <w:gridSpan w:val="15"/>
            <w:hideMark/>
          </w:tcPr>
          <w:p w:rsidR="00B73BF2" w:rsidRPr="00BF25D8" w:rsidRDefault="00B73BF2" w:rsidP="00B73BF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BF25D8">
              <w:rPr>
                <w:b/>
                <w:bCs/>
                <w:i/>
                <w:iCs/>
                <w:sz w:val="22"/>
                <w:szCs w:val="22"/>
              </w:rPr>
              <w:t>Демографические показатели</w:t>
            </w:r>
          </w:p>
        </w:tc>
      </w:tr>
      <w:tr w:rsidR="00BF25D8" w:rsidRPr="00BF25D8" w:rsidTr="006E540A">
        <w:trPr>
          <w:trHeight w:val="73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1.1.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Численность населения (среднегодовая), в том числе</w:t>
            </w:r>
          </w:p>
        </w:tc>
        <w:tc>
          <w:tcPr>
            <w:tcW w:w="1559" w:type="dxa"/>
            <w:gridSpan w:val="3"/>
            <w:vMerge w:val="restart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тыс. чел.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19,22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19,27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19,26</w:t>
            </w:r>
          </w:p>
        </w:tc>
        <w:tc>
          <w:tcPr>
            <w:tcW w:w="184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19,25</w:t>
            </w:r>
          </w:p>
        </w:tc>
        <w:tc>
          <w:tcPr>
            <w:tcW w:w="184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19,24</w:t>
            </w:r>
          </w:p>
        </w:tc>
      </w:tr>
      <w:tr w:rsidR="00BF25D8" w:rsidRPr="00BF25D8" w:rsidTr="006E540A">
        <w:trPr>
          <w:trHeight w:val="51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1.1.1.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  в  городском поселении (</w:t>
            </w:r>
            <w:proofErr w:type="gramStart"/>
            <w:r w:rsidRPr="00BF25D8">
              <w:rPr>
                <w:sz w:val="22"/>
                <w:szCs w:val="22"/>
              </w:rPr>
              <w:t>среднегодовая</w:t>
            </w:r>
            <w:proofErr w:type="gramEnd"/>
            <w:r w:rsidRPr="00BF25D8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gridSpan w:val="3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7,27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7,29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7,34</w:t>
            </w:r>
          </w:p>
        </w:tc>
        <w:tc>
          <w:tcPr>
            <w:tcW w:w="184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7,39</w:t>
            </w:r>
          </w:p>
        </w:tc>
        <w:tc>
          <w:tcPr>
            <w:tcW w:w="1843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7,44</w:t>
            </w:r>
          </w:p>
        </w:tc>
      </w:tr>
      <w:tr w:rsidR="00BF25D8" w:rsidRPr="00BF25D8" w:rsidTr="006E540A">
        <w:trPr>
          <w:trHeight w:val="51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1.1.2.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  в  сельских поселениях (</w:t>
            </w:r>
            <w:proofErr w:type="gramStart"/>
            <w:r w:rsidRPr="00BF25D8">
              <w:rPr>
                <w:sz w:val="22"/>
                <w:szCs w:val="22"/>
              </w:rPr>
              <w:t>среднегодовая</w:t>
            </w:r>
            <w:proofErr w:type="gramEnd"/>
            <w:r w:rsidRPr="00BF25D8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gridSpan w:val="3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11,95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11,98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11,92</w:t>
            </w:r>
          </w:p>
        </w:tc>
        <w:tc>
          <w:tcPr>
            <w:tcW w:w="184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11,86</w:t>
            </w:r>
          </w:p>
        </w:tc>
        <w:tc>
          <w:tcPr>
            <w:tcW w:w="1843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11,80</w:t>
            </w:r>
          </w:p>
        </w:tc>
      </w:tr>
      <w:tr w:rsidR="00B73BF2" w:rsidRPr="00BF25D8" w:rsidTr="006E540A">
        <w:trPr>
          <w:trHeight w:val="345"/>
        </w:trPr>
        <w:tc>
          <w:tcPr>
            <w:tcW w:w="816" w:type="dxa"/>
            <w:hideMark/>
          </w:tcPr>
          <w:p w:rsidR="00B73BF2" w:rsidRPr="00BF25D8" w:rsidRDefault="00B73BF2" w:rsidP="00B73BF2">
            <w:pPr>
              <w:rPr>
                <w:b/>
                <w:bCs/>
                <w:sz w:val="22"/>
                <w:szCs w:val="22"/>
              </w:rPr>
            </w:pPr>
            <w:r w:rsidRPr="00BF25D8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4176" w:type="dxa"/>
            <w:gridSpan w:val="15"/>
            <w:hideMark/>
          </w:tcPr>
          <w:p w:rsidR="00B73BF2" w:rsidRPr="00BF25D8" w:rsidRDefault="00B73BF2" w:rsidP="00B73BF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BF25D8">
              <w:rPr>
                <w:b/>
                <w:bCs/>
                <w:i/>
                <w:iCs/>
                <w:sz w:val="22"/>
                <w:szCs w:val="22"/>
              </w:rPr>
              <w:t>Труд</w:t>
            </w:r>
          </w:p>
        </w:tc>
      </w:tr>
      <w:tr w:rsidR="00BF25D8" w:rsidRPr="00BF25D8" w:rsidTr="006E540A">
        <w:trPr>
          <w:trHeight w:val="1305"/>
        </w:trPr>
        <w:tc>
          <w:tcPr>
            <w:tcW w:w="816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2.1.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Фонд оплаты труда работников предприятий, учреждений, учредителем которых является Администрация Заполярного района, в том числе:</w:t>
            </w:r>
          </w:p>
        </w:tc>
        <w:tc>
          <w:tcPr>
            <w:tcW w:w="1559" w:type="dxa"/>
            <w:gridSpan w:val="3"/>
            <w:vMerge w:val="restart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proofErr w:type="gramStart"/>
            <w:r w:rsidRPr="00BF25D8">
              <w:rPr>
                <w:i/>
                <w:iCs/>
                <w:sz w:val="22"/>
                <w:szCs w:val="22"/>
              </w:rPr>
              <w:t>млн</w:t>
            </w:r>
            <w:proofErr w:type="gramEnd"/>
            <w:r w:rsidRPr="00BF25D8">
              <w:rPr>
                <w:i/>
                <w:iCs/>
                <w:sz w:val="22"/>
                <w:szCs w:val="22"/>
              </w:rPr>
              <w:t xml:space="preserve"> руб.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485,20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596,68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581,31</w:t>
            </w:r>
          </w:p>
        </w:tc>
        <w:tc>
          <w:tcPr>
            <w:tcW w:w="184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597,60</w:t>
            </w:r>
          </w:p>
        </w:tc>
        <w:tc>
          <w:tcPr>
            <w:tcW w:w="184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614,40</w:t>
            </w:r>
          </w:p>
        </w:tc>
      </w:tr>
      <w:tr w:rsidR="00BF25D8" w:rsidRPr="00BF25D8" w:rsidTr="006E540A">
        <w:trPr>
          <w:trHeight w:val="375"/>
        </w:trPr>
        <w:tc>
          <w:tcPr>
            <w:tcW w:w="816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2.1.1.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 МП ЗР «Севержилкомсервис»</w:t>
            </w:r>
          </w:p>
        </w:tc>
        <w:tc>
          <w:tcPr>
            <w:tcW w:w="1559" w:type="dxa"/>
            <w:gridSpan w:val="3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447,60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489,20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503,90</w:t>
            </w:r>
          </w:p>
        </w:tc>
        <w:tc>
          <w:tcPr>
            <w:tcW w:w="184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519,00</w:t>
            </w:r>
          </w:p>
        </w:tc>
        <w:tc>
          <w:tcPr>
            <w:tcW w:w="184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534,60</w:t>
            </w:r>
          </w:p>
        </w:tc>
      </w:tr>
      <w:tr w:rsidR="00BF25D8" w:rsidRPr="00BF25D8" w:rsidTr="006E540A">
        <w:trPr>
          <w:trHeight w:val="390"/>
        </w:trPr>
        <w:tc>
          <w:tcPr>
            <w:tcW w:w="816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2.1.2.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 МП ЗР «Северная транспортная  компания»</w:t>
            </w:r>
          </w:p>
        </w:tc>
        <w:tc>
          <w:tcPr>
            <w:tcW w:w="1559" w:type="dxa"/>
            <w:gridSpan w:val="3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8,10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14,08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19,80</w:t>
            </w:r>
          </w:p>
        </w:tc>
        <w:tc>
          <w:tcPr>
            <w:tcW w:w="184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20,50</w:t>
            </w:r>
          </w:p>
        </w:tc>
        <w:tc>
          <w:tcPr>
            <w:tcW w:w="184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21,30</w:t>
            </w:r>
          </w:p>
        </w:tc>
      </w:tr>
      <w:tr w:rsidR="00BF25D8" w:rsidRPr="00BF25D8" w:rsidTr="006E540A">
        <w:trPr>
          <w:trHeight w:val="360"/>
        </w:trPr>
        <w:tc>
          <w:tcPr>
            <w:tcW w:w="816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lastRenderedPageBreak/>
              <w:t>2.1.3.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 МУП  ЗР «Амдермасервис»</w:t>
            </w:r>
          </w:p>
        </w:tc>
        <w:tc>
          <w:tcPr>
            <w:tcW w:w="1559" w:type="dxa"/>
            <w:gridSpan w:val="3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60,00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23,01</w:t>
            </w:r>
          </w:p>
        </w:tc>
        <w:tc>
          <w:tcPr>
            <w:tcW w:w="184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23,50</w:t>
            </w:r>
          </w:p>
        </w:tc>
        <w:tc>
          <w:tcPr>
            <w:tcW w:w="184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23,90</w:t>
            </w:r>
          </w:p>
        </w:tc>
      </w:tr>
      <w:tr w:rsidR="00BF25D8" w:rsidRPr="00BF25D8" w:rsidTr="006E540A">
        <w:trPr>
          <w:trHeight w:val="375"/>
        </w:trPr>
        <w:tc>
          <w:tcPr>
            <w:tcW w:w="816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2.1.4.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МКУ «Северное»</w:t>
            </w:r>
          </w:p>
        </w:tc>
        <w:tc>
          <w:tcPr>
            <w:tcW w:w="1559" w:type="dxa"/>
            <w:gridSpan w:val="3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29,50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33,40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34,60</w:t>
            </w:r>
          </w:p>
        </w:tc>
        <w:tc>
          <w:tcPr>
            <w:tcW w:w="184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34,60</w:t>
            </w:r>
          </w:p>
        </w:tc>
        <w:tc>
          <w:tcPr>
            <w:tcW w:w="184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34,60</w:t>
            </w:r>
          </w:p>
        </w:tc>
      </w:tr>
      <w:tr w:rsidR="00BF25D8" w:rsidRPr="00BF25D8" w:rsidTr="006E540A">
        <w:trPr>
          <w:trHeight w:val="1560"/>
        </w:trPr>
        <w:tc>
          <w:tcPr>
            <w:tcW w:w="816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2.2.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Среднесписочная численность работников (без внешних совместителей) предприятий и учреждений, учредителем которых является Администрация Заполярного района, в том числе:</w:t>
            </w:r>
          </w:p>
        </w:tc>
        <w:tc>
          <w:tcPr>
            <w:tcW w:w="1559" w:type="dxa"/>
            <w:gridSpan w:val="3"/>
            <w:vMerge w:val="restart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тыс. чел.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0,750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0,817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0,791</w:t>
            </w:r>
          </w:p>
        </w:tc>
        <w:tc>
          <w:tcPr>
            <w:tcW w:w="184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0,791</w:t>
            </w:r>
          </w:p>
        </w:tc>
        <w:tc>
          <w:tcPr>
            <w:tcW w:w="184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0,791</w:t>
            </w:r>
          </w:p>
        </w:tc>
      </w:tr>
      <w:tr w:rsidR="00BF25D8" w:rsidRPr="00BF25D8" w:rsidTr="006E540A">
        <w:trPr>
          <w:trHeight w:val="390"/>
        </w:trPr>
        <w:tc>
          <w:tcPr>
            <w:tcW w:w="816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2.2.1.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 МП ЗР «Севержилкомсервис»</w:t>
            </w:r>
          </w:p>
        </w:tc>
        <w:tc>
          <w:tcPr>
            <w:tcW w:w="1559" w:type="dxa"/>
            <w:gridSpan w:val="3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0,700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0,700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0,700</w:t>
            </w:r>
          </w:p>
        </w:tc>
        <w:tc>
          <w:tcPr>
            <w:tcW w:w="184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0,700</w:t>
            </w:r>
          </w:p>
        </w:tc>
        <w:tc>
          <w:tcPr>
            <w:tcW w:w="184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0,700</w:t>
            </w:r>
          </w:p>
        </w:tc>
      </w:tr>
      <w:tr w:rsidR="00BF25D8" w:rsidRPr="00BF25D8" w:rsidTr="006E540A">
        <w:trPr>
          <w:trHeight w:val="390"/>
        </w:trPr>
        <w:tc>
          <w:tcPr>
            <w:tcW w:w="816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2.2.2.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 МП ЗР «Северная транспортная  компания»</w:t>
            </w:r>
          </w:p>
        </w:tc>
        <w:tc>
          <w:tcPr>
            <w:tcW w:w="1559" w:type="dxa"/>
            <w:gridSpan w:val="3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0,010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0,013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0,017</w:t>
            </w:r>
          </w:p>
        </w:tc>
        <w:tc>
          <w:tcPr>
            <w:tcW w:w="184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0,017</w:t>
            </w:r>
          </w:p>
        </w:tc>
        <w:tc>
          <w:tcPr>
            <w:tcW w:w="184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0,017</w:t>
            </w:r>
          </w:p>
        </w:tc>
      </w:tr>
      <w:tr w:rsidR="00BF25D8" w:rsidRPr="00BF25D8" w:rsidTr="006E540A">
        <w:trPr>
          <w:trHeight w:val="420"/>
        </w:trPr>
        <w:tc>
          <w:tcPr>
            <w:tcW w:w="816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2.2.3.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 МУП  ЗР «Амдермасервис»</w:t>
            </w:r>
          </w:p>
        </w:tc>
        <w:tc>
          <w:tcPr>
            <w:tcW w:w="1559" w:type="dxa"/>
            <w:gridSpan w:val="3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0,064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0,034</w:t>
            </w:r>
          </w:p>
        </w:tc>
        <w:tc>
          <w:tcPr>
            <w:tcW w:w="184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0,034</w:t>
            </w:r>
          </w:p>
        </w:tc>
        <w:tc>
          <w:tcPr>
            <w:tcW w:w="184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0,034</w:t>
            </w:r>
          </w:p>
        </w:tc>
      </w:tr>
      <w:tr w:rsidR="00BF25D8" w:rsidRPr="00BF25D8" w:rsidTr="006E540A">
        <w:trPr>
          <w:trHeight w:val="390"/>
        </w:trPr>
        <w:tc>
          <w:tcPr>
            <w:tcW w:w="816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2.2.4.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МКУ «Северное»</w:t>
            </w:r>
          </w:p>
        </w:tc>
        <w:tc>
          <w:tcPr>
            <w:tcW w:w="1559" w:type="dxa"/>
            <w:gridSpan w:val="3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0,040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0,040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0,040</w:t>
            </w:r>
          </w:p>
        </w:tc>
        <w:tc>
          <w:tcPr>
            <w:tcW w:w="184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0,040</w:t>
            </w:r>
          </w:p>
        </w:tc>
        <w:tc>
          <w:tcPr>
            <w:tcW w:w="184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0,040</w:t>
            </w:r>
          </w:p>
        </w:tc>
      </w:tr>
      <w:tr w:rsidR="00BF25D8" w:rsidRPr="00BF25D8" w:rsidTr="006E540A">
        <w:trPr>
          <w:trHeight w:val="64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2.3.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Среднемесячная номинальная начисленная заработная плата работников</w:t>
            </w:r>
            <w:proofErr w:type="gramStart"/>
            <w:r w:rsidRPr="00BF25D8">
              <w:rPr>
                <w:sz w:val="22"/>
                <w:szCs w:val="22"/>
              </w:rPr>
              <w:t xml:space="preserve"> ,</w:t>
            </w:r>
            <w:proofErr w:type="gramEnd"/>
            <w:r w:rsidRPr="00BF25D8">
              <w:rPr>
                <w:sz w:val="22"/>
                <w:szCs w:val="22"/>
              </w:rPr>
              <w:t xml:space="preserve"> в том числе:</w:t>
            </w:r>
          </w:p>
        </w:tc>
        <w:tc>
          <w:tcPr>
            <w:tcW w:w="1559" w:type="dxa"/>
            <w:gridSpan w:val="3"/>
            <w:vMerge w:val="restart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рублей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 </w:t>
            </w:r>
          </w:p>
        </w:tc>
      </w:tr>
      <w:tr w:rsidR="00BF25D8" w:rsidRPr="00BF25D8" w:rsidTr="006E540A">
        <w:trPr>
          <w:trHeight w:val="3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2.3.1.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 МП ЗР «Севержилкомсервис»</w:t>
            </w:r>
          </w:p>
        </w:tc>
        <w:tc>
          <w:tcPr>
            <w:tcW w:w="1559" w:type="dxa"/>
            <w:gridSpan w:val="3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53 365,30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56 390,40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58 082,10</w:t>
            </w:r>
          </w:p>
        </w:tc>
        <w:tc>
          <w:tcPr>
            <w:tcW w:w="184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59 824,60</w:t>
            </w:r>
          </w:p>
        </w:tc>
        <w:tc>
          <w:tcPr>
            <w:tcW w:w="1843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61 619,40</w:t>
            </w:r>
          </w:p>
        </w:tc>
      </w:tr>
      <w:tr w:rsidR="00BF25D8" w:rsidRPr="00BF25D8" w:rsidTr="006E540A">
        <w:trPr>
          <w:trHeight w:val="3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2.3.2.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 МП ЗР «Северная транспортная  компания»</w:t>
            </w:r>
          </w:p>
        </w:tc>
        <w:tc>
          <w:tcPr>
            <w:tcW w:w="1559" w:type="dxa"/>
            <w:gridSpan w:val="3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67 499,28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90 277,69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97 254,82</w:t>
            </w:r>
          </w:p>
        </w:tc>
        <w:tc>
          <w:tcPr>
            <w:tcW w:w="184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100 490,20</w:t>
            </w:r>
          </w:p>
        </w:tc>
        <w:tc>
          <w:tcPr>
            <w:tcW w:w="1843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104 411,76</w:t>
            </w:r>
          </w:p>
        </w:tc>
      </w:tr>
      <w:tr w:rsidR="00BF25D8" w:rsidRPr="00BF25D8" w:rsidTr="006E540A">
        <w:trPr>
          <w:trHeight w:val="39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2.3.3.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 МУП  ЗР «Амдермасервис»</w:t>
            </w:r>
          </w:p>
        </w:tc>
        <w:tc>
          <w:tcPr>
            <w:tcW w:w="1559" w:type="dxa"/>
            <w:gridSpan w:val="3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78 125,00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56 617,00</w:t>
            </w:r>
          </w:p>
        </w:tc>
        <w:tc>
          <w:tcPr>
            <w:tcW w:w="184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57 598,00</w:t>
            </w:r>
          </w:p>
        </w:tc>
        <w:tc>
          <w:tcPr>
            <w:tcW w:w="1843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58 578,00</w:t>
            </w:r>
          </w:p>
        </w:tc>
      </w:tr>
      <w:tr w:rsidR="00BF25D8" w:rsidRPr="00BF25D8" w:rsidTr="006E540A">
        <w:trPr>
          <w:trHeight w:val="3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2.3.4.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МКУ «Северное»</w:t>
            </w:r>
          </w:p>
        </w:tc>
        <w:tc>
          <w:tcPr>
            <w:tcW w:w="1559" w:type="dxa"/>
            <w:gridSpan w:val="3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64 625,66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64 685,07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66 980,63</w:t>
            </w:r>
          </w:p>
        </w:tc>
        <w:tc>
          <w:tcPr>
            <w:tcW w:w="184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66 980,63</w:t>
            </w:r>
          </w:p>
        </w:tc>
        <w:tc>
          <w:tcPr>
            <w:tcW w:w="1843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66 980,63</w:t>
            </w:r>
          </w:p>
        </w:tc>
      </w:tr>
      <w:tr w:rsidR="00B73BF2" w:rsidRPr="00BF25D8" w:rsidTr="006E540A">
        <w:trPr>
          <w:trHeight w:val="37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b/>
                <w:bCs/>
                <w:sz w:val="22"/>
                <w:szCs w:val="22"/>
              </w:rPr>
            </w:pPr>
            <w:r w:rsidRPr="00BF25D8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4176" w:type="dxa"/>
            <w:gridSpan w:val="15"/>
            <w:hideMark/>
          </w:tcPr>
          <w:p w:rsidR="00B73BF2" w:rsidRPr="00BF25D8" w:rsidRDefault="00B73BF2" w:rsidP="00B73BF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BF25D8">
              <w:rPr>
                <w:b/>
                <w:bCs/>
                <w:i/>
                <w:iCs/>
                <w:sz w:val="22"/>
                <w:szCs w:val="22"/>
              </w:rPr>
              <w:t xml:space="preserve">Жилищно-коммунальное хозяйство </w:t>
            </w:r>
          </w:p>
        </w:tc>
      </w:tr>
      <w:tr w:rsidR="00B73BF2" w:rsidRPr="00BF25D8" w:rsidTr="006E540A">
        <w:trPr>
          <w:trHeight w:val="49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3.1.</w:t>
            </w:r>
          </w:p>
        </w:tc>
        <w:tc>
          <w:tcPr>
            <w:tcW w:w="14176" w:type="dxa"/>
            <w:gridSpan w:val="15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Топливо, завозимое коммунальными организациями в сельские поселения НАО, в том числе:</w:t>
            </w:r>
          </w:p>
        </w:tc>
      </w:tr>
      <w:tr w:rsidR="00BF25D8" w:rsidRPr="00BF25D8" w:rsidTr="006E540A">
        <w:trPr>
          <w:trHeight w:val="31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3.1.1.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   уголь</w:t>
            </w:r>
          </w:p>
        </w:tc>
        <w:tc>
          <w:tcPr>
            <w:tcW w:w="1559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т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21 656,30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26 830,25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26 830,25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26 830,25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26 830,25</w:t>
            </w:r>
          </w:p>
        </w:tc>
      </w:tr>
      <w:tr w:rsidR="00BF25D8" w:rsidRPr="00BF25D8" w:rsidTr="006E540A">
        <w:trPr>
          <w:trHeight w:val="42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3.1.2.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   дизельное топливо</w:t>
            </w:r>
          </w:p>
        </w:tc>
        <w:tc>
          <w:tcPr>
            <w:tcW w:w="1559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т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7 774,00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9 467,00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9 467,00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9 467,00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9 467,00</w:t>
            </w:r>
          </w:p>
        </w:tc>
      </w:tr>
      <w:tr w:rsidR="00BF25D8" w:rsidRPr="00BF25D8" w:rsidTr="006E540A">
        <w:trPr>
          <w:trHeight w:val="31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3.1.3.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   дрова</w:t>
            </w:r>
          </w:p>
        </w:tc>
        <w:tc>
          <w:tcPr>
            <w:tcW w:w="1559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куб </w:t>
            </w:r>
            <w:proofErr w:type="gramStart"/>
            <w:r w:rsidRPr="00BF25D8">
              <w:rPr>
                <w:i/>
                <w:iCs/>
                <w:sz w:val="22"/>
                <w:szCs w:val="22"/>
              </w:rPr>
              <w:t>м</w:t>
            </w:r>
            <w:proofErr w:type="gramEnd"/>
            <w:r w:rsidRPr="00BF25D8">
              <w:rPr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9 986,00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10 584,00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9 984,00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9 984,00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9 984,00</w:t>
            </w:r>
          </w:p>
        </w:tc>
      </w:tr>
      <w:tr w:rsidR="00BF25D8" w:rsidRPr="00BF25D8" w:rsidTr="006E540A">
        <w:trPr>
          <w:trHeight w:val="42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3.1.4.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топливные брикеты</w:t>
            </w:r>
          </w:p>
        </w:tc>
        <w:tc>
          <w:tcPr>
            <w:tcW w:w="1559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т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300,00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300,00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300,00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300,00</w:t>
            </w:r>
          </w:p>
        </w:tc>
      </w:tr>
      <w:tr w:rsidR="00BF25D8" w:rsidRPr="00BF25D8" w:rsidTr="006E540A">
        <w:trPr>
          <w:trHeight w:val="37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3.2.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Стоимость каменного угля для </w:t>
            </w:r>
            <w:r w:rsidRPr="00BF25D8">
              <w:rPr>
                <w:sz w:val="22"/>
                <w:szCs w:val="22"/>
              </w:rPr>
              <w:lastRenderedPageBreak/>
              <w:t>населения</w:t>
            </w:r>
          </w:p>
        </w:tc>
        <w:tc>
          <w:tcPr>
            <w:tcW w:w="1559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lastRenderedPageBreak/>
              <w:t>руб/т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2 365,35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2365,35/2483,6</w:t>
            </w:r>
            <w:r w:rsidRPr="00BF25D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lastRenderedPageBreak/>
              <w:t>2483,62/2582,</w:t>
            </w:r>
            <w:r w:rsidRPr="00BF25D8">
              <w:rPr>
                <w:sz w:val="22"/>
                <w:szCs w:val="22"/>
              </w:rPr>
              <w:lastRenderedPageBreak/>
              <w:t>96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lastRenderedPageBreak/>
              <w:t>2582,96/2686,28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2686,28/2793,73</w:t>
            </w:r>
          </w:p>
        </w:tc>
      </w:tr>
      <w:tr w:rsidR="00BF25D8" w:rsidRPr="00BF25D8" w:rsidTr="006E540A">
        <w:trPr>
          <w:trHeight w:val="63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lastRenderedPageBreak/>
              <w:t>3.3.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Стоимость дров отопительных для населения</w:t>
            </w:r>
          </w:p>
        </w:tc>
        <w:tc>
          <w:tcPr>
            <w:tcW w:w="1559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руб/куб </w:t>
            </w:r>
            <w:proofErr w:type="gramStart"/>
            <w:r w:rsidRPr="00BF25D8">
              <w:rPr>
                <w:i/>
                <w:i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1 384,27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1384,27/1453,48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1453,48/1511,62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1511,62/1572,08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1572,08/1634,97</w:t>
            </w:r>
          </w:p>
        </w:tc>
      </w:tr>
      <w:tr w:rsidR="00BF25D8" w:rsidRPr="00BF25D8" w:rsidTr="006E540A">
        <w:trPr>
          <w:trHeight w:val="63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3.4.</w:t>
            </w:r>
          </w:p>
        </w:tc>
        <w:tc>
          <w:tcPr>
            <w:tcW w:w="3687" w:type="dxa"/>
            <w:gridSpan w:val="3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Стоимость топливных брикетов для населения</w:t>
            </w:r>
          </w:p>
        </w:tc>
        <w:tc>
          <w:tcPr>
            <w:tcW w:w="1559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руб/кг.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3,76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3,76/3,91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3,91/4,07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4,07/4,23</w:t>
            </w:r>
          </w:p>
        </w:tc>
      </w:tr>
      <w:tr w:rsidR="00B73BF2" w:rsidRPr="00BF25D8" w:rsidTr="006E540A">
        <w:trPr>
          <w:trHeight w:val="43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3.7.</w:t>
            </w:r>
          </w:p>
        </w:tc>
        <w:tc>
          <w:tcPr>
            <w:tcW w:w="14176" w:type="dxa"/>
            <w:gridSpan w:val="15"/>
            <w:hideMark/>
          </w:tcPr>
          <w:p w:rsidR="00B73BF2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Тарифы на электроэнергию  (с НДС)(1 полугодие/2 полугодие):</w:t>
            </w:r>
          </w:p>
          <w:p w:rsidR="00BF25D8" w:rsidRPr="00BF25D8" w:rsidRDefault="00BF25D8">
            <w:pPr>
              <w:rPr>
                <w:sz w:val="22"/>
                <w:szCs w:val="22"/>
              </w:rPr>
            </w:pPr>
          </w:p>
        </w:tc>
      </w:tr>
      <w:tr w:rsidR="00BF25D8" w:rsidRPr="00BF25D8" w:rsidTr="006E540A">
        <w:trPr>
          <w:trHeight w:val="34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3.7.1.</w:t>
            </w:r>
          </w:p>
        </w:tc>
        <w:tc>
          <w:tcPr>
            <w:tcW w:w="2411" w:type="dxa"/>
            <w:gridSpan w:val="2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«Поселок Амдерма» НАО</w:t>
            </w:r>
          </w:p>
        </w:tc>
        <w:tc>
          <w:tcPr>
            <w:tcW w:w="1519" w:type="dxa"/>
            <w:gridSpan w:val="2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 w:val="restart"/>
            <w:textDirection w:val="btLr"/>
            <w:hideMark/>
          </w:tcPr>
          <w:p w:rsidR="00B73BF2" w:rsidRPr="00BF25D8" w:rsidRDefault="00BF25D8" w:rsidP="00B73BF2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                                                            </w:t>
            </w:r>
            <w:r w:rsidR="00B73BF2" w:rsidRPr="00BF25D8">
              <w:rPr>
                <w:i/>
                <w:iCs/>
                <w:sz w:val="22"/>
                <w:szCs w:val="22"/>
              </w:rPr>
              <w:t>руб./кВт*</w:t>
            </w:r>
            <w:proofErr w:type="gramStart"/>
            <w:r w:rsidR="00B73BF2" w:rsidRPr="00BF25D8">
              <w:rPr>
                <w:i/>
                <w:iCs/>
                <w:sz w:val="22"/>
                <w:szCs w:val="22"/>
              </w:rPr>
              <w:t>ч</w:t>
            </w:r>
            <w:proofErr w:type="gramEnd"/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3,23/3,4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3,40/3,56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3,56/3,70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3,70/3,85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3,85/4,0</w:t>
            </w:r>
          </w:p>
        </w:tc>
      </w:tr>
      <w:tr w:rsidR="00BF25D8" w:rsidRPr="00BF25D8" w:rsidTr="006E540A">
        <w:trPr>
          <w:trHeight w:val="34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2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38,51/41,2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41,2/42,72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40,06/57,94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50,45/52,47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52,47/54,57</w:t>
            </w:r>
          </w:p>
        </w:tc>
      </w:tr>
      <w:tr w:rsidR="00BF25D8" w:rsidRPr="00BF25D8" w:rsidTr="006E540A">
        <w:trPr>
          <w:trHeight w:val="330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3.7.2.</w:t>
            </w:r>
          </w:p>
        </w:tc>
        <w:tc>
          <w:tcPr>
            <w:tcW w:w="2411" w:type="dxa"/>
            <w:gridSpan w:val="2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«Поселок Искателей» НАО</w:t>
            </w:r>
          </w:p>
        </w:tc>
        <w:tc>
          <w:tcPr>
            <w:tcW w:w="1519" w:type="dxa"/>
            <w:gridSpan w:val="2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3,23/3,4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3,40/3,56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3,56/3,70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3,70/3,85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3,85/4,0</w:t>
            </w:r>
          </w:p>
        </w:tc>
      </w:tr>
      <w:tr w:rsidR="00BF25D8" w:rsidRPr="00BF25D8" w:rsidTr="006E540A">
        <w:trPr>
          <w:trHeight w:val="270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2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5,87/6,01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6,01/6,04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6,04/6,73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6,73/7,0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7,0/7,27</w:t>
            </w:r>
          </w:p>
        </w:tc>
      </w:tr>
      <w:tr w:rsidR="00BF25D8" w:rsidRPr="00BF25D8" w:rsidTr="006E540A">
        <w:trPr>
          <w:trHeight w:val="360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3.7.3.</w:t>
            </w:r>
          </w:p>
        </w:tc>
        <w:tc>
          <w:tcPr>
            <w:tcW w:w="2411" w:type="dxa"/>
            <w:gridSpan w:val="2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</w:t>
            </w:r>
            <w:proofErr w:type="spellStart"/>
            <w:r w:rsidRPr="00BF25D8">
              <w:rPr>
                <w:sz w:val="22"/>
                <w:szCs w:val="22"/>
              </w:rPr>
              <w:t>Андегский</w:t>
            </w:r>
            <w:proofErr w:type="spellEnd"/>
            <w:r w:rsidRPr="00BF25D8">
              <w:rPr>
                <w:sz w:val="22"/>
                <w:szCs w:val="22"/>
              </w:rPr>
              <w:t xml:space="preserve"> сельсовет» НАО   </w:t>
            </w:r>
          </w:p>
        </w:tc>
        <w:tc>
          <w:tcPr>
            <w:tcW w:w="1519" w:type="dxa"/>
            <w:gridSpan w:val="2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3,23/3,4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3,40/3,56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3,56/3,70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3,70/3,85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3,85/4,0</w:t>
            </w:r>
          </w:p>
        </w:tc>
      </w:tr>
      <w:tr w:rsidR="00BF25D8" w:rsidRPr="00BF25D8" w:rsidTr="006E540A">
        <w:trPr>
          <w:trHeight w:val="300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2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38,51/39,6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38,81/40,06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40,06/57,94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50,45/52,47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52,47/54,57</w:t>
            </w:r>
          </w:p>
        </w:tc>
      </w:tr>
      <w:tr w:rsidR="00BF25D8" w:rsidRPr="00BF25D8" w:rsidTr="006E540A">
        <w:trPr>
          <w:trHeight w:val="34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3.7.4.</w:t>
            </w:r>
          </w:p>
        </w:tc>
        <w:tc>
          <w:tcPr>
            <w:tcW w:w="2411" w:type="dxa"/>
            <w:gridSpan w:val="2"/>
            <w:vMerge w:val="restart"/>
            <w:hideMark/>
          </w:tcPr>
          <w:p w:rsidR="00B73BF2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МО «Великовисочный сельсовет» НАО </w:t>
            </w:r>
          </w:p>
          <w:p w:rsidR="00BF25D8" w:rsidRPr="00BF25D8" w:rsidRDefault="00BF25D8" w:rsidP="00B73BF2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2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3,23/3,4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3,40/3,56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3,56/3,70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3,70/3,85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3,85/4,0</w:t>
            </w:r>
          </w:p>
        </w:tc>
      </w:tr>
      <w:tr w:rsidR="00BF25D8" w:rsidRPr="00BF25D8" w:rsidTr="006E540A">
        <w:trPr>
          <w:trHeight w:val="300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2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38,51/39,6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38,81/40,06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40,06/57,94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50,45/52,47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52,47/54,57</w:t>
            </w:r>
          </w:p>
        </w:tc>
      </w:tr>
      <w:tr w:rsidR="00BF25D8" w:rsidRPr="00BF25D8" w:rsidTr="006E540A">
        <w:trPr>
          <w:trHeight w:val="330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3.7.5.</w:t>
            </w:r>
          </w:p>
        </w:tc>
        <w:tc>
          <w:tcPr>
            <w:tcW w:w="2411" w:type="dxa"/>
            <w:gridSpan w:val="2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МО «Канинский сельсовет» НАО              </w:t>
            </w:r>
          </w:p>
        </w:tc>
        <w:tc>
          <w:tcPr>
            <w:tcW w:w="1519" w:type="dxa"/>
            <w:gridSpan w:val="2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3,23/3,4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3,40/3,56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3,56/3,70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3,70/3,85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3,85/4,0</w:t>
            </w:r>
          </w:p>
        </w:tc>
      </w:tr>
      <w:tr w:rsidR="00BF25D8" w:rsidRPr="00BF25D8" w:rsidTr="006E540A">
        <w:trPr>
          <w:trHeight w:val="34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2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38,51/39,6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38,81/40,06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40,06/57,94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50,45/52,47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52,47/54,57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3.7.6.</w:t>
            </w:r>
          </w:p>
        </w:tc>
        <w:tc>
          <w:tcPr>
            <w:tcW w:w="2411" w:type="dxa"/>
            <w:gridSpan w:val="2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«Карский сельсовет» НАО</w:t>
            </w:r>
          </w:p>
        </w:tc>
        <w:tc>
          <w:tcPr>
            <w:tcW w:w="1519" w:type="dxa"/>
            <w:gridSpan w:val="2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3,23/3,4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3,40/3,56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3,56/3,70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3,70/3,85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3,85/4,0</w:t>
            </w:r>
          </w:p>
        </w:tc>
      </w:tr>
      <w:tr w:rsidR="00BF25D8" w:rsidRPr="00BF25D8" w:rsidTr="006E540A">
        <w:trPr>
          <w:trHeight w:val="31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2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38,51/39,6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38,81/40,06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40,06/57,94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50,45/52,47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52,47/54,57</w:t>
            </w:r>
          </w:p>
        </w:tc>
      </w:tr>
      <w:tr w:rsidR="00BF25D8" w:rsidRPr="00BF25D8" w:rsidTr="006E540A">
        <w:trPr>
          <w:trHeight w:val="360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3.7.7.</w:t>
            </w:r>
          </w:p>
        </w:tc>
        <w:tc>
          <w:tcPr>
            <w:tcW w:w="2411" w:type="dxa"/>
            <w:gridSpan w:val="2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«Колгуевский сельсовет» НАО</w:t>
            </w:r>
          </w:p>
        </w:tc>
        <w:tc>
          <w:tcPr>
            <w:tcW w:w="1519" w:type="dxa"/>
            <w:gridSpan w:val="2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3,23/3,4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3,40/3,56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3,56/3,70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3,70/3,85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3,85/4,0</w:t>
            </w:r>
          </w:p>
        </w:tc>
      </w:tr>
      <w:tr w:rsidR="00BF25D8" w:rsidRPr="00BF25D8" w:rsidTr="006E540A">
        <w:trPr>
          <w:trHeight w:val="300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2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38,51/39,6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38,81/40,06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40,06/57,94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50,45/52,47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52,47/54,57</w:t>
            </w:r>
          </w:p>
        </w:tc>
      </w:tr>
      <w:tr w:rsidR="00BF25D8" w:rsidRPr="00BF25D8" w:rsidTr="006E540A">
        <w:trPr>
          <w:trHeight w:val="330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3.7.8.</w:t>
            </w:r>
          </w:p>
        </w:tc>
        <w:tc>
          <w:tcPr>
            <w:tcW w:w="2411" w:type="dxa"/>
            <w:gridSpan w:val="2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МО «Коткинский сельсовет» НАО     </w:t>
            </w:r>
          </w:p>
        </w:tc>
        <w:tc>
          <w:tcPr>
            <w:tcW w:w="1519" w:type="dxa"/>
            <w:gridSpan w:val="2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3,23/3,4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3,40/3,56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3,56/3,70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3,70/3,85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3,85/4,0</w:t>
            </w:r>
          </w:p>
        </w:tc>
      </w:tr>
      <w:tr w:rsidR="00BF25D8" w:rsidRPr="00BF25D8" w:rsidTr="006E540A">
        <w:trPr>
          <w:trHeight w:val="330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2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38,51/39,6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38,81/40,06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40,06/57,94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50,45/52,47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52,47/54,57</w:t>
            </w:r>
          </w:p>
        </w:tc>
      </w:tr>
      <w:tr w:rsidR="00BF25D8" w:rsidRPr="00BF25D8" w:rsidTr="006E540A">
        <w:trPr>
          <w:trHeight w:val="37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3.7.9.</w:t>
            </w:r>
          </w:p>
        </w:tc>
        <w:tc>
          <w:tcPr>
            <w:tcW w:w="2411" w:type="dxa"/>
            <w:gridSpan w:val="2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«Малоземельский сельсовет» НАО</w:t>
            </w:r>
          </w:p>
        </w:tc>
        <w:tc>
          <w:tcPr>
            <w:tcW w:w="1519" w:type="dxa"/>
            <w:gridSpan w:val="2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3,23/3,4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3,40/3,56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3,56/3,70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3,70/3,85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3,85/4,0</w:t>
            </w:r>
          </w:p>
        </w:tc>
      </w:tr>
      <w:tr w:rsidR="00BF25D8" w:rsidRPr="00BF25D8" w:rsidTr="006E540A">
        <w:trPr>
          <w:trHeight w:val="31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2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38,51/39,6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38,81/40,06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40,06/57,94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50,45/52,47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52,47/54,57</w:t>
            </w:r>
          </w:p>
        </w:tc>
      </w:tr>
      <w:tr w:rsidR="00BF25D8" w:rsidRPr="00BF25D8" w:rsidTr="006E540A">
        <w:trPr>
          <w:trHeight w:val="34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3.7.10.</w:t>
            </w:r>
          </w:p>
        </w:tc>
        <w:tc>
          <w:tcPr>
            <w:tcW w:w="2411" w:type="dxa"/>
            <w:gridSpan w:val="2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«Омский сельсовет» НАО</w:t>
            </w:r>
          </w:p>
        </w:tc>
        <w:tc>
          <w:tcPr>
            <w:tcW w:w="1519" w:type="dxa"/>
            <w:gridSpan w:val="2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3,23/3,4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3,40/3,56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3,56/3,70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3,70/3,85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3,85/4,0</w:t>
            </w:r>
          </w:p>
        </w:tc>
      </w:tr>
      <w:tr w:rsidR="00BF25D8" w:rsidRPr="00BF25D8" w:rsidTr="006E540A">
        <w:trPr>
          <w:trHeight w:val="31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2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38,51/39,6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38,81/40,06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40,06/57,94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50,45/52,47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52,47/54,57</w:t>
            </w:r>
          </w:p>
        </w:tc>
      </w:tr>
      <w:tr w:rsidR="00BF25D8" w:rsidRPr="00BF25D8" w:rsidTr="006E540A">
        <w:trPr>
          <w:trHeight w:val="360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lastRenderedPageBreak/>
              <w:t>3.7.11.</w:t>
            </w:r>
          </w:p>
        </w:tc>
        <w:tc>
          <w:tcPr>
            <w:tcW w:w="2411" w:type="dxa"/>
            <w:gridSpan w:val="2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МО «Пешский сельсовет» НАО     </w:t>
            </w:r>
          </w:p>
        </w:tc>
        <w:tc>
          <w:tcPr>
            <w:tcW w:w="1519" w:type="dxa"/>
            <w:gridSpan w:val="2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 w:val="restart"/>
            <w:textDirection w:val="btLr"/>
            <w:hideMark/>
          </w:tcPr>
          <w:p w:rsidR="00B73BF2" w:rsidRPr="00BF25D8" w:rsidRDefault="00BF25D8" w:rsidP="00B73BF2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Cs w:val="22"/>
              </w:rPr>
              <w:t xml:space="preserve">                                                                          </w:t>
            </w:r>
            <w:r w:rsidRPr="00BF25D8">
              <w:rPr>
                <w:i/>
                <w:iCs/>
                <w:szCs w:val="22"/>
              </w:rPr>
              <w:t>руб./кВт*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3,23/3,4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3,40/3,56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3,56/3,70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3,70/3,85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3,85/4,0</w:t>
            </w:r>
          </w:p>
        </w:tc>
      </w:tr>
      <w:tr w:rsidR="00BF25D8" w:rsidRPr="00BF25D8" w:rsidTr="006E540A">
        <w:trPr>
          <w:trHeight w:val="34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2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38,51/39,6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38,81/40,06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40,06/57,94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50,45/52,47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52,47/54,57</w:t>
            </w:r>
          </w:p>
        </w:tc>
      </w:tr>
      <w:tr w:rsidR="00BF25D8" w:rsidRPr="00BF25D8" w:rsidTr="006E540A">
        <w:trPr>
          <w:trHeight w:val="34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3.7.12.</w:t>
            </w:r>
          </w:p>
        </w:tc>
        <w:tc>
          <w:tcPr>
            <w:tcW w:w="2411" w:type="dxa"/>
            <w:gridSpan w:val="2"/>
            <w:vMerge w:val="restart"/>
            <w:hideMark/>
          </w:tcPr>
          <w:p w:rsidR="00B73BF2" w:rsidRPr="00BF25D8" w:rsidRDefault="00BF25D8" w:rsidP="00B73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«Приморско-К</w:t>
            </w:r>
            <w:r w:rsidR="00B73BF2" w:rsidRPr="00BF25D8">
              <w:rPr>
                <w:sz w:val="22"/>
                <w:szCs w:val="22"/>
              </w:rPr>
              <w:t xml:space="preserve">уйский сельсовет» НАО   </w:t>
            </w:r>
          </w:p>
        </w:tc>
        <w:tc>
          <w:tcPr>
            <w:tcW w:w="1519" w:type="dxa"/>
            <w:gridSpan w:val="2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3,23/3,4</w:t>
            </w:r>
          </w:p>
          <w:p w:rsidR="00BF25D8" w:rsidRPr="00BF25D8" w:rsidRDefault="00BF25D8" w:rsidP="00B73BF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3,40/3,56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3,56/3,70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3,70/3,85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3,85/4,0</w:t>
            </w:r>
          </w:p>
        </w:tc>
      </w:tr>
      <w:tr w:rsidR="00BF25D8" w:rsidRPr="00BF25D8" w:rsidTr="006E540A">
        <w:trPr>
          <w:trHeight w:val="34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2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5,87/6,01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6,01/6,04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6,04/6,73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6,73/7,0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7,0/7,27</w:t>
            </w:r>
          </w:p>
        </w:tc>
      </w:tr>
      <w:tr w:rsidR="00BF25D8" w:rsidRPr="00BF25D8" w:rsidTr="006E540A">
        <w:trPr>
          <w:trHeight w:val="360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3.7.13.</w:t>
            </w:r>
          </w:p>
        </w:tc>
        <w:tc>
          <w:tcPr>
            <w:tcW w:w="2411" w:type="dxa"/>
            <w:gridSpan w:val="2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МО «Пустозерский сельсовет» НАО      </w:t>
            </w:r>
          </w:p>
        </w:tc>
        <w:tc>
          <w:tcPr>
            <w:tcW w:w="1519" w:type="dxa"/>
            <w:gridSpan w:val="2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3,23/3,4</w:t>
            </w:r>
          </w:p>
          <w:p w:rsidR="00BF25D8" w:rsidRPr="00BF25D8" w:rsidRDefault="00BF25D8" w:rsidP="00B73BF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3,40/3,56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3,56/3,70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3,70/3,85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3,85/4,0</w:t>
            </w:r>
          </w:p>
        </w:tc>
      </w:tr>
      <w:tr w:rsidR="00BF25D8" w:rsidRPr="00BF25D8" w:rsidTr="006E540A">
        <w:trPr>
          <w:trHeight w:val="100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2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proofErr w:type="spellStart"/>
            <w:r w:rsidRPr="00BF25D8">
              <w:rPr>
                <w:sz w:val="22"/>
                <w:szCs w:val="22"/>
              </w:rPr>
              <w:t>хонгурей</w:t>
            </w:r>
            <w:proofErr w:type="spellEnd"/>
            <w:r w:rsidRPr="00BF25D8">
              <w:rPr>
                <w:sz w:val="22"/>
                <w:szCs w:val="22"/>
              </w:rPr>
              <w:t>, каменка - 36,13/36,55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proofErr w:type="spellStart"/>
            <w:r w:rsidRPr="00BF25D8">
              <w:rPr>
                <w:sz w:val="22"/>
                <w:szCs w:val="22"/>
              </w:rPr>
              <w:t>хонгурей</w:t>
            </w:r>
            <w:proofErr w:type="spellEnd"/>
            <w:r w:rsidRPr="00BF25D8">
              <w:rPr>
                <w:sz w:val="22"/>
                <w:szCs w:val="22"/>
              </w:rPr>
              <w:t>, каменка - 36,55/37,68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proofErr w:type="spellStart"/>
            <w:r w:rsidRPr="00BF25D8">
              <w:rPr>
                <w:sz w:val="22"/>
                <w:szCs w:val="22"/>
              </w:rPr>
              <w:t>хонгурей</w:t>
            </w:r>
            <w:proofErr w:type="spellEnd"/>
            <w:r w:rsidRPr="00BF25D8">
              <w:rPr>
                <w:sz w:val="22"/>
                <w:szCs w:val="22"/>
              </w:rPr>
              <w:t>, каменка - 37,69/40,05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proofErr w:type="spellStart"/>
            <w:r w:rsidRPr="00BF25D8">
              <w:rPr>
                <w:sz w:val="22"/>
                <w:szCs w:val="22"/>
              </w:rPr>
              <w:t>хонгурей</w:t>
            </w:r>
            <w:proofErr w:type="spellEnd"/>
            <w:r w:rsidRPr="00BF25D8">
              <w:rPr>
                <w:sz w:val="22"/>
                <w:szCs w:val="22"/>
              </w:rPr>
              <w:t>, каменка - 40,05/41,65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proofErr w:type="spellStart"/>
            <w:r w:rsidRPr="00BF25D8">
              <w:rPr>
                <w:sz w:val="22"/>
                <w:szCs w:val="22"/>
              </w:rPr>
              <w:t>хонгурей</w:t>
            </w:r>
            <w:proofErr w:type="spellEnd"/>
            <w:r w:rsidRPr="00BF25D8">
              <w:rPr>
                <w:sz w:val="22"/>
                <w:szCs w:val="22"/>
              </w:rPr>
              <w:t>, каменка - 41,65/43,32</w:t>
            </w:r>
          </w:p>
        </w:tc>
      </w:tr>
      <w:tr w:rsidR="00BF25D8" w:rsidRPr="00BF25D8" w:rsidTr="006E540A">
        <w:trPr>
          <w:trHeight w:val="34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3.7.14.</w:t>
            </w:r>
          </w:p>
        </w:tc>
        <w:tc>
          <w:tcPr>
            <w:tcW w:w="2411" w:type="dxa"/>
            <w:gridSpan w:val="2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«Тельвисочный сельсовет» НАО</w:t>
            </w:r>
          </w:p>
        </w:tc>
        <w:tc>
          <w:tcPr>
            <w:tcW w:w="1519" w:type="dxa"/>
            <w:gridSpan w:val="2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3,23/3,4</w:t>
            </w:r>
          </w:p>
          <w:p w:rsidR="00BF25D8" w:rsidRPr="00BF25D8" w:rsidRDefault="00BF25D8" w:rsidP="00B73BF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3,40/3,56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3,56/3,70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3,70/3,85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3,85/4,0</w:t>
            </w:r>
          </w:p>
        </w:tc>
      </w:tr>
      <w:tr w:rsidR="00BF25D8" w:rsidRPr="00BF25D8" w:rsidTr="006E540A">
        <w:trPr>
          <w:trHeight w:val="1350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2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5,87/6,01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6,01/6,04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Тельвиска 6,04/6,73, Макарово 40,06/57,94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Тельвиска 6,73/7,0, Макарово 50,45/52,47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Тельвиска 7,0/7,27, Макарово 52,47/54,57</w:t>
            </w:r>
          </w:p>
        </w:tc>
      </w:tr>
      <w:tr w:rsidR="00BF25D8" w:rsidRPr="00BF25D8" w:rsidTr="006E540A">
        <w:trPr>
          <w:trHeight w:val="34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3.7.15.</w:t>
            </w:r>
          </w:p>
        </w:tc>
        <w:tc>
          <w:tcPr>
            <w:tcW w:w="2411" w:type="dxa"/>
            <w:gridSpan w:val="2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«Тиманский сельсовет» НАО</w:t>
            </w:r>
          </w:p>
        </w:tc>
        <w:tc>
          <w:tcPr>
            <w:tcW w:w="1519" w:type="dxa"/>
            <w:gridSpan w:val="2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3,23/3,40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3,40/3,56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3,56/3,70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3,70/3,85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3,85/4,0</w:t>
            </w:r>
          </w:p>
        </w:tc>
      </w:tr>
      <w:tr w:rsidR="00BF25D8" w:rsidRPr="00BF25D8" w:rsidTr="006E540A">
        <w:trPr>
          <w:trHeight w:val="34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2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38,51/39,6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38,81/40,06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40,06/57,94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50,45/52,47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52,47/54,57</w:t>
            </w:r>
          </w:p>
        </w:tc>
      </w:tr>
      <w:tr w:rsidR="00BF25D8" w:rsidRPr="00BF25D8" w:rsidTr="006E540A">
        <w:trPr>
          <w:trHeight w:val="360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3.7.16.</w:t>
            </w:r>
          </w:p>
        </w:tc>
        <w:tc>
          <w:tcPr>
            <w:tcW w:w="2411" w:type="dxa"/>
            <w:gridSpan w:val="2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«Хорей-</w:t>
            </w:r>
            <w:proofErr w:type="spellStart"/>
            <w:r w:rsidRPr="00BF25D8">
              <w:rPr>
                <w:sz w:val="22"/>
                <w:szCs w:val="22"/>
              </w:rPr>
              <w:t>Верский</w:t>
            </w:r>
            <w:proofErr w:type="spellEnd"/>
            <w:r w:rsidRPr="00BF25D8">
              <w:rPr>
                <w:sz w:val="22"/>
                <w:szCs w:val="22"/>
              </w:rPr>
              <w:t xml:space="preserve"> сельсовет» НАО</w:t>
            </w:r>
          </w:p>
        </w:tc>
        <w:tc>
          <w:tcPr>
            <w:tcW w:w="1519" w:type="dxa"/>
            <w:gridSpan w:val="2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3,23/3,40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3,40/3,56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3,56/3,70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3,70/3,85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3,85/4,0</w:t>
            </w:r>
          </w:p>
        </w:tc>
      </w:tr>
      <w:tr w:rsidR="00BF25D8" w:rsidRPr="00BF25D8" w:rsidTr="006E540A">
        <w:trPr>
          <w:trHeight w:val="330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2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38,51/39,6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38,81/40,06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40,06/57,94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50,45/52,47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52,47/54,57</w:t>
            </w:r>
          </w:p>
        </w:tc>
      </w:tr>
      <w:tr w:rsidR="00BF25D8" w:rsidRPr="00BF25D8" w:rsidTr="006E540A">
        <w:trPr>
          <w:trHeight w:val="270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3.7.17.</w:t>
            </w:r>
          </w:p>
        </w:tc>
        <w:tc>
          <w:tcPr>
            <w:tcW w:w="2411" w:type="dxa"/>
            <w:gridSpan w:val="2"/>
            <w:vMerge w:val="restart"/>
            <w:hideMark/>
          </w:tcPr>
          <w:p w:rsidR="00B73BF2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</w:t>
            </w:r>
            <w:proofErr w:type="spellStart"/>
            <w:r w:rsidRPr="00BF25D8">
              <w:rPr>
                <w:sz w:val="22"/>
                <w:szCs w:val="22"/>
              </w:rPr>
              <w:t>Хоседа-Хардский</w:t>
            </w:r>
            <w:proofErr w:type="spellEnd"/>
            <w:r w:rsidRPr="00BF25D8">
              <w:rPr>
                <w:sz w:val="22"/>
                <w:szCs w:val="22"/>
              </w:rPr>
              <w:t xml:space="preserve"> сельсовет» НАО</w:t>
            </w:r>
          </w:p>
          <w:p w:rsidR="00BF25D8" w:rsidRPr="00BF25D8" w:rsidRDefault="00BF25D8" w:rsidP="00B73BF2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2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3,23/3,40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3,40/3,56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3,56/3,70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3,70/3,85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3,85/4,0</w:t>
            </w:r>
          </w:p>
        </w:tc>
      </w:tr>
      <w:tr w:rsidR="00BF25D8" w:rsidRPr="00BF25D8" w:rsidTr="006E540A">
        <w:trPr>
          <w:trHeight w:val="330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2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38,51/39,6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38,81/40,06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40,06/57,94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50,45/52,47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52,47/54,57</w:t>
            </w:r>
          </w:p>
        </w:tc>
      </w:tr>
      <w:tr w:rsidR="00BF25D8" w:rsidRPr="00BF25D8" w:rsidTr="006E540A">
        <w:trPr>
          <w:trHeight w:val="34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3.7.18.</w:t>
            </w:r>
          </w:p>
        </w:tc>
        <w:tc>
          <w:tcPr>
            <w:tcW w:w="2411" w:type="dxa"/>
            <w:gridSpan w:val="2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«Шоинский сельсовет» НАО</w:t>
            </w:r>
          </w:p>
        </w:tc>
        <w:tc>
          <w:tcPr>
            <w:tcW w:w="1519" w:type="dxa"/>
            <w:gridSpan w:val="2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3,23/3,40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3,40/3,56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3,56/3,70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3,70/3,85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3,85/4,0</w:t>
            </w:r>
          </w:p>
        </w:tc>
      </w:tr>
      <w:tr w:rsidR="00BF25D8" w:rsidRPr="00BF25D8" w:rsidTr="006E540A">
        <w:trPr>
          <w:trHeight w:val="360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2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38,51/39,6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38,81/40,06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40,06/57,94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50,45/52,47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52,47/54,57</w:t>
            </w:r>
          </w:p>
        </w:tc>
      </w:tr>
      <w:tr w:rsidR="00BF25D8" w:rsidRPr="00BF25D8" w:rsidTr="006E540A">
        <w:trPr>
          <w:trHeight w:val="34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3.7.19.</w:t>
            </w:r>
          </w:p>
        </w:tc>
        <w:tc>
          <w:tcPr>
            <w:tcW w:w="2411" w:type="dxa"/>
            <w:gridSpan w:val="2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</w:t>
            </w:r>
            <w:proofErr w:type="spellStart"/>
            <w:r w:rsidRPr="00BF25D8">
              <w:rPr>
                <w:sz w:val="22"/>
                <w:szCs w:val="22"/>
              </w:rPr>
              <w:t>Юшарский</w:t>
            </w:r>
            <w:proofErr w:type="spellEnd"/>
            <w:r w:rsidRPr="00BF25D8">
              <w:rPr>
                <w:sz w:val="22"/>
                <w:szCs w:val="22"/>
              </w:rPr>
              <w:t xml:space="preserve"> сельсовет» НАО</w:t>
            </w:r>
          </w:p>
        </w:tc>
        <w:tc>
          <w:tcPr>
            <w:tcW w:w="1519" w:type="dxa"/>
            <w:gridSpan w:val="2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3,23/3,40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3,40/3,56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3,56/3,70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3,70/3,85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3,85/4,0</w:t>
            </w:r>
          </w:p>
        </w:tc>
      </w:tr>
      <w:tr w:rsidR="00BF25D8" w:rsidRPr="00BF25D8" w:rsidTr="006E540A">
        <w:trPr>
          <w:trHeight w:val="34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2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38,51/39,6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38,81/40,06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40,06/57,94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50,45/52,47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52,47/54,57</w:t>
            </w:r>
          </w:p>
        </w:tc>
      </w:tr>
      <w:tr w:rsidR="00B73BF2" w:rsidRPr="00BF25D8" w:rsidTr="006E540A">
        <w:trPr>
          <w:trHeight w:val="46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3.8.</w:t>
            </w:r>
          </w:p>
        </w:tc>
        <w:tc>
          <w:tcPr>
            <w:tcW w:w="14176" w:type="dxa"/>
            <w:gridSpan w:val="15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Тарифы на </w:t>
            </w:r>
            <w:proofErr w:type="spellStart"/>
            <w:r w:rsidRPr="00BF25D8">
              <w:rPr>
                <w:sz w:val="22"/>
                <w:szCs w:val="22"/>
              </w:rPr>
              <w:t>теплоэнергию</w:t>
            </w:r>
            <w:proofErr w:type="spellEnd"/>
            <w:r w:rsidRPr="00BF25D8">
              <w:rPr>
                <w:sz w:val="22"/>
                <w:szCs w:val="22"/>
              </w:rPr>
              <w:t xml:space="preserve"> (с НДС)(1 полугодие/2 полугодие):</w:t>
            </w:r>
          </w:p>
        </w:tc>
      </w:tr>
      <w:tr w:rsidR="00BF25D8" w:rsidRPr="00BF25D8" w:rsidTr="006E540A">
        <w:trPr>
          <w:trHeight w:val="34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lastRenderedPageBreak/>
              <w:t>3.8.1.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«Поселок Амдерма» НАО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174" w:type="dxa"/>
            <w:vMerge w:val="restart"/>
            <w:textDirection w:val="btLr"/>
            <w:hideMark/>
          </w:tcPr>
          <w:p w:rsidR="00B73BF2" w:rsidRPr="00BF25D8" w:rsidRDefault="00BF25D8" w:rsidP="00B73BF2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                                                  </w:t>
            </w:r>
            <w:r w:rsidR="00B73BF2" w:rsidRPr="00BF25D8">
              <w:rPr>
                <w:i/>
                <w:iCs/>
                <w:sz w:val="22"/>
                <w:szCs w:val="22"/>
              </w:rPr>
              <w:t xml:space="preserve">руб./Гкал </w:t>
            </w: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1235,96/1284,16</w:t>
            </w:r>
          </w:p>
        </w:tc>
        <w:tc>
          <w:tcPr>
            <w:tcW w:w="1701" w:type="dxa"/>
            <w:hideMark/>
          </w:tcPr>
          <w:p w:rsidR="006E540A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1284,16/</w:t>
            </w:r>
          </w:p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1334,24</w:t>
            </w:r>
          </w:p>
        </w:tc>
        <w:tc>
          <w:tcPr>
            <w:tcW w:w="1701" w:type="dxa"/>
            <w:gridSpan w:val="2"/>
            <w:hideMark/>
          </w:tcPr>
          <w:p w:rsidR="006E540A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1334,24/</w:t>
            </w:r>
          </w:p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1387,61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1387,61/1443,11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1443,11/1500,84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6E540A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17313,96/</w:t>
            </w:r>
          </w:p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18965,38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18644/18802,03</w:t>
            </w:r>
          </w:p>
        </w:tc>
        <w:tc>
          <w:tcPr>
            <w:tcW w:w="1701" w:type="dxa"/>
            <w:gridSpan w:val="2"/>
            <w:hideMark/>
          </w:tcPr>
          <w:p w:rsidR="006E540A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15859,20/</w:t>
            </w:r>
          </w:p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16363,06</w:t>
            </w:r>
          </w:p>
        </w:tc>
        <w:tc>
          <w:tcPr>
            <w:tcW w:w="1843" w:type="dxa"/>
            <w:gridSpan w:val="3"/>
            <w:hideMark/>
          </w:tcPr>
          <w:p w:rsidR="006E540A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16363,06/</w:t>
            </w:r>
          </w:p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16819,72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16819,72/17292,90</w:t>
            </w:r>
          </w:p>
        </w:tc>
      </w:tr>
      <w:tr w:rsidR="00BF25D8" w:rsidRPr="00BF25D8" w:rsidTr="006E540A">
        <w:trPr>
          <w:trHeight w:val="3210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3.8.2.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«Поселок Искателей» НАО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до 1999 </w:t>
            </w:r>
            <w:proofErr w:type="spellStart"/>
            <w:r w:rsidRPr="00BF25D8">
              <w:rPr>
                <w:sz w:val="22"/>
                <w:szCs w:val="22"/>
              </w:rPr>
              <w:t>г</w:t>
            </w:r>
            <w:proofErr w:type="gramStart"/>
            <w:r w:rsidRPr="00BF25D8">
              <w:rPr>
                <w:sz w:val="22"/>
                <w:szCs w:val="22"/>
              </w:rPr>
              <w:t>.п</w:t>
            </w:r>
            <w:proofErr w:type="gramEnd"/>
            <w:r w:rsidRPr="00BF25D8">
              <w:rPr>
                <w:sz w:val="22"/>
                <w:szCs w:val="22"/>
              </w:rPr>
              <w:t>остройки</w:t>
            </w:r>
            <w:proofErr w:type="spellEnd"/>
            <w:r w:rsidRPr="00BF25D8">
              <w:rPr>
                <w:sz w:val="22"/>
                <w:szCs w:val="22"/>
              </w:rPr>
              <w:t xml:space="preserve"> :                     1-эт. дома  -1230,77/1278,77;           2-эт.дома -1333,33/1385,33;               3-эт.дома -2133,33/2216,54 прочие 2324,6/2400,78</w:t>
            </w:r>
          </w:p>
        </w:tc>
        <w:tc>
          <w:tcPr>
            <w:tcW w:w="1701" w:type="dxa"/>
            <w:hideMark/>
          </w:tcPr>
          <w:p w:rsidR="006E540A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до 1999 </w:t>
            </w:r>
            <w:proofErr w:type="spellStart"/>
            <w:r w:rsidRPr="00BF25D8">
              <w:rPr>
                <w:sz w:val="22"/>
                <w:szCs w:val="22"/>
              </w:rPr>
              <w:t>г</w:t>
            </w:r>
            <w:proofErr w:type="gramStart"/>
            <w:r w:rsidRPr="00BF25D8">
              <w:rPr>
                <w:sz w:val="22"/>
                <w:szCs w:val="22"/>
              </w:rPr>
              <w:t>.п</w:t>
            </w:r>
            <w:proofErr w:type="gramEnd"/>
            <w:r w:rsidRPr="00BF25D8">
              <w:rPr>
                <w:sz w:val="22"/>
                <w:szCs w:val="22"/>
              </w:rPr>
              <w:t>остройки</w:t>
            </w:r>
            <w:proofErr w:type="spellEnd"/>
            <w:r w:rsidRPr="00BF25D8">
              <w:rPr>
                <w:sz w:val="22"/>
                <w:szCs w:val="22"/>
              </w:rPr>
              <w:t xml:space="preserve"> :                     1-эт. дома  -1230,77/</w:t>
            </w:r>
          </w:p>
          <w:p w:rsidR="006E540A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1278,77;           2-эт</w:t>
            </w:r>
            <w:proofErr w:type="gramStart"/>
            <w:r w:rsidRPr="00BF25D8">
              <w:rPr>
                <w:sz w:val="22"/>
                <w:szCs w:val="22"/>
              </w:rPr>
              <w:t>.д</w:t>
            </w:r>
            <w:proofErr w:type="gramEnd"/>
            <w:r w:rsidRPr="00BF25D8">
              <w:rPr>
                <w:sz w:val="22"/>
                <w:szCs w:val="22"/>
              </w:rPr>
              <w:t>ома -1333,33/</w:t>
            </w:r>
          </w:p>
          <w:p w:rsidR="006E540A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1385,33;               3-эт</w:t>
            </w:r>
            <w:proofErr w:type="gramStart"/>
            <w:r w:rsidRPr="00BF25D8">
              <w:rPr>
                <w:sz w:val="22"/>
                <w:szCs w:val="22"/>
              </w:rPr>
              <w:t>.д</w:t>
            </w:r>
            <w:proofErr w:type="gramEnd"/>
            <w:r w:rsidRPr="00BF25D8">
              <w:rPr>
                <w:sz w:val="22"/>
                <w:szCs w:val="22"/>
              </w:rPr>
              <w:t>ома -2133,33/</w:t>
            </w:r>
          </w:p>
          <w:p w:rsidR="006E540A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2216,54 </w:t>
            </w:r>
          </w:p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прочие 2289,2/2373,78</w:t>
            </w:r>
          </w:p>
        </w:tc>
        <w:tc>
          <w:tcPr>
            <w:tcW w:w="1701" w:type="dxa"/>
            <w:gridSpan w:val="2"/>
            <w:hideMark/>
          </w:tcPr>
          <w:p w:rsidR="006E540A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2373,78/</w:t>
            </w:r>
          </w:p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2468,73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2468,73/2567,48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2567,48/2670,18</w:t>
            </w:r>
          </w:p>
        </w:tc>
      </w:tr>
      <w:tr w:rsidR="00BF25D8" w:rsidRPr="00BF25D8" w:rsidTr="006E540A">
        <w:trPr>
          <w:trHeight w:val="330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2324,6/2400,78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2289,2/2373,78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2373,78/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2468,25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2454,40/2544,92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2544,92/2601,27</w:t>
            </w:r>
          </w:p>
        </w:tc>
      </w:tr>
      <w:tr w:rsidR="00BF25D8" w:rsidRPr="00BF25D8" w:rsidTr="006E540A">
        <w:trPr>
          <w:trHeight w:val="300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3.8.3.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МО «Великовисочный сельсовет» НАО 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174" w:type="dxa"/>
            <w:vMerge w:val="restart"/>
            <w:textDirection w:val="btLr"/>
            <w:hideMark/>
          </w:tcPr>
          <w:p w:rsidR="00B73BF2" w:rsidRPr="00BF25D8" w:rsidRDefault="006E540A" w:rsidP="00B73BF2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                          </w:t>
            </w:r>
            <w:r w:rsidR="00B73BF2" w:rsidRPr="00BF25D8">
              <w:rPr>
                <w:i/>
                <w:iCs/>
                <w:sz w:val="22"/>
                <w:szCs w:val="22"/>
              </w:rPr>
              <w:t xml:space="preserve">руб./Гкал </w:t>
            </w: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1105,69/1148,81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1148,81/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1193,61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1193,61/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1241,36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1241,36/1291,01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1291,01/1342,65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1880/19457,66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18053,92/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18053,92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15859,20/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16363,06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16363,06/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16819,72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16819,72/17292,90</w:t>
            </w:r>
          </w:p>
        </w:tc>
      </w:tr>
      <w:tr w:rsidR="00BF25D8" w:rsidRPr="00BF25D8" w:rsidTr="006E540A">
        <w:trPr>
          <w:trHeight w:val="31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3.8.4.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МО «Канинский сельсовет» НАО              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1166/1211,47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1211,47/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1258,72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1258,72/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1309,07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1309,07/1361,43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1361,43/1415,89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1880/19457,66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18053,92/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18053,92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15859,20/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16363,06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16363,06/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16819,72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16819,72/17292,90</w:t>
            </w:r>
          </w:p>
        </w:tc>
      </w:tr>
      <w:tr w:rsidR="00BF25D8" w:rsidRPr="00BF25D8" w:rsidTr="006E540A">
        <w:trPr>
          <w:trHeight w:val="34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3.8.5.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МО «Коткинский сельсовет» НАО     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1235,96/1284,16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1284,16/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1334,24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1334,24/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1387,61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1387,61/1443,12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1443,12/1500,84</w:t>
            </w:r>
          </w:p>
        </w:tc>
      </w:tr>
      <w:tr w:rsidR="00BF25D8" w:rsidRPr="00BF25D8" w:rsidTr="006E540A">
        <w:trPr>
          <w:trHeight w:val="330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11292,6/11731,17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18053,92/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18053,92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15859,20/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16363,06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16363,06/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16819,72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16819,72/17292,90</w:t>
            </w:r>
          </w:p>
        </w:tc>
      </w:tr>
      <w:tr w:rsidR="00BF25D8" w:rsidRPr="00BF25D8" w:rsidTr="006E540A">
        <w:trPr>
          <w:trHeight w:val="330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3.8.6.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«Омский сельсовет» НАО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1116,56/1160,11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1160,11/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1205,35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1205,35/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1253,57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1253,57/1303,71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1303,71/1355,86</w:t>
            </w:r>
          </w:p>
        </w:tc>
      </w:tr>
      <w:tr w:rsidR="00BF25D8" w:rsidRPr="00BF25D8" w:rsidTr="006E540A">
        <w:trPr>
          <w:trHeight w:val="31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18880/19457,66</w:t>
            </w:r>
          </w:p>
        </w:tc>
        <w:tc>
          <w:tcPr>
            <w:tcW w:w="1701" w:type="dxa"/>
            <w:hideMark/>
          </w:tcPr>
          <w:p w:rsidR="00B73BF2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18053,92/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18053,92</w:t>
            </w:r>
          </w:p>
          <w:p w:rsidR="006E540A" w:rsidRPr="00BF25D8" w:rsidRDefault="006E540A" w:rsidP="00B73BF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15859,20/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16363,06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16363,06/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16819,72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16819,72/17292,90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lastRenderedPageBreak/>
              <w:t>3.8.7.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МО «Пешский сельсовет» НАО     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1166/1211,47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1211,47/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1258,72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1258,72/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1309,07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1309,07/1361,43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1361,43/1415,89</w:t>
            </w:r>
          </w:p>
        </w:tc>
      </w:tr>
      <w:tr w:rsidR="00BF25D8" w:rsidRPr="00BF25D8" w:rsidTr="006E540A">
        <w:trPr>
          <w:trHeight w:val="31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18880/19457,66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18053,92/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18053,92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15859,20/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16363,06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16363,06/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16819,72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16819,72/17292,90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3.8.8.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6E540A" w:rsidP="00B73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«Приморско-К</w:t>
            </w:r>
            <w:r w:rsidR="00B73BF2" w:rsidRPr="00BF25D8">
              <w:rPr>
                <w:sz w:val="22"/>
                <w:szCs w:val="22"/>
              </w:rPr>
              <w:t xml:space="preserve">уйский сельсовет» НАО   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 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 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18880/19457,66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18053,92/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18053,92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15859,20/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16363,06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16363,06/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16819,72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16819,72/17292,90</w:t>
            </w:r>
          </w:p>
        </w:tc>
      </w:tr>
      <w:tr w:rsidR="00BF25D8" w:rsidRPr="00BF25D8" w:rsidTr="006E540A">
        <w:trPr>
          <w:trHeight w:val="300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3.8.9.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МО «Пустозерский сельсовет» НАО      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1166/1211,47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1211,47/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1258,72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1258,72/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1309,07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1309,07/1361,43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1361,43/1415,89</w:t>
            </w:r>
          </w:p>
        </w:tc>
      </w:tr>
      <w:tr w:rsidR="00BF25D8" w:rsidRPr="00BF25D8" w:rsidTr="006E540A">
        <w:trPr>
          <w:trHeight w:val="270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18880/19457,66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18053,92/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18053,92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15859,20/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16363,06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16363,06/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16819,72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16819,72/17292,90</w:t>
            </w:r>
          </w:p>
        </w:tc>
      </w:tr>
      <w:tr w:rsidR="00BF25D8" w:rsidRPr="00BF25D8" w:rsidTr="006E540A">
        <w:trPr>
          <w:trHeight w:val="330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3.8.10.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«Тельвисочный сельсовет» НАО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1235,96/1284,16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1284,16/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1334,24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1334,24/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1387,61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1387,61/1443,12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1443,12/1500,84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18880/19457,66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18053,92/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18053,92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15859,20/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16363,06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16363,06/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16819,72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16819,72/17292,90</w:t>
            </w:r>
          </w:p>
        </w:tc>
      </w:tr>
      <w:tr w:rsidR="00BF25D8" w:rsidRPr="00BF25D8" w:rsidTr="006E540A">
        <w:trPr>
          <w:trHeight w:val="31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3.8.11.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«Хорей-</w:t>
            </w:r>
            <w:proofErr w:type="spellStart"/>
            <w:r w:rsidRPr="00BF25D8">
              <w:rPr>
                <w:sz w:val="22"/>
                <w:szCs w:val="22"/>
              </w:rPr>
              <w:t>Верский</w:t>
            </w:r>
            <w:proofErr w:type="spellEnd"/>
            <w:r w:rsidRPr="00BF25D8">
              <w:rPr>
                <w:sz w:val="22"/>
                <w:szCs w:val="22"/>
              </w:rPr>
              <w:t xml:space="preserve"> сельсовет» НАО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1235,96/1284,16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1284,16/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1334,24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1334,24/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1387,61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1387,61/1443,12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1443,12/1500,84</w:t>
            </w:r>
          </w:p>
        </w:tc>
      </w:tr>
      <w:tr w:rsidR="00BF25D8" w:rsidRPr="00BF25D8" w:rsidTr="006E540A">
        <w:trPr>
          <w:trHeight w:val="330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18880/19457,66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18053,92/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18053,92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15859,20/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16363,06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16363,06/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16819,72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16819,72/17292,90</w:t>
            </w:r>
          </w:p>
        </w:tc>
      </w:tr>
      <w:tr w:rsidR="00BF25D8" w:rsidRPr="00BF25D8" w:rsidTr="006E540A">
        <w:trPr>
          <w:trHeight w:val="25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3.8.12.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</w:t>
            </w:r>
            <w:proofErr w:type="spellStart"/>
            <w:r w:rsidRPr="00BF25D8">
              <w:rPr>
                <w:sz w:val="22"/>
                <w:szCs w:val="22"/>
              </w:rPr>
              <w:t>Хоседа-Хардский</w:t>
            </w:r>
            <w:proofErr w:type="spellEnd"/>
            <w:r w:rsidRPr="00BF25D8">
              <w:rPr>
                <w:sz w:val="22"/>
                <w:szCs w:val="22"/>
              </w:rPr>
              <w:t xml:space="preserve"> сельсовет» НАО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1235,96/1284,16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1284,16/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1334,24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1334,24/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1387,61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1387,61/1443,12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1443,12/1500,84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18880/19457,66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18053,92/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18053,92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15859,20/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16363,06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16363,06/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16819,72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16819,72/17292,90</w:t>
            </w:r>
          </w:p>
        </w:tc>
      </w:tr>
      <w:tr w:rsidR="00BF25D8" w:rsidRPr="00BF25D8" w:rsidTr="006E540A">
        <w:trPr>
          <w:trHeight w:val="34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3.8.13.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</w:t>
            </w:r>
            <w:proofErr w:type="spellStart"/>
            <w:r w:rsidRPr="00BF25D8">
              <w:rPr>
                <w:sz w:val="22"/>
                <w:szCs w:val="22"/>
              </w:rPr>
              <w:t>Юшарский</w:t>
            </w:r>
            <w:proofErr w:type="spellEnd"/>
            <w:r w:rsidRPr="00BF25D8">
              <w:rPr>
                <w:sz w:val="22"/>
                <w:szCs w:val="22"/>
              </w:rPr>
              <w:t xml:space="preserve"> сельсовет» НАО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849,59/882,72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882,72/917,15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917,15/953,83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953,83/991,99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991,99/1031,66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174" w:type="dxa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18880/19457,66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18053,92/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18053,92</w:t>
            </w:r>
          </w:p>
        </w:tc>
        <w:tc>
          <w:tcPr>
            <w:tcW w:w="1701" w:type="dxa"/>
            <w:gridSpan w:val="2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15859,20/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16363,06</w:t>
            </w:r>
          </w:p>
        </w:tc>
        <w:tc>
          <w:tcPr>
            <w:tcW w:w="1843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16363,06/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16819,72</w:t>
            </w:r>
          </w:p>
        </w:tc>
        <w:tc>
          <w:tcPr>
            <w:tcW w:w="1984" w:type="dxa"/>
            <w:gridSpan w:val="2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16819,72/17292,90</w:t>
            </w:r>
          </w:p>
        </w:tc>
      </w:tr>
      <w:tr w:rsidR="00B73BF2" w:rsidRPr="00BF25D8" w:rsidTr="006E540A">
        <w:trPr>
          <w:trHeight w:val="51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3.9.</w:t>
            </w:r>
          </w:p>
        </w:tc>
        <w:tc>
          <w:tcPr>
            <w:tcW w:w="14176" w:type="dxa"/>
            <w:gridSpan w:val="15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Тарифы на холодное водоснабжение (отсутствие централизованной системы) (с НДС)(1 полугодие/2 полугодие):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3.9.1.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«Поселок Амдерма» НАО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 w:val="restart"/>
            <w:textDirection w:val="btLr"/>
            <w:hideMark/>
          </w:tcPr>
          <w:p w:rsidR="00B73BF2" w:rsidRPr="00BF25D8" w:rsidRDefault="006E540A" w:rsidP="00B73BF2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   </w:t>
            </w:r>
            <w:r w:rsidR="00B73BF2" w:rsidRPr="00BF25D8">
              <w:rPr>
                <w:i/>
                <w:iCs/>
                <w:sz w:val="22"/>
                <w:szCs w:val="22"/>
              </w:rPr>
              <w:t>руб./куб.м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196,62/204,29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204,29/212,26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86,42/89,88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89,88/93,47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93,47/97,21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1624,98/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1870,09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1870,09/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4336,32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1258,65/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1611,69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1416/1461,3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1461,3/1498,95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3.9.2.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</w:t>
            </w:r>
            <w:proofErr w:type="spellStart"/>
            <w:r w:rsidRPr="00BF25D8">
              <w:rPr>
                <w:sz w:val="22"/>
                <w:szCs w:val="22"/>
              </w:rPr>
              <w:t>Андегский</w:t>
            </w:r>
            <w:proofErr w:type="spellEnd"/>
            <w:r w:rsidRPr="00BF25D8">
              <w:rPr>
                <w:sz w:val="22"/>
                <w:szCs w:val="22"/>
              </w:rPr>
              <w:t xml:space="preserve"> сельсовет» НАО   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80,06/83,18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83,18/86,42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86,42/89,88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89,88/93,47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93,47/97,21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1175,89/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1224,47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1224,47/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1258,64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1258,65/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1611,69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1416/1461,3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1461,3/1498,95</w:t>
            </w:r>
          </w:p>
        </w:tc>
      </w:tr>
      <w:tr w:rsidR="00BF25D8" w:rsidRPr="00BF25D8" w:rsidTr="006E540A">
        <w:trPr>
          <w:trHeight w:val="1470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lastRenderedPageBreak/>
              <w:t>3.9.3.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МО «Великовисочный сельсовет» НАО 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Виска -183,01/190,15; Лабожское 80,06/83,18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Виска -190,15/197,56; Лабожское 83,18/86,42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Виска -197,56/205,46; Лабожское 86,42/89,88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Виска -205,46/213,68; Лабожское 89,88/93,47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Виска -213,68/222,23; Лабожское 93,47/97,21</w:t>
            </w:r>
          </w:p>
        </w:tc>
      </w:tr>
      <w:tr w:rsidR="00BF25D8" w:rsidRPr="00BF25D8" w:rsidTr="006E540A">
        <w:trPr>
          <w:trHeight w:val="1470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Виска -1736,47/2187,38; Лабожское - 1175,89/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1224,47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Виска -1947/2001,16; Лабожское - 1224,47/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1258,64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Виска - 1695,90/2137,86; Лабожское - 1258,65/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1611,69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Виска -2137,86/2444,80; Лабожское - 1416/1461,3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Виска -2250/2349,65; Лабожское - 1461,3/1498,95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3.9.4.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«Малоземельский сельсовет» НАО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 w:val="restart"/>
            <w:textDirection w:val="btLr"/>
            <w:hideMark/>
          </w:tcPr>
          <w:p w:rsidR="00B73BF2" w:rsidRPr="00BF25D8" w:rsidRDefault="006E540A" w:rsidP="00B73BF2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                                           </w:t>
            </w:r>
            <w:r w:rsidR="00B73BF2" w:rsidRPr="00BF25D8">
              <w:rPr>
                <w:i/>
                <w:iCs/>
                <w:sz w:val="22"/>
                <w:szCs w:val="22"/>
              </w:rPr>
              <w:t>руб./куб.м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80,06/83,18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83,18/86,42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86,42/89,88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89,88/93,47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93,47/97,21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1175,89/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1224,47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1224,47/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1258,64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1258,65/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1611,69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1416/1461,3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1461,3/1498,95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3.9.5.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«Омский сельсовет» НАО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80,06/83,18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83,18/86,42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86,42/89,88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89,88/93,47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93,47/97,21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1175,89/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1224,47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1224,47/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1258,64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1258,65/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1611,69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1416/1461,3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1461,3/1498,95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3.9.6.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«Приморско-</w:t>
            </w:r>
            <w:proofErr w:type="spellStart"/>
            <w:r w:rsidRPr="00BF25D8">
              <w:rPr>
                <w:sz w:val="22"/>
                <w:szCs w:val="22"/>
              </w:rPr>
              <w:t>куйский</w:t>
            </w:r>
            <w:proofErr w:type="spellEnd"/>
            <w:r w:rsidRPr="00BF25D8">
              <w:rPr>
                <w:sz w:val="22"/>
                <w:szCs w:val="22"/>
              </w:rPr>
              <w:t xml:space="preserve"> сельсовет» НАО   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130,87/135,98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135,98/141,28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141,28/146,93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146,93/152,81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152,81/158,92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959,88/1108,05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1070/1094,55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1094,55/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1141,12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970/981,68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981,68/1028,05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3.9.7.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МО «Пустозерский сельсовет» НАО      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191,52/198/99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198,99/206,75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206,75/215,02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215,02/223,62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223,62/232,57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2145,59/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2227,66/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2227,66/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2840,72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2780/2897,17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2897,17/3338,01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3150/3253,64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3.9.8.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«Тельвисочный сельсовет» НАО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80,06/83,18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83,18/86,42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86,42/89,88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89,88/93,47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93,47/97,21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1175,89/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1224,47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1224,47/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1258,64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1258,65/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1611,69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1416/1461,3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1461,3/1498,95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3.9.9.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«Хорей-</w:t>
            </w:r>
            <w:proofErr w:type="spellStart"/>
            <w:r w:rsidRPr="00BF25D8">
              <w:rPr>
                <w:sz w:val="22"/>
                <w:szCs w:val="22"/>
              </w:rPr>
              <w:t>Верский</w:t>
            </w:r>
            <w:proofErr w:type="spellEnd"/>
            <w:r w:rsidRPr="00BF25D8">
              <w:rPr>
                <w:sz w:val="22"/>
                <w:szCs w:val="22"/>
              </w:rPr>
              <w:t xml:space="preserve"> сельсовет» НАО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80,06/83,18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83,18/86,42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86,42/89,88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89,88/93,47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93,47/97,21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1175/89/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1224,47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1224,47/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1258,64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1258,65/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1611,69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1416/1461,3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1461,3/1498,95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3.9.10.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</w:t>
            </w:r>
            <w:proofErr w:type="spellStart"/>
            <w:r w:rsidRPr="00BF25D8">
              <w:rPr>
                <w:sz w:val="22"/>
                <w:szCs w:val="22"/>
              </w:rPr>
              <w:t>Хоседа-Хардский</w:t>
            </w:r>
            <w:proofErr w:type="spellEnd"/>
            <w:r w:rsidRPr="00BF25D8">
              <w:rPr>
                <w:sz w:val="22"/>
                <w:szCs w:val="22"/>
              </w:rPr>
              <w:t xml:space="preserve"> сельсовет» НАО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88,07/91,51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91,51/95,08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95,08/98,88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98,88/102,84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102,84/106,95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981,66/1280,8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1050/1106,88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1106,88/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t>1134,81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1134,81/1186,29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1186,29/1214,19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 w:val="restart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3.9.11.</w:t>
            </w:r>
          </w:p>
        </w:tc>
        <w:tc>
          <w:tcPr>
            <w:tcW w:w="2333" w:type="dxa"/>
            <w:vMerge w:val="restart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МО «</w:t>
            </w:r>
            <w:proofErr w:type="spellStart"/>
            <w:r w:rsidRPr="00BF25D8">
              <w:rPr>
                <w:sz w:val="22"/>
                <w:szCs w:val="22"/>
              </w:rPr>
              <w:t>Юшарский</w:t>
            </w:r>
            <w:proofErr w:type="spellEnd"/>
            <w:r w:rsidRPr="00BF25D8">
              <w:rPr>
                <w:sz w:val="22"/>
                <w:szCs w:val="22"/>
              </w:rPr>
              <w:t xml:space="preserve"> сельсовет» НАО</w:t>
            </w:r>
          </w:p>
        </w:tc>
        <w:tc>
          <w:tcPr>
            <w:tcW w:w="1597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для населения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80,06/83,18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83,18/86,42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86,42/89,88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89,88/93,47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93,47/97,21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3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для прочих </w:t>
            </w:r>
          </w:p>
        </w:tc>
        <w:tc>
          <w:tcPr>
            <w:tcW w:w="1316" w:type="dxa"/>
            <w:gridSpan w:val="2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6E540A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1175/89/</w:t>
            </w:r>
          </w:p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lastRenderedPageBreak/>
              <w:t>1224,47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lastRenderedPageBreak/>
              <w:t>1427,8/1472,33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1258,65/</w:t>
            </w:r>
            <w:r w:rsidR="006E540A">
              <w:rPr>
                <w:sz w:val="22"/>
                <w:szCs w:val="22"/>
              </w:rPr>
              <w:t xml:space="preserve"> </w:t>
            </w:r>
            <w:r w:rsidRPr="00BF25D8">
              <w:rPr>
                <w:sz w:val="22"/>
                <w:szCs w:val="22"/>
              </w:rPr>
              <w:lastRenderedPageBreak/>
              <w:t>1611,69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lastRenderedPageBreak/>
              <w:t>1416/1461,3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1461,3/1498,95</w:t>
            </w:r>
          </w:p>
        </w:tc>
      </w:tr>
      <w:tr w:rsidR="00B73BF2" w:rsidRPr="00BF25D8" w:rsidTr="006E540A">
        <w:trPr>
          <w:trHeight w:val="45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lastRenderedPageBreak/>
              <w:t>3.10.</w:t>
            </w:r>
          </w:p>
        </w:tc>
        <w:tc>
          <w:tcPr>
            <w:tcW w:w="14176" w:type="dxa"/>
            <w:gridSpan w:val="15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Удельная величина потребления энергетических ресурсов в многоквартирных домах:</w:t>
            </w:r>
          </w:p>
        </w:tc>
      </w:tr>
      <w:tr w:rsidR="00BF25D8" w:rsidRPr="00BF25D8" w:rsidTr="006E540A">
        <w:trPr>
          <w:trHeight w:val="54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3.10.1.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электрическая энергия 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proofErr w:type="spellStart"/>
            <w:r w:rsidRPr="00BF25D8">
              <w:rPr>
                <w:i/>
                <w:iCs/>
                <w:sz w:val="22"/>
                <w:szCs w:val="22"/>
              </w:rPr>
              <w:t>кВат</w:t>
            </w:r>
            <w:proofErr w:type="spellEnd"/>
            <w:r w:rsidRPr="00BF25D8">
              <w:rPr>
                <w:i/>
                <w:iCs/>
                <w:sz w:val="22"/>
                <w:szCs w:val="22"/>
              </w:rPr>
              <w:t xml:space="preserve">*час на 1 </w:t>
            </w:r>
            <w:proofErr w:type="gramStart"/>
            <w:r w:rsidRPr="00BF25D8">
              <w:rPr>
                <w:i/>
                <w:iCs/>
                <w:sz w:val="22"/>
                <w:szCs w:val="22"/>
              </w:rPr>
              <w:t>проживающего</w:t>
            </w:r>
            <w:proofErr w:type="gramEnd"/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937,8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937,8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937,8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937,8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937,8</w:t>
            </w:r>
          </w:p>
        </w:tc>
      </w:tr>
      <w:tr w:rsidR="00BF25D8" w:rsidRPr="00BF25D8" w:rsidTr="006E540A">
        <w:trPr>
          <w:trHeight w:val="43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3.10.2.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Гкал на 1 кв. м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0,37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0,37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0,37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0,37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0,37</w:t>
            </w:r>
          </w:p>
        </w:tc>
      </w:tr>
      <w:tr w:rsidR="00BF25D8" w:rsidRPr="00BF25D8" w:rsidTr="006E540A">
        <w:trPr>
          <w:trHeight w:val="72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3.10.3.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горячая вода</w:t>
            </w:r>
          </w:p>
        </w:tc>
        <w:tc>
          <w:tcPr>
            <w:tcW w:w="2913" w:type="dxa"/>
            <w:gridSpan w:val="5"/>
            <w:vMerge w:val="restart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куб.м на 1 проживающего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13,7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13,7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13,7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13,7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13,7</w:t>
            </w:r>
          </w:p>
        </w:tc>
      </w:tr>
      <w:tr w:rsidR="00BF25D8" w:rsidRPr="00BF25D8" w:rsidTr="006E540A">
        <w:trPr>
          <w:trHeight w:val="6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3.10.4.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холодная вода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16,4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16,4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16,4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16,4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16,4</w:t>
            </w:r>
          </w:p>
        </w:tc>
      </w:tr>
      <w:tr w:rsidR="00BF25D8" w:rsidRPr="00BF25D8" w:rsidTr="006E540A">
        <w:trPr>
          <w:trHeight w:val="67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3.10.5.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природный газ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35,7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35,7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35,7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35,7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35,7</w:t>
            </w:r>
          </w:p>
        </w:tc>
      </w:tr>
      <w:tr w:rsidR="00B73BF2" w:rsidRPr="00BF25D8" w:rsidTr="006E540A">
        <w:trPr>
          <w:trHeight w:val="48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3.11.</w:t>
            </w:r>
          </w:p>
        </w:tc>
        <w:tc>
          <w:tcPr>
            <w:tcW w:w="14176" w:type="dxa"/>
            <w:gridSpan w:val="15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Удельная величина потребления энергетических ресурсов муниципальными бюджетными учреждениями:</w:t>
            </w:r>
          </w:p>
        </w:tc>
      </w:tr>
      <w:tr w:rsidR="00BF25D8" w:rsidRPr="00BF25D8" w:rsidTr="006E540A">
        <w:trPr>
          <w:trHeight w:val="55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3.11.1.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электрическая энергия 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proofErr w:type="spellStart"/>
            <w:r w:rsidRPr="00BF25D8">
              <w:rPr>
                <w:i/>
                <w:iCs/>
                <w:sz w:val="22"/>
                <w:szCs w:val="22"/>
              </w:rPr>
              <w:t>кВат</w:t>
            </w:r>
            <w:proofErr w:type="spellEnd"/>
            <w:r w:rsidRPr="00BF25D8">
              <w:rPr>
                <w:i/>
                <w:iCs/>
                <w:sz w:val="22"/>
                <w:szCs w:val="22"/>
              </w:rPr>
              <w:t>*час на 1 чел. населения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307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307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307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307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307</w:t>
            </w:r>
          </w:p>
        </w:tc>
      </w:tr>
      <w:tr w:rsidR="00BF25D8" w:rsidRPr="00BF25D8" w:rsidTr="006E540A">
        <w:trPr>
          <w:trHeight w:val="39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3.11.2.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 xml:space="preserve">Гкал на 1 </w:t>
            </w:r>
            <w:proofErr w:type="spellStart"/>
            <w:r w:rsidRPr="00BF25D8">
              <w:rPr>
                <w:i/>
                <w:iCs/>
                <w:sz w:val="22"/>
                <w:szCs w:val="22"/>
              </w:rPr>
              <w:t>кв</w:t>
            </w:r>
            <w:proofErr w:type="gramStart"/>
            <w:r w:rsidRPr="00BF25D8">
              <w:rPr>
                <w:i/>
                <w:iCs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0,27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0,27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0,27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0,27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0,27</w:t>
            </w:r>
          </w:p>
        </w:tc>
      </w:tr>
      <w:tr w:rsidR="00BF25D8" w:rsidRPr="00BF25D8" w:rsidTr="006E540A">
        <w:trPr>
          <w:trHeight w:val="42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3.11.3.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горячая вода</w:t>
            </w:r>
          </w:p>
        </w:tc>
        <w:tc>
          <w:tcPr>
            <w:tcW w:w="2913" w:type="dxa"/>
            <w:gridSpan w:val="5"/>
            <w:vMerge w:val="restart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куб.м на 1 чел. населения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0,05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0,05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0,05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0,05</w:t>
            </w:r>
          </w:p>
        </w:tc>
      </w:tr>
      <w:tr w:rsidR="00BF25D8" w:rsidRPr="00BF25D8" w:rsidTr="006E540A">
        <w:trPr>
          <w:trHeight w:val="31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3.11.4.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холодная вода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0,6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0,6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0,6</w:t>
            </w:r>
          </w:p>
        </w:tc>
      </w:tr>
      <w:tr w:rsidR="00BF25D8" w:rsidRPr="00BF25D8" w:rsidTr="006E540A">
        <w:trPr>
          <w:trHeight w:val="3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3.11.5.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природный газ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160,9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160,9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160,9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160,9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160,9</w:t>
            </w:r>
          </w:p>
        </w:tc>
      </w:tr>
      <w:tr w:rsidR="00BF25D8" w:rsidRPr="00BF25D8" w:rsidTr="006E540A">
        <w:trPr>
          <w:trHeight w:val="94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3.12.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Протяженность сетей теплоснабжения в двухтрубном исполнении в поселениях НАО, в том числе:</w:t>
            </w:r>
          </w:p>
        </w:tc>
        <w:tc>
          <w:tcPr>
            <w:tcW w:w="2913" w:type="dxa"/>
            <w:gridSpan w:val="5"/>
            <w:vMerge w:val="restart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км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28,40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26,36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26,88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27,42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27,96</w:t>
            </w:r>
          </w:p>
        </w:tc>
      </w:tr>
      <w:tr w:rsidR="00BF25D8" w:rsidRPr="00BF25D8" w:rsidTr="006E540A">
        <w:trPr>
          <w:trHeight w:val="31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3.12.1.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ветхие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0,40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0,35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0,25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</w:tr>
      <w:tr w:rsidR="00BF25D8" w:rsidRPr="00BF25D8" w:rsidTr="006E540A">
        <w:trPr>
          <w:trHeight w:val="6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lastRenderedPageBreak/>
              <w:t>3.13.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Протяженность сетей электроснабжения в  поселениях НАО, в том числе: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343,2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327,1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332,1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338,7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338,7</w:t>
            </w:r>
          </w:p>
        </w:tc>
      </w:tr>
      <w:tr w:rsidR="00BF25D8" w:rsidRPr="00BF25D8" w:rsidTr="006E540A">
        <w:trPr>
          <w:trHeight w:val="31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3.13.1.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ветхие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15,9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7,2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3,8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2,1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</w:t>
            </w:r>
          </w:p>
        </w:tc>
      </w:tr>
      <w:tr w:rsidR="00BF25D8" w:rsidRPr="00BF25D8" w:rsidTr="006E540A">
        <w:trPr>
          <w:trHeight w:val="63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3.14.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Протяженность сетей водоснабжения в сельских поселениях НАО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26,8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10,46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11,44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12,35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13,43</w:t>
            </w:r>
          </w:p>
        </w:tc>
      </w:tr>
      <w:tr w:rsidR="00BF25D8" w:rsidRPr="00BF25D8" w:rsidTr="006E540A">
        <w:trPr>
          <w:trHeight w:val="139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3.15.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Количество домов </w:t>
            </w:r>
            <w:proofErr w:type="gramStart"/>
            <w:r w:rsidRPr="00BF25D8">
              <w:rPr>
                <w:sz w:val="22"/>
                <w:szCs w:val="22"/>
              </w:rPr>
              <w:t>в</w:t>
            </w:r>
            <w:proofErr w:type="gramEnd"/>
            <w:r w:rsidRPr="00BF25D8">
              <w:rPr>
                <w:sz w:val="22"/>
                <w:szCs w:val="22"/>
              </w:rPr>
              <w:t xml:space="preserve"> </w:t>
            </w:r>
            <w:proofErr w:type="gramStart"/>
            <w:r w:rsidRPr="00BF25D8">
              <w:rPr>
                <w:sz w:val="22"/>
                <w:szCs w:val="22"/>
              </w:rPr>
              <w:t>сельских</w:t>
            </w:r>
            <w:proofErr w:type="gramEnd"/>
            <w:r w:rsidRPr="00BF25D8">
              <w:rPr>
                <w:sz w:val="22"/>
                <w:szCs w:val="22"/>
              </w:rPr>
              <w:t xml:space="preserve"> населенных пунктов, в которых весь жилой фонд подключен к системе централизованного теплоснабжения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ед.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204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207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207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207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207</w:t>
            </w:r>
          </w:p>
        </w:tc>
      </w:tr>
      <w:tr w:rsidR="00BF25D8" w:rsidRPr="00BF25D8" w:rsidTr="006E540A">
        <w:trPr>
          <w:trHeight w:val="6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3.16.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Удельный расход топлива на дизельных электростанциях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proofErr w:type="gramStart"/>
            <w:r w:rsidRPr="00BF25D8">
              <w:rPr>
                <w:i/>
                <w:iCs/>
                <w:sz w:val="22"/>
                <w:szCs w:val="22"/>
              </w:rPr>
              <w:t>кг</w:t>
            </w:r>
            <w:proofErr w:type="gramEnd"/>
            <w:r w:rsidRPr="00BF25D8">
              <w:rPr>
                <w:i/>
                <w:iCs/>
                <w:sz w:val="22"/>
                <w:szCs w:val="22"/>
              </w:rPr>
              <w:t>/кВт*ч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286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283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280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277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274</w:t>
            </w:r>
          </w:p>
        </w:tc>
      </w:tr>
      <w:tr w:rsidR="00BF25D8" w:rsidRPr="00BF25D8" w:rsidTr="006E540A">
        <w:trPr>
          <w:trHeight w:val="6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3.17.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Сельское население, обеспеченное водой питьевого качества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proofErr w:type="spellStart"/>
            <w:r w:rsidRPr="00BF25D8">
              <w:rPr>
                <w:i/>
                <w:iCs/>
                <w:sz w:val="22"/>
                <w:szCs w:val="22"/>
              </w:rPr>
              <w:t>тыс</w:t>
            </w:r>
            <w:proofErr w:type="gramStart"/>
            <w:r w:rsidRPr="00BF25D8">
              <w:rPr>
                <w:i/>
                <w:iCs/>
                <w:sz w:val="22"/>
                <w:szCs w:val="22"/>
              </w:rPr>
              <w:t>.ч</w:t>
            </w:r>
            <w:proofErr w:type="gramEnd"/>
            <w:r w:rsidRPr="00BF25D8">
              <w:rPr>
                <w:i/>
                <w:iCs/>
                <w:sz w:val="22"/>
                <w:szCs w:val="22"/>
              </w:rPr>
              <w:t>ел</w:t>
            </w:r>
            <w:proofErr w:type="spellEnd"/>
            <w:r w:rsidRPr="00BF25D8">
              <w:rPr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7,3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12,1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12,6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13,1</w:t>
            </w:r>
          </w:p>
        </w:tc>
      </w:tr>
      <w:tr w:rsidR="00BF25D8" w:rsidRPr="00BF25D8" w:rsidTr="006E540A">
        <w:trPr>
          <w:trHeight w:val="69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3.18.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Инциденты на сетях тепло- и водоснабжения в сельских поселениях НАО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ед.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</w:t>
            </w:r>
          </w:p>
        </w:tc>
      </w:tr>
      <w:tr w:rsidR="00BF25D8" w:rsidRPr="00BF25D8" w:rsidTr="006E540A">
        <w:trPr>
          <w:trHeight w:val="69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3.19.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Инциденты на электросетях в сельских поселениях НАО</w:t>
            </w:r>
          </w:p>
        </w:tc>
        <w:tc>
          <w:tcPr>
            <w:tcW w:w="2913" w:type="dxa"/>
            <w:gridSpan w:val="5"/>
            <w:hideMark/>
          </w:tcPr>
          <w:p w:rsidR="00B73BF2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ед.</w:t>
            </w:r>
          </w:p>
          <w:p w:rsidR="006E540A" w:rsidRDefault="006E540A" w:rsidP="00B73BF2">
            <w:pPr>
              <w:rPr>
                <w:i/>
                <w:iCs/>
                <w:sz w:val="22"/>
                <w:szCs w:val="22"/>
              </w:rPr>
            </w:pPr>
          </w:p>
          <w:p w:rsidR="006E540A" w:rsidRDefault="006E540A" w:rsidP="00B73BF2">
            <w:pPr>
              <w:rPr>
                <w:i/>
                <w:iCs/>
                <w:sz w:val="22"/>
                <w:szCs w:val="22"/>
              </w:rPr>
            </w:pPr>
          </w:p>
          <w:p w:rsidR="006E540A" w:rsidRDefault="006E540A" w:rsidP="00B73BF2">
            <w:pPr>
              <w:rPr>
                <w:i/>
                <w:iCs/>
                <w:sz w:val="22"/>
                <w:szCs w:val="22"/>
              </w:rPr>
            </w:pPr>
          </w:p>
          <w:p w:rsidR="006E540A" w:rsidRDefault="006E540A" w:rsidP="00B73BF2">
            <w:pPr>
              <w:rPr>
                <w:i/>
                <w:iCs/>
                <w:sz w:val="22"/>
                <w:szCs w:val="22"/>
              </w:rPr>
            </w:pPr>
          </w:p>
          <w:p w:rsidR="006E540A" w:rsidRDefault="006E540A" w:rsidP="00B73BF2">
            <w:pPr>
              <w:rPr>
                <w:i/>
                <w:iCs/>
                <w:sz w:val="22"/>
                <w:szCs w:val="22"/>
              </w:rPr>
            </w:pPr>
          </w:p>
          <w:p w:rsidR="006E540A" w:rsidRDefault="006E540A" w:rsidP="00B73BF2">
            <w:pPr>
              <w:rPr>
                <w:i/>
                <w:iCs/>
                <w:sz w:val="22"/>
                <w:szCs w:val="22"/>
              </w:rPr>
            </w:pPr>
          </w:p>
          <w:p w:rsidR="006E540A" w:rsidRPr="00BF25D8" w:rsidRDefault="006E540A" w:rsidP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28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</w:t>
            </w:r>
          </w:p>
        </w:tc>
      </w:tr>
      <w:tr w:rsidR="00B73BF2" w:rsidRPr="00BF25D8" w:rsidTr="006E540A">
        <w:trPr>
          <w:trHeight w:val="34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b/>
                <w:bCs/>
                <w:sz w:val="22"/>
                <w:szCs w:val="22"/>
              </w:rPr>
            </w:pPr>
            <w:r w:rsidRPr="00BF25D8">
              <w:rPr>
                <w:b/>
                <w:bCs/>
                <w:sz w:val="22"/>
                <w:szCs w:val="22"/>
              </w:rPr>
              <w:lastRenderedPageBreak/>
              <w:t>4.</w:t>
            </w:r>
          </w:p>
        </w:tc>
        <w:tc>
          <w:tcPr>
            <w:tcW w:w="14176" w:type="dxa"/>
            <w:gridSpan w:val="15"/>
            <w:hideMark/>
          </w:tcPr>
          <w:p w:rsidR="00B73BF2" w:rsidRPr="00BF25D8" w:rsidRDefault="00B73BF2" w:rsidP="00B73BF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BF25D8">
              <w:rPr>
                <w:b/>
                <w:bCs/>
                <w:i/>
                <w:iCs/>
                <w:sz w:val="22"/>
                <w:szCs w:val="22"/>
              </w:rPr>
              <w:t>Строительство и обеспечение граждан жильем</w:t>
            </w:r>
          </w:p>
        </w:tc>
      </w:tr>
      <w:tr w:rsidR="00BF25D8" w:rsidRPr="00BF25D8" w:rsidTr="006E540A">
        <w:trPr>
          <w:trHeight w:val="91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4.1.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Площадь жилого фонда на территории городского и сельских поселений НАО, в том числе:</w:t>
            </w:r>
          </w:p>
        </w:tc>
        <w:tc>
          <w:tcPr>
            <w:tcW w:w="2913" w:type="dxa"/>
            <w:gridSpan w:val="5"/>
            <w:vMerge w:val="restart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proofErr w:type="spellStart"/>
            <w:r w:rsidRPr="00BF25D8">
              <w:rPr>
                <w:i/>
                <w:iCs/>
                <w:sz w:val="22"/>
                <w:szCs w:val="22"/>
              </w:rPr>
              <w:t>тыс.кв</w:t>
            </w:r>
            <w:proofErr w:type="gramStart"/>
            <w:r w:rsidRPr="00BF25D8">
              <w:rPr>
                <w:i/>
                <w:iCs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478,35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480,63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481,31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485,87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486,18</w:t>
            </w:r>
          </w:p>
        </w:tc>
      </w:tr>
      <w:tr w:rsidR="00BF25D8" w:rsidRPr="00BF25D8" w:rsidTr="006E540A">
        <w:trPr>
          <w:trHeight w:val="3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4.1.1.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муниципального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83,90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75,80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75,65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75,50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75,05</w:t>
            </w:r>
          </w:p>
        </w:tc>
      </w:tr>
      <w:tr w:rsidR="00BF25D8" w:rsidRPr="00BF25D8" w:rsidTr="006E540A">
        <w:trPr>
          <w:trHeight w:val="64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4.2.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Площадь аварийного жилого фонда на территории  поселений НАО, в том числе: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7,53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7,15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6,79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6,45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6,13</w:t>
            </w:r>
          </w:p>
        </w:tc>
      </w:tr>
      <w:tr w:rsidR="00BF25D8" w:rsidRPr="00BF25D8" w:rsidTr="006E540A">
        <w:trPr>
          <w:trHeight w:val="34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4.2.1.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сельских поселений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7,53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7,15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6,79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6,45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6,13</w:t>
            </w:r>
          </w:p>
        </w:tc>
      </w:tr>
      <w:tr w:rsidR="00BF25D8" w:rsidRPr="00BF25D8" w:rsidTr="006E540A">
        <w:trPr>
          <w:trHeight w:val="34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4.2.2.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городского поселения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15,90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20,20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20,10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18,00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16,00</w:t>
            </w:r>
          </w:p>
        </w:tc>
      </w:tr>
      <w:tr w:rsidR="00BF25D8" w:rsidRPr="00BF25D8" w:rsidTr="006E540A">
        <w:trPr>
          <w:trHeight w:val="93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4.3.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Доля населения, проживающего в  домах, признанных в установленном порядке аварийными, в том числе: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 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 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 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 </w:t>
            </w:r>
          </w:p>
        </w:tc>
      </w:tr>
      <w:tr w:rsidR="00BF25D8" w:rsidRPr="00BF25D8" w:rsidTr="006E540A">
        <w:trPr>
          <w:trHeight w:val="31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4.3.1.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сельских поселений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1701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9,82</w:t>
            </w:r>
          </w:p>
        </w:tc>
        <w:tc>
          <w:tcPr>
            <w:tcW w:w="1701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7,49</w:t>
            </w:r>
          </w:p>
        </w:tc>
        <w:tc>
          <w:tcPr>
            <w:tcW w:w="1498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7,17</w:t>
            </w:r>
          </w:p>
        </w:tc>
        <w:tc>
          <w:tcPr>
            <w:tcW w:w="1912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7,12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7,07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4.3.2.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городского поселения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6,00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5,00</w:t>
            </w:r>
          </w:p>
        </w:tc>
      </w:tr>
      <w:tr w:rsidR="00BF25D8" w:rsidRPr="00BF25D8" w:rsidTr="006E540A">
        <w:trPr>
          <w:trHeight w:val="93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4.4.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Количество граждан, стоящих в очереди на предоставление жилых помещений на условиях социального найма, в том числе:</w:t>
            </w:r>
          </w:p>
        </w:tc>
        <w:tc>
          <w:tcPr>
            <w:tcW w:w="2913" w:type="dxa"/>
            <w:gridSpan w:val="5"/>
            <w:vMerge w:val="restart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чел.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2 850,00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2 850,00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2 850,00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2 850,00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2 850,00</w:t>
            </w:r>
          </w:p>
        </w:tc>
      </w:tr>
      <w:tr w:rsidR="00BF25D8" w:rsidRPr="00BF25D8" w:rsidTr="006E540A">
        <w:trPr>
          <w:trHeight w:val="39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4.4.1.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сельских поселений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2 410,00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2 438,00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2 430,00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2 425,00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2 430,00</w:t>
            </w:r>
          </w:p>
        </w:tc>
      </w:tr>
      <w:tr w:rsidR="00BF25D8" w:rsidRPr="00BF25D8" w:rsidTr="006E540A">
        <w:trPr>
          <w:trHeight w:val="28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4.4.2.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городского поселения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440,00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412,00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420,00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425,00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420,00</w:t>
            </w:r>
          </w:p>
        </w:tc>
      </w:tr>
      <w:tr w:rsidR="00BF25D8" w:rsidRPr="00BF25D8" w:rsidTr="006E540A">
        <w:trPr>
          <w:trHeight w:val="9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4.5.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Ввод в эксплуатацию (приобретение) муниципального </w:t>
            </w:r>
            <w:r w:rsidRPr="00BF25D8">
              <w:rPr>
                <w:sz w:val="22"/>
                <w:szCs w:val="22"/>
              </w:rPr>
              <w:lastRenderedPageBreak/>
              <w:t>жилого фонда на территории  поселений НАО, в том числе:</w:t>
            </w:r>
          </w:p>
        </w:tc>
        <w:tc>
          <w:tcPr>
            <w:tcW w:w="2913" w:type="dxa"/>
            <w:gridSpan w:val="5"/>
            <w:vMerge w:val="restart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proofErr w:type="spellStart"/>
            <w:r w:rsidRPr="00BF25D8">
              <w:rPr>
                <w:i/>
                <w:iCs/>
                <w:sz w:val="22"/>
                <w:szCs w:val="22"/>
              </w:rPr>
              <w:lastRenderedPageBreak/>
              <w:t>кв</w:t>
            </w:r>
            <w:proofErr w:type="gramStart"/>
            <w:r w:rsidRPr="00BF25D8">
              <w:rPr>
                <w:i/>
                <w:iCs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2 162,92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3 052,32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952,30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4 563,30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311,00</w:t>
            </w:r>
          </w:p>
        </w:tc>
      </w:tr>
      <w:tr w:rsidR="00BF25D8" w:rsidRPr="00BF25D8" w:rsidTr="006E540A">
        <w:trPr>
          <w:trHeight w:val="30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lastRenderedPageBreak/>
              <w:t>4.5.1.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сельских поселений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2 162,92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3 052,32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152,30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463,30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311,00</w:t>
            </w:r>
          </w:p>
        </w:tc>
      </w:tr>
      <w:tr w:rsidR="00BF25D8" w:rsidRPr="00BF25D8" w:rsidTr="006E540A">
        <w:trPr>
          <w:trHeight w:val="30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4.5.2.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городского поселения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800,00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4 100,00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</w:tr>
      <w:tr w:rsidR="00BF25D8" w:rsidRPr="00BF25D8" w:rsidTr="006E540A">
        <w:trPr>
          <w:trHeight w:val="69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4.6.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24,81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24,93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24,96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25,20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25,22</w:t>
            </w:r>
          </w:p>
        </w:tc>
      </w:tr>
      <w:tr w:rsidR="00BF25D8" w:rsidRPr="00BF25D8" w:rsidTr="006E540A">
        <w:trPr>
          <w:trHeight w:val="39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4.6.1.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Темп роста к предыдущему году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0,48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0,20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0,95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0,06</w:t>
            </w:r>
          </w:p>
        </w:tc>
      </w:tr>
      <w:tr w:rsidR="00BF25D8" w:rsidRPr="00BF25D8" w:rsidTr="006E540A">
        <w:trPr>
          <w:trHeight w:val="9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4.7.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Количество жилых домов, в которых проведен текущий и (или) капитальный ремонт</w:t>
            </w:r>
          </w:p>
        </w:tc>
        <w:tc>
          <w:tcPr>
            <w:tcW w:w="2913" w:type="dxa"/>
            <w:gridSpan w:val="5"/>
            <w:vMerge w:val="restart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ед.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12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</w:t>
            </w:r>
          </w:p>
        </w:tc>
      </w:tr>
      <w:tr w:rsidR="00BF25D8" w:rsidRPr="00BF25D8" w:rsidTr="006E540A">
        <w:trPr>
          <w:trHeight w:val="9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4.8.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Количество взлетно-посадочных полос и вертолетных площадок, содержащихся в надлежащем порядке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46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46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46</w:t>
            </w:r>
          </w:p>
        </w:tc>
      </w:tr>
      <w:tr w:rsidR="00BF25D8" w:rsidRPr="00BF25D8" w:rsidTr="006E540A">
        <w:trPr>
          <w:trHeight w:val="70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4.9.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Количество причалов, содержащихся в надлежащем порядке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</w:t>
            </w:r>
          </w:p>
        </w:tc>
      </w:tr>
      <w:tr w:rsidR="00BF25D8" w:rsidRPr="00BF25D8" w:rsidTr="006E540A">
        <w:trPr>
          <w:trHeight w:val="127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4.10.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84,3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87,7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91,6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100</w:t>
            </w:r>
          </w:p>
        </w:tc>
      </w:tr>
      <w:tr w:rsidR="00BF25D8" w:rsidRPr="00BF25D8" w:rsidTr="006E540A">
        <w:trPr>
          <w:trHeight w:val="123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lastRenderedPageBreak/>
              <w:t>4.11.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Объем не завершенного в установленные сроки строительства, осуществляемого за счет средств бюджета муниципального района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тыс.руб.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969 733,00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222 711,10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107 283,60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6 038,60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6 038,60</w:t>
            </w:r>
          </w:p>
        </w:tc>
      </w:tr>
      <w:tr w:rsidR="00BF25D8" w:rsidRPr="00BF25D8" w:rsidTr="006E540A">
        <w:trPr>
          <w:trHeight w:val="219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4.12.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79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81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81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81</w:t>
            </w:r>
          </w:p>
        </w:tc>
      </w:tr>
      <w:tr w:rsidR="00B73BF2" w:rsidRPr="00BF25D8" w:rsidTr="006E540A">
        <w:trPr>
          <w:trHeight w:val="3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b/>
                <w:bCs/>
                <w:sz w:val="22"/>
                <w:szCs w:val="22"/>
              </w:rPr>
            </w:pPr>
            <w:r w:rsidRPr="00BF25D8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14176" w:type="dxa"/>
            <w:gridSpan w:val="15"/>
            <w:hideMark/>
          </w:tcPr>
          <w:p w:rsidR="00B73BF2" w:rsidRPr="00BF25D8" w:rsidRDefault="00B73BF2" w:rsidP="00B73BF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BF25D8">
              <w:rPr>
                <w:b/>
                <w:bCs/>
                <w:i/>
                <w:iCs/>
                <w:sz w:val="22"/>
                <w:szCs w:val="22"/>
              </w:rPr>
              <w:t>Муниципальное имущество и муниципальные унитарные предприятия</w:t>
            </w:r>
          </w:p>
        </w:tc>
      </w:tr>
      <w:tr w:rsidR="00BF25D8" w:rsidRPr="00BF25D8" w:rsidTr="006E540A">
        <w:trPr>
          <w:trHeight w:val="93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5.1.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Количество муниципальных предприятий Заполярного района и поселений НАО, в том числе:</w:t>
            </w:r>
          </w:p>
        </w:tc>
        <w:tc>
          <w:tcPr>
            <w:tcW w:w="2913" w:type="dxa"/>
            <w:gridSpan w:val="5"/>
            <w:vMerge w:val="restart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ед.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16,00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16,00</w:t>
            </w:r>
          </w:p>
        </w:tc>
      </w:tr>
      <w:tr w:rsidR="00BF25D8" w:rsidRPr="00BF25D8" w:rsidTr="006E540A">
        <w:trPr>
          <w:trHeight w:val="61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5.1.1.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муниципальные унитарные  предприятия Заполярного района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3,00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3,00</w:t>
            </w:r>
          </w:p>
        </w:tc>
      </w:tr>
      <w:tr w:rsidR="00BF25D8" w:rsidRPr="00BF25D8" w:rsidTr="006E540A">
        <w:trPr>
          <w:trHeight w:val="64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lastRenderedPageBreak/>
              <w:t>5.1.2.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муниципальные унитарные  предприятия поселений НАО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13,00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13,00</w:t>
            </w:r>
          </w:p>
        </w:tc>
      </w:tr>
      <w:tr w:rsidR="00BF25D8" w:rsidRPr="00BF25D8" w:rsidTr="006E540A">
        <w:trPr>
          <w:trHeight w:val="91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5.6.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Площадь земельных участков, являющихся объектами налогообложения земельным налогом</w:t>
            </w:r>
          </w:p>
        </w:tc>
        <w:tc>
          <w:tcPr>
            <w:tcW w:w="2913" w:type="dxa"/>
            <w:gridSpan w:val="5"/>
            <w:noWrap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кв.</w:t>
            </w:r>
            <w:r w:rsidR="006E540A">
              <w:rPr>
                <w:i/>
                <w:iCs/>
                <w:sz w:val="22"/>
                <w:szCs w:val="22"/>
              </w:rPr>
              <w:t xml:space="preserve"> </w:t>
            </w:r>
            <w:r w:rsidRPr="00BF25D8">
              <w:rPr>
                <w:i/>
                <w:iCs/>
                <w:sz w:val="22"/>
                <w:szCs w:val="22"/>
              </w:rPr>
              <w:t>км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930 865,10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993 916,10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965 828,10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965 828,10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965 828,10</w:t>
            </w:r>
          </w:p>
        </w:tc>
      </w:tr>
      <w:tr w:rsidR="00BF25D8" w:rsidRPr="00BF25D8" w:rsidTr="006E540A">
        <w:trPr>
          <w:trHeight w:val="94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5.7.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Доход от сдачи в аренду объектов муниципальной формы собственности (в том числе земельных участков)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тыс.руб.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3 195,63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2 610,89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2 679,45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2 729,75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2 832,03</w:t>
            </w:r>
          </w:p>
        </w:tc>
      </w:tr>
      <w:tr w:rsidR="00BF25D8" w:rsidRPr="00BF25D8" w:rsidTr="006E540A">
        <w:trPr>
          <w:trHeight w:val="3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5.7.1.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Темп роста к предыдущему году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-18,00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0,03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0,02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0,04</w:t>
            </w:r>
          </w:p>
        </w:tc>
      </w:tr>
      <w:tr w:rsidR="00B73BF2" w:rsidRPr="00BF25D8" w:rsidTr="006E540A">
        <w:trPr>
          <w:trHeight w:val="39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b/>
                <w:bCs/>
                <w:sz w:val="22"/>
                <w:szCs w:val="22"/>
              </w:rPr>
            </w:pPr>
            <w:r w:rsidRPr="00BF25D8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14176" w:type="dxa"/>
            <w:gridSpan w:val="15"/>
            <w:hideMark/>
          </w:tcPr>
          <w:p w:rsidR="00B73BF2" w:rsidRPr="00BF25D8" w:rsidRDefault="00B73BF2" w:rsidP="00B73BF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BF25D8">
              <w:rPr>
                <w:b/>
                <w:bCs/>
                <w:i/>
                <w:iCs/>
                <w:sz w:val="22"/>
                <w:szCs w:val="22"/>
              </w:rPr>
              <w:t>Бюджетная политика</w:t>
            </w:r>
          </w:p>
        </w:tc>
      </w:tr>
      <w:tr w:rsidR="00BF25D8" w:rsidRPr="00BF25D8" w:rsidTr="006E540A">
        <w:trPr>
          <w:trHeight w:val="63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6.1.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Доходы районного бюджета, всего, в том числе: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6E540A" w:rsidP="00B73BF2">
            <w:pPr>
              <w:rPr>
                <w:i/>
                <w:iCs/>
                <w:sz w:val="22"/>
                <w:szCs w:val="22"/>
              </w:rPr>
            </w:pPr>
            <w:proofErr w:type="gramStart"/>
            <w:r>
              <w:rPr>
                <w:i/>
                <w:iCs/>
                <w:sz w:val="22"/>
                <w:szCs w:val="22"/>
              </w:rPr>
              <w:t>м</w:t>
            </w:r>
            <w:r w:rsidR="00B73BF2" w:rsidRPr="00BF25D8">
              <w:rPr>
                <w:i/>
                <w:iCs/>
                <w:sz w:val="22"/>
                <w:szCs w:val="22"/>
              </w:rPr>
              <w:t>лн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</w:t>
            </w:r>
            <w:r w:rsidR="00B73BF2" w:rsidRPr="00BF25D8">
              <w:rPr>
                <w:i/>
                <w:iCs/>
                <w:sz w:val="22"/>
                <w:szCs w:val="22"/>
              </w:rPr>
              <w:t xml:space="preserve"> руб.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897,50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818,40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906,10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873,50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927,10</w:t>
            </w:r>
          </w:p>
        </w:tc>
      </w:tr>
      <w:tr w:rsidR="00BF25D8" w:rsidRPr="00BF25D8" w:rsidTr="006E540A">
        <w:trPr>
          <w:trHeight w:val="46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6.1.1.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Темп роста к предыдущему году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-0,90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-8,80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10,70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-3,60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6,10</w:t>
            </w:r>
          </w:p>
        </w:tc>
      </w:tr>
      <w:tr w:rsidR="00BF25D8" w:rsidRPr="00BF25D8" w:rsidTr="006E540A">
        <w:trPr>
          <w:trHeight w:val="75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6.2.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Собственные налоговые и неналоговые доходы районного бюджета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proofErr w:type="gramStart"/>
            <w:r w:rsidRPr="00BF25D8">
              <w:rPr>
                <w:i/>
                <w:iCs/>
                <w:sz w:val="22"/>
                <w:szCs w:val="22"/>
              </w:rPr>
              <w:t>млн</w:t>
            </w:r>
            <w:proofErr w:type="gramEnd"/>
            <w:r w:rsidRPr="00BF25D8">
              <w:rPr>
                <w:i/>
                <w:iCs/>
                <w:sz w:val="22"/>
                <w:szCs w:val="22"/>
              </w:rPr>
              <w:t xml:space="preserve"> </w:t>
            </w:r>
            <w:r w:rsidR="006E540A">
              <w:rPr>
                <w:i/>
                <w:iCs/>
                <w:sz w:val="22"/>
                <w:szCs w:val="22"/>
              </w:rPr>
              <w:t xml:space="preserve"> </w:t>
            </w:r>
            <w:r w:rsidRPr="00BF25D8">
              <w:rPr>
                <w:i/>
                <w:iCs/>
                <w:sz w:val="22"/>
                <w:szCs w:val="22"/>
              </w:rPr>
              <w:t>руб.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750,40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798,10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819,60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862,10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915,60</w:t>
            </w:r>
          </w:p>
        </w:tc>
      </w:tr>
      <w:tr w:rsidR="00BF25D8" w:rsidRPr="00BF25D8" w:rsidTr="006E540A">
        <w:trPr>
          <w:trHeight w:val="40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6.2.1.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Темп роста к предыдущему году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-0,60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6,40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2,70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5,20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6,20</w:t>
            </w:r>
          </w:p>
        </w:tc>
      </w:tr>
      <w:tr w:rsidR="00BF25D8" w:rsidRPr="00BF25D8" w:rsidTr="006E540A">
        <w:trPr>
          <w:trHeight w:val="111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6.3.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Безвозмездные поступления от других бюджетов бюджетной системы Российской </w:t>
            </w:r>
            <w:r w:rsidRPr="00BF25D8">
              <w:rPr>
                <w:sz w:val="22"/>
                <w:szCs w:val="22"/>
              </w:rPr>
              <w:lastRenderedPageBreak/>
              <w:t>Федерации (межбюджетные трансферты)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proofErr w:type="gramStart"/>
            <w:r w:rsidRPr="00BF25D8">
              <w:rPr>
                <w:i/>
                <w:iCs/>
                <w:sz w:val="22"/>
                <w:szCs w:val="22"/>
              </w:rPr>
              <w:lastRenderedPageBreak/>
              <w:t>млн</w:t>
            </w:r>
            <w:proofErr w:type="gramEnd"/>
            <w:r w:rsidRPr="00BF25D8">
              <w:rPr>
                <w:i/>
                <w:iCs/>
                <w:sz w:val="22"/>
                <w:szCs w:val="22"/>
              </w:rPr>
              <w:t xml:space="preserve"> руб.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147,90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21,40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86,50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11,40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11,50</w:t>
            </w:r>
          </w:p>
        </w:tc>
      </w:tr>
      <w:tr w:rsidR="00BF25D8" w:rsidRPr="00BF25D8" w:rsidTr="006E540A">
        <w:trPr>
          <w:trHeight w:val="40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lastRenderedPageBreak/>
              <w:t>6.3.1.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Темп роста к предыдущему году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-1,70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14,47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404,20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-86,80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0,90</w:t>
            </w:r>
          </w:p>
        </w:tc>
      </w:tr>
      <w:tr w:rsidR="00BF25D8" w:rsidRPr="00BF25D8" w:rsidTr="006E540A">
        <w:trPr>
          <w:trHeight w:val="232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6.4.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</w:t>
            </w:r>
            <w:proofErr w:type="spellStart"/>
            <w:r w:rsidRPr="00BF25D8">
              <w:rPr>
                <w:sz w:val="22"/>
                <w:szCs w:val="22"/>
              </w:rPr>
              <w:t>имеющиъх</w:t>
            </w:r>
            <w:proofErr w:type="spellEnd"/>
            <w:r w:rsidRPr="00BF25D8">
              <w:rPr>
                <w:sz w:val="22"/>
                <w:szCs w:val="22"/>
              </w:rPr>
              <w:t xml:space="preserve"> целевое назначение, прошлых лет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proofErr w:type="gramStart"/>
            <w:r w:rsidRPr="00BF25D8">
              <w:rPr>
                <w:i/>
                <w:iCs/>
                <w:sz w:val="22"/>
                <w:szCs w:val="22"/>
              </w:rPr>
              <w:t>млн</w:t>
            </w:r>
            <w:proofErr w:type="gramEnd"/>
            <w:r w:rsidRPr="00BF25D8">
              <w:rPr>
                <w:i/>
                <w:iCs/>
                <w:sz w:val="22"/>
                <w:szCs w:val="22"/>
              </w:rPr>
              <w:t xml:space="preserve"> руб.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0,20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</w:tr>
      <w:tr w:rsidR="00BF25D8" w:rsidRPr="00BF25D8" w:rsidTr="006E540A">
        <w:trPr>
          <w:trHeight w:val="39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6.4.1.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Темп роста к предыдущему году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-100,00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</w:tr>
      <w:tr w:rsidR="00BF25D8" w:rsidRPr="00BF25D8" w:rsidTr="006E540A">
        <w:trPr>
          <w:trHeight w:val="102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6.5.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proofErr w:type="gramStart"/>
            <w:r w:rsidRPr="00BF25D8">
              <w:rPr>
                <w:i/>
                <w:iCs/>
                <w:sz w:val="22"/>
                <w:szCs w:val="22"/>
              </w:rPr>
              <w:t>млн</w:t>
            </w:r>
            <w:proofErr w:type="gramEnd"/>
            <w:r w:rsidRPr="00BF25D8">
              <w:rPr>
                <w:i/>
                <w:iCs/>
                <w:sz w:val="22"/>
                <w:szCs w:val="22"/>
              </w:rPr>
              <w:t xml:space="preserve"> руб.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-1,00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-1,10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</w:tr>
      <w:tr w:rsidR="00BF25D8" w:rsidRPr="00BF25D8" w:rsidTr="006E540A">
        <w:trPr>
          <w:trHeight w:val="42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6.5.1.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Темп роста к предыдущему году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400,00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-100,00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</w:tr>
      <w:tr w:rsidR="00BF25D8" w:rsidRPr="00BF25D8" w:rsidTr="006E540A">
        <w:trPr>
          <w:trHeight w:val="109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lastRenderedPageBreak/>
              <w:t>6.4.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Отчисления муниципальными предприятиями части прибыли в доход районного бюджета, в том числе:</w:t>
            </w:r>
          </w:p>
        </w:tc>
        <w:tc>
          <w:tcPr>
            <w:tcW w:w="2913" w:type="dxa"/>
            <w:gridSpan w:val="5"/>
            <w:vMerge w:val="restart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тыс. руб.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4 841,00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</w:tr>
      <w:tr w:rsidR="00BF25D8" w:rsidRPr="00BF25D8" w:rsidTr="006E540A">
        <w:trPr>
          <w:trHeight w:val="3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.6.4.1.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 МП ЗР «Севержилкомсервис»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4 841,00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</w:tr>
      <w:tr w:rsidR="00BF25D8" w:rsidRPr="00BF25D8" w:rsidTr="006E540A">
        <w:trPr>
          <w:trHeight w:val="3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6.4.2.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 МП ЗР «Северная транспортная  компания»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</w:tr>
      <w:tr w:rsidR="00BF25D8" w:rsidRPr="00BF25D8" w:rsidTr="006E540A">
        <w:trPr>
          <w:trHeight w:val="34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6.4.3.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 МУП  «Амдермасервис»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</w:tr>
      <w:tr w:rsidR="00B73BF2" w:rsidRPr="00BF25D8" w:rsidTr="006E540A">
        <w:trPr>
          <w:trHeight w:val="33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b/>
                <w:bCs/>
                <w:sz w:val="22"/>
                <w:szCs w:val="22"/>
              </w:rPr>
            </w:pPr>
            <w:r w:rsidRPr="00BF25D8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14176" w:type="dxa"/>
            <w:gridSpan w:val="15"/>
            <w:hideMark/>
          </w:tcPr>
          <w:p w:rsidR="00B73BF2" w:rsidRPr="00BF25D8" w:rsidRDefault="00B73BF2" w:rsidP="00B73BF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BF25D8">
              <w:rPr>
                <w:b/>
                <w:bCs/>
                <w:i/>
                <w:iCs/>
                <w:sz w:val="22"/>
                <w:szCs w:val="22"/>
              </w:rPr>
              <w:t>Муниципальные программы</w:t>
            </w:r>
          </w:p>
        </w:tc>
      </w:tr>
      <w:tr w:rsidR="00BF25D8" w:rsidRPr="00BF25D8" w:rsidTr="006E540A">
        <w:trPr>
          <w:trHeight w:val="69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7.1.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Количество действующих муниципальных программ (на конец отчетного периода)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ед.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</w:t>
            </w:r>
          </w:p>
        </w:tc>
      </w:tr>
      <w:tr w:rsidR="00BF25D8" w:rsidRPr="00BF25D8" w:rsidTr="006E540A">
        <w:trPr>
          <w:trHeight w:val="34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7.2.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Размер финансирования, в том числе: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тыс. руб.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1 099 210,20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1 194 044,10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1 097 564,10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816 124,00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819 268,20</w:t>
            </w:r>
          </w:p>
        </w:tc>
      </w:tr>
      <w:tr w:rsidR="00BF25D8" w:rsidRPr="00BF25D8" w:rsidTr="006E540A">
        <w:trPr>
          <w:trHeight w:val="3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7.2.1.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за счет средств районного бюджета</w:t>
            </w:r>
          </w:p>
        </w:tc>
        <w:tc>
          <w:tcPr>
            <w:tcW w:w="2913" w:type="dxa"/>
            <w:gridSpan w:val="5"/>
            <w:hideMark/>
          </w:tcPr>
          <w:p w:rsidR="00B73BF2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тыс. руб.</w:t>
            </w:r>
          </w:p>
          <w:p w:rsidR="006E540A" w:rsidRDefault="006E540A" w:rsidP="00B73BF2">
            <w:pPr>
              <w:rPr>
                <w:i/>
                <w:iCs/>
                <w:sz w:val="22"/>
                <w:szCs w:val="22"/>
              </w:rPr>
            </w:pPr>
          </w:p>
          <w:p w:rsidR="006E540A" w:rsidRPr="00BF25D8" w:rsidRDefault="006E540A" w:rsidP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959 737,10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1 175 922,90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1 022 748,90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816 124,00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819 268,20</w:t>
            </w:r>
          </w:p>
        </w:tc>
      </w:tr>
      <w:tr w:rsidR="00BF25D8" w:rsidRPr="00BF25D8" w:rsidTr="006E540A">
        <w:trPr>
          <w:trHeight w:val="91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7.3.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Исполнение муниципальных программ (освоено средств </w:t>
            </w:r>
            <w:proofErr w:type="gramStart"/>
            <w:r w:rsidRPr="00BF25D8">
              <w:rPr>
                <w:sz w:val="22"/>
                <w:szCs w:val="22"/>
              </w:rPr>
              <w:t>от</w:t>
            </w:r>
            <w:proofErr w:type="gramEnd"/>
            <w:r w:rsidRPr="00BF25D8">
              <w:rPr>
                <w:sz w:val="22"/>
                <w:szCs w:val="22"/>
              </w:rPr>
              <w:t xml:space="preserve"> запланированных на год)</w:t>
            </w:r>
          </w:p>
        </w:tc>
        <w:tc>
          <w:tcPr>
            <w:tcW w:w="2913" w:type="dxa"/>
            <w:gridSpan w:val="5"/>
            <w:hideMark/>
          </w:tcPr>
          <w:p w:rsidR="00B73BF2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%</w:t>
            </w:r>
          </w:p>
          <w:p w:rsidR="006E540A" w:rsidRDefault="006E540A" w:rsidP="00B73BF2">
            <w:pPr>
              <w:rPr>
                <w:i/>
                <w:iCs/>
                <w:sz w:val="22"/>
                <w:szCs w:val="22"/>
              </w:rPr>
            </w:pPr>
          </w:p>
          <w:p w:rsidR="006E540A" w:rsidRDefault="006E540A" w:rsidP="00B73BF2">
            <w:pPr>
              <w:rPr>
                <w:i/>
                <w:iCs/>
                <w:sz w:val="22"/>
                <w:szCs w:val="22"/>
              </w:rPr>
            </w:pPr>
          </w:p>
          <w:p w:rsidR="006E540A" w:rsidRDefault="006E540A" w:rsidP="00B73BF2">
            <w:pPr>
              <w:rPr>
                <w:i/>
                <w:iCs/>
                <w:sz w:val="22"/>
                <w:szCs w:val="22"/>
              </w:rPr>
            </w:pPr>
          </w:p>
          <w:p w:rsidR="006E540A" w:rsidRDefault="006E540A" w:rsidP="00B73BF2">
            <w:pPr>
              <w:rPr>
                <w:i/>
                <w:iCs/>
                <w:sz w:val="22"/>
                <w:szCs w:val="22"/>
              </w:rPr>
            </w:pPr>
          </w:p>
          <w:p w:rsidR="006E540A" w:rsidRDefault="006E540A" w:rsidP="00B73BF2">
            <w:pPr>
              <w:rPr>
                <w:i/>
                <w:iCs/>
                <w:sz w:val="22"/>
                <w:szCs w:val="22"/>
              </w:rPr>
            </w:pPr>
          </w:p>
          <w:p w:rsidR="006E540A" w:rsidRDefault="006E540A" w:rsidP="00B73BF2">
            <w:pPr>
              <w:rPr>
                <w:i/>
                <w:iCs/>
                <w:sz w:val="22"/>
                <w:szCs w:val="22"/>
              </w:rPr>
            </w:pPr>
          </w:p>
          <w:p w:rsidR="006E540A" w:rsidRDefault="006E540A" w:rsidP="00B73BF2">
            <w:pPr>
              <w:rPr>
                <w:i/>
                <w:iCs/>
                <w:sz w:val="22"/>
                <w:szCs w:val="22"/>
              </w:rPr>
            </w:pPr>
          </w:p>
          <w:p w:rsidR="006E540A" w:rsidRPr="00BF25D8" w:rsidRDefault="006E540A" w:rsidP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88,30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82,00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100,00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100,00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100,00</w:t>
            </w:r>
          </w:p>
        </w:tc>
      </w:tr>
      <w:tr w:rsidR="00B73BF2" w:rsidRPr="00BF25D8" w:rsidTr="006E540A">
        <w:trPr>
          <w:trHeight w:val="3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b/>
                <w:bCs/>
                <w:sz w:val="22"/>
                <w:szCs w:val="22"/>
              </w:rPr>
            </w:pPr>
            <w:r w:rsidRPr="00BF25D8">
              <w:rPr>
                <w:b/>
                <w:bCs/>
                <w:sz w:val="22"/>
                <w:szCs w:val="22"/>
              </w:rPr>
              <w:lastRenderedPageBreak/>
              <w:t>8.</w:t>
            </w:r>
          </w:p>
        </w:tc>
        <w:tc>
          <w:tcPr>
            <w:tcW w:w="14176" w:type="dxa"/>
            <w:gridSpan w:val="15"/>
            <w:hideMark/>
          </w:tcPr>
          <w:p w:rsidR="00B73BF2" w:rsidRPr="00BF25D8" w:rsidRDefault="00B73BF2" w:rsidP="00B73BF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BF25D8">
              <w:rPr>
                <w:b/>
                <w:bCs/>
                <w:i/>
                <w:iCs/>
                <w:sz w:val="22"/>
                <w:szCs w:val="22"/>
              </w:rPr>
              <w:t>Гражданская оборона и предупреждение чрезвычайных ситуаций</w:t>
            </w:r>
          </w:p>
        </w:tc>
      </w:tr>
      <w:tr w:rsidR="00BF25D8" w:rsidRPr="00BF25D8" w:rsidTr="006E540A">
        <w:trPr>
          <w:trHeight w:val="12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8.1.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Проведено заседаний комиссии по предотвращению и ликвидации последствий чрезвычайных ситуаций и обеспечению пожарной безопасности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ед.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10,00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10,00</w:t>
            </w:r>
          </w:p>
        </w:tc>
      </w:tr>
      <w:tr w:rsidR="00BF25D8" w:rsidRPr="00BF25D8" w:rsidTr="006E540A">
        <w:trPr>
          <w:trHeight w:val="6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8.2.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Численность населения, прошедших </w:t>
            </w:r>
            <w:proofErr w:type="gramStart"/>
            <w:r w:rsidRPr="00BF25D8">
              <w:rPr>
                <w:sz w:val="22"/>
                <w:szCs w:val="22"/>
              </w:rPr>
              <w:t>обучение по вопросам</w:t>
            </w:r>
            <w:proofErr w:type="gramEnd"/>
            <w:r w:rsidRPr="00BF25D8">
              <w:rPr>
                <w:sz w:val="22"/>
                <w:szCs w:val="22"/>
              </w:rPr>
              <w:t xml:space="preserve"> ГО и ЧС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чел.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181,00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179,00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67,00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133,00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200,00</w:t>
            </w:r>
          </w:p>
        </w:tc>
      </w:tr>
      <w:tr w:rsidR="00BF25D8" w:rsidRPr="00BF25D8" w:rsidTr="006E540A">
        <w:trPr>
          <w:trHeight w:val="132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8.3.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Доля населения поселений НАО, охваченная местной автоматизированной системой централизованного оповещения гражданской обороны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45,34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49,63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52,62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53,43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55,73</w:t>
            </w:r>
          </w:p>
        </w:tc>
      </w:tr>
      <w:tr w:rsidR="00BF25D8" w:rsidRPr="00BF25D8" w:rsidTr="006E540A">
        <w:trPr>
          <w:trHeight w:val="39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8.4.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Сокращения количества пожаров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ед.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0,00</w:t>
            </w:r>
          </w:p>
        </w:tc>
      </w:tr>
      <w:tr w:rsidR="00BF25D8" w:rsidRPr="00BF25D8" w:rsidTr="006E540A">
        <w:trPr>
          <w:trHeight w:val="232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8.5.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 xml:space="preserve">Количество муниципальных образований, расположенных на территории Заполярного района, в  которых социально значимые объекты (места массового пребывания людей) оборудованы </w:t>
            </w:r>
            <w:r w:rsidRPr="00BF25D8">
              <w:rPr>
                <w:sz w:val="22"/>
                <w:szCs w:val="22"/>
              </w:rPr>
              <w:lastRenderedPageBreak/>
              <w:t xml:space="preserve">техническими средствами защиты антитеррористической направленности 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3,00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5,00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5,00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5,00</w:t>
            </w:r>
          </w:p>
        </w:tc>
      </w:tr>
      <w:tr w:rsidR="00B73BF2" w:rsidRPr="00BF25D8" w:rsidTr="006E540A">
        <w:trPr>
          <w:trHeight w:val="39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b/>
                <w:bCs/>
                <w:sz w:val="22"/>
                <w:szCs w:val="22"/>
              </w:rPr>
            </w:pPr>
            <w:r w:rsidRPr="00BF25D8">
              <w:rPr>
                <w:b/>
                <w:bCs/>
                <w:sz w:val="22"/>
                <w:szCs w:val="22"/>
              </w:rPr>
              <w:lastRenderedPageBreak/>
              <w:t>9.</w:t>
            </w:r>
          </w:p>
        </w:tc>
        <w:tc>
          <w:tcPr>
            <w:tcW w:w="14176" w:type="dxa"/>
            <w:gridSpan w:val="15"/>
            <w:hideMark/>
          </w:tcPr>
          <w:p w:rsidR="00B73BF2" w:rsidRPr="00BF25D8" w:rsidRDefault="00B73BF2" w:rsidP="00B73BF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BF25D8">
              <w:rPr>
                <w:b/>
                <w:bCs/>
                <w:i/>
                <w:iCs/>
                <w:sz w:val="22"/>
                <w:szCs w:val="22"/>
              </w:rPr>
              <w:t>Дорожная деятельность и транспортные услуги</w:t>
            </w:r>
          </w:p>
        </w:tc>
      </w:tr>
      <w:tr w:rsidR="00BF25D8" w:rsidRPr="00BF25D8" w:rsidTr="006E540A">
        <w:trPr>
          <w:trHeight w:val="12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9.1.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Протяженность автомобильных дорог общего пользования местного значения в границах поселений и на межселенной территории</w:t>
            </w:r>
          </w:p>
        </w:tc>
        <w:tc>
          <w:tcPr>
            <w:tcW w:w="2913" w:type="dxa"/>
            <w:gridSpan w:val="5"/>
            <w:vMerge w:val="restart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км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71,6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71,6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71,6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71,6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71,6</w:t>
            </w:r>
          </w:p>
        </w:tc>
      </w:tr>
      <w:tr w:rsidR="00BF25D8" w:rsidRPr="00BF25D8" w:rsidTr="006E540A">
        <w:trPr>
          <w:trHeight w:val="94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9.2.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Протяженность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2,6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2,6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2,6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2,6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2,6</w:t>
            </w:r>
          </w:p>
        </w:tc>
      </w:tr>
      <w:tr w:rsidR="00BF25D8" w:rsidRPr="00BF25D8" w:rsidTr="006E540A">
        <w:trPr>
          <w:trHeight w:val="72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9.3.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Протяженность автомобильных дорог, содержащихся в надлежащем порядке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46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50</w:t>
            </w:r>
          </w:p>
        </w:tc>
      </w:tr>
      <w:tr w:rsidR="00BF25D8" w:rsidRPr="00BF25D8" w:rsidTr="006E540A">
        <w:trPr>
          <w:trHeight w:val="39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9.4.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Перевезено пассажиров, в том числе:</w:t>
            </w:r>
          </w:p>
        </w:tc>
        <w:tc>
          <w:tcPr>
            <w:tcW w:w="2913" w:type="dxa"/>
            <w:gridSpan w:val="5"/>
            <w:vMerge w:val="restart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пасс.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6 042,0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7 872,0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24 536,0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25 985,0</w:t>
            </w:r>
          </w:p>
        </w:tc>
        <w:tc>
          <w:tcPr>
            <w:tcW w:w="2118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26 550,0</w:t>
            </w:r>
          </w:p>
        </w:tc>
      </w:tr>
      <w:tr w:rsidR="00BF25D8" w:rsidRPr="00BF25D8" w:rsidTr="006E540A">
        <w:trPr>
          <w:trHeight w:val="39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9.4.1.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в период навигации водным транспортом</w:t>
            </w:r>
            <w:bookmarkStart w:id="1" w:name="_GoBack"/>
            <w:bookmarkEnd w:id="1"/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5 176,0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4 918,0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6 148,0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7 395,0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7 765,0</w:t>
            </w:r>
          </w:p>
        </w:tc>
      </w:tr>
      <w:tr w:rsidR="00BF25D8" w:rsidRPr="00BF25D8" w:rsidTr="006E540A">
        <w:trPr>
          <w:trHeight w:val="3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9.4.2.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амфибийными судами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866,0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2 954,0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3 692,0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2 898,0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3 043,0</w:t>
            </w:r>
          </w:p>
        </w:tc>
      </w:tr>
      <w:tr w:rsidR="00BF25D8" w:rsidRPr="00BF25D8" w:rsidTr="006E540A">
        <w:trPr>
          <w:trHeight w:val="39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lastRenderedPageBreak/>
              <w:t>9.4.3.</w:t>
            </w:r>
          </w:p>
        </w:tc>
        <w:tc>
          <w:tcPr>
            <w:tcW w:w="2333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автомобильным транспортом</w:t>
            </w:r>
          </w:p>
        </w:tc>
        <w:tc>
          <w:tcPr>
            <w:tcW w:w="2913" w:type="dxa"/>
            <w:gridSpan w:val="5"/>
            <w:vMerge/>
            <w:hideMark/>
          </w:tcPr>
          <w:p w:rsidR="00B73BF2" w:rsidRPr="00BF25D8" w:rsidRDefault="00B73B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14 696,0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15 692,0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15 742,0</w:t>
            </w:r>
          </w:p>
        </w:tc>
      </w:tr>
      <w:tr w:rsidR="00BF25D8" w:rsidRPr="00BF25D8" w:rsidTr="006E540A">
        <w:trPr>
          <w:trHeight w:val="66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9.5.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Общая вместимость пассажирского транспорта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мест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201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201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179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146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146</w:t>
            </w:r>
          </w:p>
        </w:tc>
      </w:tr>
      <w:tr w:rsidR="00BF25D8" w:rsidRPr="00BF25D8" w:rsidTr="006E540A">
        <w:trPr>
          <w:trHeight w:val="258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9.6.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91,9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91,9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91,9</w:t>
            </w:r>
          </w:p>
        </w:tc>
      </w:tr>
      <w:tr w:rsidR="00BF25D8" w:rsidRPr="00BF25D8" w:rsidTr="006E540A">
        <w:trPr>
          <w:trHeight w:val="135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9.7.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Доля населения, имеющего доступ к снегоходным трассам, расположенным на территории муниципального района «Заполярный район»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46,3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46,3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46,3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46,3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46,3</w:t>
            </w:r>
          </w:p>
        </w:tc>
      </w:tr>
      <w:tr w:rsidR="00B73BF2" w:rsidRPr="00BF25D8" w:rsidTr="006E540A">
        <w:trPr>
          <w:trHeight w:val="39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b/>
                <w:bCs/>
                <w:sz w:val="22"/>
                <w:szCs w:val="22"/>
              </w:rPr>
            </w:pPr>
            <w:r w:rsidRPr="00BF25D8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14176" w:type="dxa"/>
            <w:gridSpan w:val="15"/>
            <w:hideMark/>
          </w:tcPr>
          <w:p w:rsidR="00B73BF2" w:rsidRPr="00BF25D8" w:rsidRDefault="00B73BF2" w:rsidP="00B73BF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BF25D8">
              <w:rPr>
                <w:b/>
                <w:bCs/>
                <w:i/>
                <w:iCs/>
                <w:sz w:val="22"/>
                <w:szCs w:val="22"/>
              </w:rPr>
              <w:t>Благоустройство и бытовое обслуживание населения</w:t>
            </w:r>
          </w:p>
        </w:tc>
      </w:tr>
      <w:tr w:rsidR="00BF25D8" w:rsidRPr="00BF25D8" w:rsidTr="006E540A">
        <w:trPr>
          <w:trHeight w:val="60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10.1.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Электроэнергия на цели уличного освещения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кВт*</w:t>
            </w:r>
            <w:proofErr w:type="gramStart"/>
            <w:r w:rsidRPr="00BF25D8">
              <w:rPr>
                <w:i/>
                <w:iCs/>
                <w:sz w:val="22"/>
                <w:szCs w:val="22"/>
              </w:rPr>
              <w:t>ч</w:t>
            </w:r>
            <w:proofErr w:type="gramEnd"/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793 070,3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1 038 558,2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1 022 098,0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1 022 098,0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1 022 098,0</w:t>
            </w:r>
          </w:p>
        </w:tc>
      </w:tr>
      <w:tr w:rsidR="00BF25D8" w:rsidRPr="00BF25D8" w:rsidTr="006E540A">
        <w:trPr>
          <w:trHeight w:val="1365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lastRenderedPageBreak/>
              <w:t>10.2.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Повышение эффективности использования энергетических ресурсов на территории муниципального района «Заполярный район» (замена светильников)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кВт*</w:t>
            </w:r>
            <w:proofErr w:type="gramStart"/>
            <w:r w:rsidRPr="00BF25D8">
              <w:rPr>
                <w:i/>
                <w:iCs/>
                <w:sz w:val="22"/>
                <w:szCs w:val="22"/>
              </w:rPr>
              <w:t>ч</w:t>
            </w:r>
            <w:proofErr w:type="gramEnd"/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21 802,0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0,0</w:t>
            </w:r>
          </w:p>
        </w:tc>
      </w:tr>
      <w:tr w:rsidR="00BF25D8" w:rsidRPr="00BF25D8" w:rsidTr="006E540A">
        <w:trPr>
          <w:trHeight w:val="69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10.3.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Количество общественных бань в поселениях НАО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ед.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24,0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24,0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25,0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25,0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25,0</w:t>
            </w:r>
          </w:p>
        </w:tc>
      </w:tr>
      <w:tr w:rsidR="00BF25D8" w:rsidRPr="00BF25D8" w:rsidTr="006E540A">
        <w:trPr>
          <w:trHeight w:val="600"/>
        </w:trPr>
        <w:tc>
          <w:tcPr>
            <w:tcW w:w="816" w:type="dxa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10.4.</w:t>
            </w:r>
          </w:p>
        </w:tc>
        <w:tc>
          <w:tcPr>
            <w:tcW w:w="2333" w:type="dxa"/>
            <w:hideMark/>
          </w:tcPr>
          <w:p w:rsidR="00B73BF2" w:rsidRPr="00BF25D8" w:rsidRDefault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Количество помывок в общественных банях в поселениях НАО</w:t>
            </w:r>
          </w:p>
        </w:tc>
        <w:tc>
          <w:tcPr>
            <w:tcW w:w="2913" w:type="dxa"/>
            <w:gridSpan w:val="5"/>
            <w:hideMark/>
          </w:tcPr>
          <w:p w:rsidR="00B73BF2" w:rsidRPr="00BF25D8" w:rsidRDefault="00B73BF2" w:rsidP="00B73BF2">
            <w:pPr>
              <w:rPr>
                <w:i/>
                <w:iCs/>
                <w:sz w:val="22"/>
                <w:szCs w:val="22"/>
              </w:rPr>
            </w:pPr>
            <w:r w:rsidRPr="00BF25D8">
              <w:rPr>
                <w:i/>
                <w:iCs/>
                <w:sz w:val="22"/>
                <w:szCs w:val="22"/>
              </w:rPr>
              <w:t>ед.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80 260,0</w:t>
            </w:r>
          </w:p>
        </w:tc>
        <w:tc>
          <w:tcPr>
            <w:tcW w:w="1701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72 678,0</w:t>
            </w:r>
          </w:p>
        </w:tc>
        <w:tc>
          <w:tcPr>
            <w:tcW w:w="1498" w:type="dxa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73 470,0</w:t>
            </w:r>
          </w:p>
        </w:tc>
        <w:tc>
          <w:tcPr>
            <w:tcW w:w="1912" w:type="dxa"/>
            <w:gridSpan w:val="3"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73 470,0</w:t>
            </w:r>
          </w:p>
        </w:tc>
        <w:tc>
          <w:tcPr>
            <w:tcW w:w="2118" w:type="dxa"/>
            <w:gridSpan w:val="3"/>
            <w:noWrap/>
            <w:hideMark/>
          </w:tcPr>
          <w:p w:rsidR="00B73BF2" w:rsidRPr="00BF25D8" w:rsidRDefault="00B73BF2" w:rsidP="00B73BF2">
            <w:pPr>
              <w:rPr>
                <w:sz w:val="22"/>
                <w:szCs w:val="22"/>
              </w:rPr>
            </w:pPr>
            <w:r w:rsidRPr="00BF25D8">
              <w:rPr>
                <w:sz w:val="22"/>
                <w:szCs w:val="22"/>
              </w:rPr>
              <w:t>73 470,0</w:t>
            </w:r>
          </w:p>
        </w:tc>
      </w:tr>
    </w:tbl>
    <w:p w:rsidR="00B73BF2" w:rsidRPr="00BF25D8" w:rsidRDefault="00B73BF2" w:rsidP="0066147D">
      <w:pPr>
        <w:rPr>
          <w:sz w:val="22"/>
          <w:szCs w:val="22"/>
        </w:rPr>
      </w:pPr>
    </w:p>
    <w:sectPr w:rsidR="00B73BF2" w:rsidRPr="00BF25D8" w:rsidSect="00B73BF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D20DD4"/>
    <w:rsid w:val="000E7ED4"/>
    <w:rsid w:val="00105246"/>
    <w:rsid w:val="00137E5F"/>
    <w:rsid w:val="001711E8"/>
    <w:rsid w:val="00286277"/>
    <w:rsid w:val="002B1830"/>
    <w:rsid w:val="002D746B"/>
    <w:rsid w:val="00303F7F"/>
    <w:rsid w:val="0034753A"/>
    <w:rsid w:val="003F6EB3"/>
    <w:rsid w:val="00472CE9"/>
    <w:rsid w:val="005E2D30"/>
    <w:rsid w:val="0066147D"/>
    <w:rsid w:val="006C7195"/>
    <w:rsid w:val="006E540A"/>
    <w:rsid w:val="006E61C3"/>
    <w:rsid w:val="006F7F43"/>
    <w:rsid w:val="00751F5F"/>
    <w:rsid w:val="007A65AF"/>
    <w:rsid w:val="007B3DEF"/>
    <w:rsid w:val="007B4922"/>
    <w:rsid w:val="007B7799"/>
    <w:rsid w:val="007C326A"/>
    <w:rsid w:val="007E5869"/>
    <w:rsid w:val="007F4775"/>
    <w:rsid w:val="00893DB0"/>
    <w:rsid w:val="00965606"/>
    <w:rsid w:val="009A4CB9"/>
    <w:rsid w:val="00A44637"/>
    <w:rsid w:val="00A5435E"/>
    <w:rsid w:val="00A61A0A"/>
    <w:rsid w:val="00AA0243"/>
    <w:rsid w:val="00AF4732"/>
    <w:rsid w:val="00B73BF2"/>
    <w:rsid w:val="00B75F8D"/>
    <w:rsid w:val="00BF25D8"/>
    <w:rsid w:val="00C21FDD"/>
    <w:rsid w:val="00D20DD4"/>
    <w:rsid w:val="00E662F3"/>
    <w:rsid w:val="00ED4BCC"/>
    <w:rsid w:val="00EE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3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kuevos\AppData\Local\Temp\bdttmp\0edbb70e-1e18-47a3-8c56-5a38b9ad95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990C2-25B4-4E97-91CA-468564E84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0edbb70e-1e18-47a3-8c56-5a38b9ad9503</Template>
  <TotalTime>166</TotalTime>
  <Pages>20</Pages>
  <Words>3614</Words>
  <Characters>20606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Вокуев Олег Сергеевич</dc:creator>
  <cp:lastModifiedBy>Горячевская Ирина Павловна</cp:lastModifiedBy>
  <cp:revision>23</cp:revision>
  <cp:lastPrinted>2014-11-11T12:19:00Z</cp:lastPrinted>
  <dcterms:created xsi:type="dcterms:W3CDTF">2015-11-16T17:34:00Z</dcterms:created>
  <dcterms:modified xsi:type="dcterms:W3CDTF">2018-12-20T13:08:00Z</dcterms:modified>
</cp:coreProperties>
</file>