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EA30EB">
        <w:rPr>
          <w:b/>
          <w:sz w:val="30"/>
        </w:rPr>
        <w:t xml:space="preserve">                                            </w:t>
      </w:r>
      <w:proofErr w:type="gramStart"/>
      <w:r w:rsidR="00EA30EB">
        <w:rPr>
          <w:b/>
          <w:sz w:val="30"/>
        </w:rPr>
        <w:t xml:space="preserve">   </w:t>
      </w:r>
      <w:r>
        <w:rPr>
          <w:b/>
          <w:sz w:val="30"/>
        </w:rPr>
        <w:t>«</w:t>
      </w:r>
      <w:proofErr w:type="gramEnd"/>
      <w:r>
        <w:rPr>
          <w:b/>
          <w:sz w:val="30"/>
        </w:rPr>
        <w:t>Заполярный район»</w:t>
      </w:r>
      <w:r w:rsidR="00EA30E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321F8B">
        <w:rPr>
          <w:b/>
          <w:sz w:val="28"/>
          <w:szCs w:val="28"/>
        </w:rPr>
        <w:t>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A3C3E">
        <w:rPr>
          <w:b/>
          <w:sz w:val="28"/>
          <w:szCs w:val="28"/>
          <w:u w:val="single"/>
        </w:rPr>
        <w:t>0</w:t>
      </w:r>
      <w:r w:rsidR="00AF2266">
        <w:rPr>
          <w:b/>
          <w:sz w:val="28"/>
          <w:szCs w:val="28"/>
          <w:u w:val="single"/>
        </w:rPr>
        <w:t>3</w:t>
      </w:r>
      <w:r w:rsidR="00ED5EC2">
        <w:rPr>
          <w:b/>
          <w:sz w:val="28"/>
          <w:szCs w:val="28"/>
          <w:u w:val="single"/>
        </w:rPr>
        <w:t>.0</w:t>
      </w:r>
      <w:r w:rsidR="00AF2266">
        <w:rPr>
          <w:b/>
          <w:sz w:val="28"/>
          <w:szCs w:val="28"/>
          <w:u w:val="single"/>
        </w:rPr>
        <w:t>7</w:t>
      </w:r>
      <w:bookmarkStart w:id="0" w:name="_GoBack"/>
      <w:bookmarkEnd w:id="0"/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EA3C3E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AF2266">
        <w:rPr>
          <w:b/>
          <w:sz w:val="28"/>
          <w:szCs w:val="28"/>
          <w:u w:val="single"/>
        </w:rPr>
        <w:t>198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EA3C3E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424647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EA3C3E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EA3C3E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CE5894">
              <w:rPr>
                <w:sz w:val="22"/>
              </w:rPr>
              <w:t>4</w:t>
            </w:r>
            <w:r w:rsidR="00EA3C3E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321F8B" w:rsidRDefault="00321F8B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321F8B" w:rsidRDefault="00787344" w:rsidP="00163CEE">
      <w:pPr>
        <w:ind w:firstLine="709"/>
        <w:jc w:val="both"/>
        <w:rPr>
          <w:sz w:val="28"/>
          <w:szCs w:val="28"/>
        </w:rPr>
      </w:pPr>
      <w:r w:rsidRPr="00321F8B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321F8B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321F8B">
        <w:rPr>
          <w:sz w:val="28"/>
          <w:szCs w:val="28"/>
        </w:rPr>
        <w:t>х</w:t>
      </w:r>
      <w:r w:rsidRPr="00321F8B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321F8B">
        <w:rPr>
          <w:sz w:val="28"/>
          <w:szCs w:val="28"/>
        </w:rPr>
        <w:t xml:space="preserve"> </w:t>
      </w:r>
      <w:r w:rsidRPr="00321F8B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321F8B">
        <w:rPr>
          <w:sz w:val="28"/>
          <w:szCs w:val="28"/>
        </w:rPr>
        <w:t>Ненецкого автономного округа</w:t>
      </w:r>
      <w:r w:rsidR="00F61DF1" w:rsidRPr="00321F8B">
        <w:rPr>
          <w:sz w:val="28"/>
          <w:szCs w:val="28"/>
        </w:rPr>
        <w:t>»</w:t>
      </w:r>
      <w:r w:rsidRPr="00321F8B">
        <w:rPr>
          <w:sz w:val="28"/>
          <w:szCs w:val="28"/>
        </w:rPr>
        <w:t xml:space="preserve"> ПОСТАНОВЛЯЕТ:</w:t>
      </w:r>
    </w:p>
    <w:p w:rsidR="00AC3D03" w:rsidRPr="00321F8B" w:rsidRDefault="00AC3D03" w:rsidP="00163CEE">
      <w:pPr>
        <w:ind w:firstLine="709"/>
        <w:jc w:val="both"/>
        <w:rPr>
          <w:sz w:val="28"/>
          <w:szCs w:val="28"/>
        </w:rPr>
      </w:pPr>
    </w:p>
    <w:p w:rsidR="00DD069D" w:rsidRPr="00DD069D" w:rsidRDefault="002C2162" w:rsidP="00DD069D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D069D">
        <w:rPr>
          <w:sz w:val="28"/>
          <w:szCs w:val="28"/>
        </w:rPr>
        <w:t>Постановление Администрации</w:t>
      </w:r>
      <w:r w:rsidR="00DD069D" w:rsidRPr="00DD069D">
        <w:rPr>
          <w:sz w:val="28"/>
          <w:szCs w:val="28"/>
        </w:rPr>
        <w:t xml:space="preserve"> Заполярного района от 29.12.2023 № 433п «Об утверждении тарифов на услуги</w:t>
      </w:r>
      <w:r w:rsidR="00DD069D">
        <w:rPr>
          <w:sz w:val="28"/>
          <w:szCs w:val="28"/>
        </w:rPr>
        <w:t xml:space="preserve"> </w:t>
      </w:r>
      <w:r w:rsidR="00DD069D" w:rsidRPr="00DD069D">
        <w:rPr>
          <w:sz w:val="28"/>
          <w:szCs w:val="28"/>
        </w:rPr>
        <w:t>(работы) МП ЗР «</w:t>
      </w:r>
      <w:proofErr w:type="spellStart"/>
      <w:r w:rsidR="00DD069D" w:rsidRPr="00DD069D">
        <w:rPr>
          <w:sz w:val="28"/>
          <w:szCs w:val="28"/>
        </w:rPr>
        <w:t>Севержилкомсервис</w:t>
      </w:r>
      <w:proofErr w:type="spellEnd"/>
      <w:r w:rsidR="00DD069D" w:rsidRPr="00DD069D">
        <w:rPr>
          <w:sz w:val="28"/>
          <w:szCs w:val="28"/>
        </w:rPr>
        <w:t xml:space="preserve">» на 2024 </w:t>
      </w:r>
      <w:r w:rsidRPr="00DD069D">
        <w:rPr>
          <w:sz w:val="28"/>
          <w:szCs w:val="28"/>
        </w:rPr>
        <w:t>год» дополнить</w:t>
      </w:r>
      <w:r w:rsidR="00DD069D" w:rsidRPr="00DD069D">
        <w:rPr>
          <w:sz w:val="28"/>
          <w:szCs w:val="28"/>
        </w:rPr>
        <w:t xml:space="preserve"> приложением </w:t>
      </w:r>
      <w:r w:rsidR="00DD069D">
        <w:rPr>
          <w:sz w:val="28"/>
          <w:szCs w:val="28"/>
        </w:rPr>
        <w:t>№</w:t>
      </w:r>
      <w:r w:rsidR="00DD069D" w:rsidRPr="00DD069D">
        <w:rPr>
          <w:sz w:val="28"/>
          <w:szCs w:val="28"/>
        </w:rPr>
        <w:t xml:space="preserve"> </w:t>
      </w:r>
      <w:r w:rsidR="00DD069D">
        <w:rPr>
          <w:sz w:val="28"/>
          <w:szCs w:val="28"/>
        </w:rPr>
        <w:t>9</w:t>
      </w:r>
      <w:r w:rsidR="00DD069D" w:rsidRPr="00DD069D">
        <w:rPr>
          <w:sz w:val="28"/>
          <w:szCs w:val="28"/>
        </w:rPr>
        <w:t xml:space="preserve"> следующего содержания:</w:t>
      </w:r>
    </w:p>
    <w:p w:rsidR="00307E3C" w:rsidRDefault="00DD069D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21F8B">
        <w:rPr>
          <w:sz w:val="28"/>
          <w:szCs w:val="28"/>
        </w:rPr>
        <w:t xml:space="preserve"> </w:t>
      </w:r>
      <w:r w:rsidR="00307E3C" w:rsidRPr="00321F8B">
        <w:rPr>
          <w:sz w:val="28"/>
          <w:szCs w:val="28"/>
        </w:rPr>
        <w:t>«</w:t>
      </w: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5063E" w:rsidRDefault="00E5063E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lastRenderedPageBreak/>
        <w:t xml:space="preserve">Приложение № </w:t>
      </w:r>
      <w:r w:rsidR="00424647">
        <w:rPr>
          <w:sz w:val="28"/>
          <w:szCs w:val="28"/>
        </w:rPr>
        <w:t>9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к постановлению Администрации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Заполярного района</w:t>
      </w:r>
    </w:p>
    <w:p w:rsidR="00CE5894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 xml:space="preserve">от </w:t>
      </w:r>
      <w:r w:rsidR="00EA3C3E">
        <w:rPr>
          <w:sz w:val="28"/>
          <w:szCs w:val="28"/>
        </w:rPr>
        <w:t>29</w:t>
      </w:r>
      <w:r w:rsidRPr="00321F8B">
        <w:rPr>
          <w:sz w:val="28"/>
          <w:szCs w:val="28"/>
        </w:rPr>
        <w:t>.12.202</w:t>
      </w:r>
      <w:r w:rsidR="00EA3C3E">
        <w:rPr>
          <w:sz w:val="28"/>
          <w:szCs w:val="28"/>
        </w:rPr>
        <w:t>3</w:t>
      </w:r>
      <w:r w:rsidRPr="00321F8B">
        <w:rPr>
          <w:sz w:val="28"/>
          <w:szCs w:val="28"/>
        </w:rPr>
        <w:t xml:space="preserve"> № </w:t>
      </w:r>
      <w:r w:rsidR="00CE5894" w:rsidRPr="00321F8B">
        <w:rPr>
          <w:sz w:val="28"/>
          <w:szCs w:val="28"/>
        </w:rPr>
        <w:t>4</w:t>
      </w:r>
      <w:r w:rsidR="00EA3C3E">
        <w:rPr>
          <w:sz w:val="28"/>
          <w:szCs w:val="28"/>
        </w:rPr>
        <w:t>33</w:t>
      </w:r>
      <w:r w:rsidRPr="00321F8B">
        <w:rPr>
          <w:sz w:val="28"/>
          <w:szCs w:val="28"/>
        </w:rPr>
        <w:t>п</w:t>
      </w:r>
      <w:r w:rsidR="00CE5894" w:rsidRPr="00321F8B">
        <w:rPr>
          <w:sz w:val="28"/>
          <w:szCs w:val="28"/>
        </w:rPr>
        <w:t xml:space="preserve"> </w:t>
      </w:r>
    </w:p>
    <w:p w:rsidR="00321F8B" w:rsidRDefault="00321F8B" w:rsidP="0047274A">
      <w:pPr>
        <w:jc w:val="right"/>
        <w:rPr>
          <w:sz w:val="28"/>
          <w:szCs w:val="28"/>
        </w:rPr>
      </w:pPr>
    </w:p>
    <w:p w:rsidR="00321F8B" w:rsidRDefault="00321F8B" w:rsidP="0047274A">
      <w:pPr>
        <w:jc w:val="right"/>
        <w:rPr>
          <w:sz w:val="28"/>
          <w:szCs w:val="28"/>
        </w:rPr>
      </w:pPr>
    </w:p>
    <w:p w:rsidR="0047274A" w:rsidRDefault="00CE5894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837"/>
        <w:gridCol w:w="1559"/>
        <w:gridCol w:w="2410"/>
        <w:gridCol w:w="1842"/>
      </w:tblGrid>
      <w:tr w:rsidR="0047274A" w:rsidRPr="00853D13" w:rsidTr="00321F8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№ </w:t>
            </w:r>
            <w:r w:rsidRPr="00321F8B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Наименование </w:t>
            </w:r>
            <w:r w:rsidRPr="00321F8B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Ед.</w:t>
            </w:r>
            <w:r w:rsidRPr="00321F8B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 w:rsidRPr="00321F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321F8B">
        <w:trPr>
          <w:trHeight w:val="9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Тарифы, установленные в соответствии с </w:t>
            </w:r>
            <w:r w:rsidR="00E72A18" w:rsidRPr="00321F8B">
              <w:rPr>
                <w:sz w:val="26"/>
                <w:szCs w:val="26"/>
              </w:rPr>
              <w:t>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1. Услуги по </w:t>
            </w:r>
            <w:r w:rsidR="00EA30EB" w:rsidRPr="00321F8B">
              <w:rPr>
                <w:bCs/>
                <w:sz w:val="26"/>
                <w:szCs w:val="26"/>
              </w:rPr>
              <w:t>водному транспорту</w:t>
            </w:r>
            <w:r w:rsidRPr="00321F8B">
              <w:rPr>
                <w:bCs/>
                <w:sz w:val="26"/>
                <w:szCs w:val="26"/>
              </w:rPr>
              <w:t xml:space="preserve">  </w:t>
            </w:r>
          </w:p>
        </w:tc>
      </w:tr>
      <w:tr w:rsidR="00EA30EB" w:rsidRPr="002E6701" w:rsidTr="00321F8B">
        <w:trPr>
          <w:trHeight w:val="303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C3E" w:rsidP="00EA30E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Теплоход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C3E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33 032,34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C3E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34 605,30</w:t>
            </w:r>
          </w:p>
        </w:tc>
      </w:tr>
      <w:tr w:rsidR="00E5063E" w:rsidRPr="00E5063E" w:rsidTr="0019611F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 xml:space="preserve">2. Услуги по водному транспорту (стояночный час)  </w:t>
            </w:r>
          </w:p>
        </w:tc>
      </w:tr>
      <w:tr w:rsidR="00E5063E" w:rsidRPr="00E5063E" w:rsidTr="0019611F">
        <w:trPr>
          <w:trHeight w:val="303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A3C3E" w:rsidP="00E5063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Теплоход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A3C3E" w:rsidP="00E5063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26 997,93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A3C3E" w:rsidP="00E5063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28 283,54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901"/>
      </w:tblGrid>
      <w:tr w:rsidR="00787344" w:rsidRPr="00AC3D03" w:rsidTr="00EA3C3E">
        <w:trPr>
          <w:trHeight w:val="1008"/>
        </w:trPr>
        <w:tc>
          <w:tcPr>
            <w:tcW w:w="4785" w:type="dxa"/>
            <w:hideMark/>
          </w:tcPr>
          <w:p w:rsidR="00787344" w:rsidRPr="00AC3D03" w:rsidRDefault="00E506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962" w:type="dxa"/>
            <w:vAlign w:val="bottom"/>
            <w:hideMark/>
          </w:tcPr>
          <w:p w:rsidR="00322715" w:rsidRDefault="00CE5894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1F8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</w:p>
          <w:p w:rsidR="002E6701" w:rsidRPr="00AC3D03" w:rsidRDefault="00E5063E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227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32271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AC3D03" w:rsidRDefault="00AC3D03" w:rsidP="00E5063E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C1B" w:rsidRDefault="00044C1B">
      <w:r>
        <w:separator/>
      </w:r>
    </w:p>
  </w:endnote>
  <w:endnote w:type="continuationSeparator" w:id="0">
    <w:p w:rsidR="00044C1B" w:rsidRDefault="0004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C1B" w:rsidRDefault="00044C1B">
      <w:r>
        <w:separator/>
      </w:r>
    </w:p>
  </w:footnote>
  <w:footnote w:type="continuationSeparator" w:id="0">
    <w:p w:rsidR="00044C1B" w:rsidRDefault="00044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44C1B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C2162"/>
    <w:rsid w:val="002D44A2"/>
    <w:rsid w:val="002D4ACB"/>
    <w:rsid w:val="002E6701"/>
    <w:rsid w:val="002F0634"/>
    <w:rsid w:val="002F4C3E"/>
    <w:rsid w:val="002F5D06"/>
    <w:rsid w:val="00303F7F"/>
    <w:rsid w:val="00307E3C"/>
    <w:rsid w:val="00321F8B"/>
    <w:rsid w:val="00322715"/>
    <w:rsid w:val="0034471A"/>
    <w:rsid w:val="00345797"/>
    <w:rsid w:val="003664CA"/>
    <w:rsid w:val="003675F5"/>
    <w:rsid w:val="00375BF8"/>
    <w:rsid w:val="003767C8"/>
    <w:rsid w:val="00384C6E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24647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B0B73"/>
    <w:rsid w:val="006C7195"/>
    <w:rsid w:val="006D794C"/>
    <w:rsid w:val="006E533B"/>
    <w:rsid w:val="006F3819"/>
    <w:rsid w:val="006F62F0"/>
    <w:rsid w:val="00702B22"/>
    <w:rsid w:val="00714620"/>
    <w:rsid w:val="00724ECF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15549"/>
    <w:rsid w:val="00837F22"/>
    <w:rsid w:val="008413CF"/>
    <w:rsid w:val="0085182E"/>
    <w:rsid w:val="0085204E"/>
    <w:rsid w:val="00856148"/>
    <w:rsid w:val="00870EB0"/>
    <w:rsid w:val="008806B4"/>
    <w:rsid w:val="00881C24"/>
    <w:rsid w:val="008C3399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0EE2"/>
    <w:rsid w:val="00AC26AA"/>
    <w:rsid w:val="00AC3D03"/>
    <w:rsid w:val="00AD1962"/>
    <w:rsid w:val="00AD4238"/>
    <w:rsid w:val="00AD53F0"/>
    <w:rsid w:val="00AF2266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12B5B"/>
    <w:rsid w:val="00C35820"/>
    <w:rsid w:val="00C50A0E"/>
    <w:rsid w:val="00C65B62"/>
    <w:rsid w:val="00C7392A"/>
    <w:rsid w:val="00C80C19"/>
    <w:rsid w:val="00C862E7"/>
    <w:rsid w:val="00C918B5"/>
    <w:rsid w:val="00C9554E"/>
    <w:rsid w:val="00CD03BA"/>
    <w:rsid w:val="00CD792C"/>
    <w:rsid w:val="00CE5894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D069D"/>
    <w:rsid w:val="00DF07BA"/>
    <w:rsid w:val="00DF3191"/>
    <w:rsid w:val="00E156E7"/>
    <w:rsid w:val="00E3229F"/>
    <w:rsid w:val="00E5063E"/>
    <w:rsid w:val="00E55885"/>
    <w:rsid w:val="00E56EB4"/>
    <w:rsid w:val="00E60DA0"/>
    <w:rsid w:val="00E662F3"/>
    <w:rsid w:val="00E70CF3"/>
    <w:rsid w:val="00E72A18"/>
    <w:rsid w:val="00E86BEB"/>
    <w:rsid w:val="00E954D9"/>
    <w:rsid w:val="00E97DBB"/>
    <w:rsid w:val="00EA30EB"/>
    <w:rsid w:val="00EA3C3E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24CC2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50B1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B9D7C-B056-459C-8B22-474732FC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2024-07-02T08:05:00Z</cp:lastPrinted>
  <dcterms:created xsi:type="dcterms:W3CDTF">2024-07-03T13:02:00Z</dcterms:created>
  <dcterms:modified xsi:type="dcterms:W3CDTF">2024-07-03T13:02:00Z</dcterms:modified>
</cp:coreProperties>
</file>