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042" w:rsidRDefault="00D77042" w:rsidP="00D77042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5E6D4A0F" wp14:editId="21BF1C55">
            <wp:extent cx="494030" cy="629920"/>
            <wp:effectExtent l="0" t="0" r="127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042" w:rsidRDefault="00D77042" w:rsidP="00D77042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D77042" w:rsidRDefault="00D77042" w:rsidP="00D77042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D77042" w:rsidRDefault="00D77042" w:rsidP="00D77042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D77042" w:rsidRDefault="00D77042" w:rsidP="00D7704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77042" w:rsidRDefault="00D77042" w:rsidP="00D7704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0</w:t>
      </w:r>
      <w:r w:rsidR="004A6720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.0</w:t>
      </w:r>
      <w:r w:rsidR="009702CF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.2023 № </w:t>
      </w:r>
      <w:r w:rsidR="004A6720">
        <w:rPr>
          <w:b/>
          <w:sz w:val="28"/>
          <w:szCs w:val="28"/>
          <w:u w:val="single"/>
        </w:rPr>
        <w:t>86</w:t>
      </w:r>
      <w:r>
        <w:rPr>
          <w:b/>
          <w:sz w:val="28"/>
          <w:szCs w:val="28"/>
          <w:u w:val="single"/>
        </w:rPr>
        <w:t>п</w:t>
      </w:r>
    </w:p>
    <w:p w:rsidR="00D77042" w:rsidRPr="0074551D" w:rsidRDefault="00D77042" w:rsidP="00D77042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4A6720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9702CF" w:rsidTr="00BA328E">
        <w:trPr>
          <w:trHeight w:val="855"/>
        </w:trPr>
        <w:tc>
          <w:tcPr>
            <w:tcW w:w="3227" w:type="dxa"/>
            <w:hideMark/>
          </w:tcPr>
          <w:p w:rsidR="009702CF" w:rsidRDefault="009702CF" w:rsidP="00BA328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29.12.2023 № 433п </w:t>
            </w:r>
          </w:p>
        </w:tc>
      </w:tr>
    </w:tbl>
    <w:p w:rsidR="009702CF" w:rsidRDefault="009702CF" w:rsidP="009702CF">
      <w:pPr>
        <w:ind w:firstLine="709"/>
        <w:rPr>
          <w:sz w:val="28"/>
          <w:szCs w:val="28"/>
        </w:rPr>
      </w:pPr>
    </w:p>
    <w:p w:rsidR="009702CF" w:rsidRDefault="009702CF" w:rsidP="009702CF">
      <w:pPr>
        <w:ind w:firstLine="709"/>
        <w:rPr>
          <w:sz w:val="28"/>
          <w:szCs w:val="28"/>
        </w:rPr>
      </w:pPr>
    </w:p>
    <w:p w:rsidR="00D77042" w:rsidRDefault="009702CF" w:rsidP="009702CF">
      <w:pPr>
        <w:ind w:firstLine="709"/>
        <w:jc w:val="both"/>
        <w:rPr>
          <w:sz w:val="28"/>
          <w:szCs w:val="28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муниципальных предприятий и учреждений Заполярного района, утвержденным Администрацией  муниципального района «Заполярный район» от 01.02.2018 № 22п, Администрация муниципального района «Заполярный район» Ненецкого автономного округа ПОСТАНОВЛЯЕТ</w:t>
      </w:r>
      <w:r w:rsidR="00D77042">
        <w:rPr>
          <w:sz w:val="26"/>
          <w:szCs w:val="26"/>
        </w:rPr>
        <w:t>:</w:t>
      </w:r>
    </w:p>
    <w:p w:rsidR="00D77042" w:rsidRDefault="00D77042" w:rsidP="00D77042">
      <w:pPr>
        <w:jc w:val="both"/>
        <w:rPr>
          <w:sz w:val="28"/>
          <w:szCs w:val="28"/>
        </w:rPr>
      </w:pPr>
    </w:p>
    <w:p w:rsidR="00D77042" w:rsidRPr="00B03EA4" w:rsidRDefault="00D77042" w:rsidP="00D77042">
      <w:pPr>
        <w:pStyle w:val="aa"/>
        <w:numPr>
          <w:ilvl w:val="0"/>
          <w:numId w:val="41"/>
        </w:numPr>
        <w:autoSpaceDE w:val="0"/>
        <w:autoSpaceDN w:val="0"/>
        <w:adjustRightInd w:val="0"/>
        <w:ind w:left="0" w:firstLine="687"/>
        <w:jc w:val="both"/>
        <w:rPr>
          <w:sz w:val="26"/>
          <w:szCs w:val="26"/>
        </w:rPr>
      </w:pPr>
      <w:r w:rsidRPr="00B03EA4">
        <w:rPr>
          <w:sz w:val="26"/>
          <w:szCs w:val="26"/>
        </w:rPr>
        <w:t xml:space="preserve">Добавить приложение № </w:t>
      </w:r>
      <w:r w:rsidR="009702CF">
        <w:rPr>
          <w:sz w:val="26"/>
          <w:szCs w:val="26"/>
        </w:rPr>
        <w:t>7</w:t>
      </w:r>
      <w:r w:rsidRPr="00B03EA4">
        <w:rPr>
          <w:sz w:val="26"/>
          <w:szCs w:val="26"/>
        </w:rPr>
        <w:t xml:space="preserve"> к постановлению Администрации Заполярного района от </w:t>
      </w:r>
      <w:r w:rsidR="009702CF">
        <w:rPr>
          <w:sz w:val="26"/>
          <w:szCs w:val="26"/>
        </w:rPr>
        <w:t>29</w:t>
      </w:r>
      <w:r w:rsidRPr="00B03EA4">
        <w:rPr>
          <w:sz w:val="26"/>
          <w:szCs w:val="26"/>
        </w:rPr>
        <w:t>.12.202</w:t>
      </w:r>
      <w:r w:rsidR="009702CF">
        <w:rPr>
          <w:sz w:val="26"/>
          <w:szCs w:val="26"/>
        </w:rPr>
        <w:t>3</w:t>
      </w:r>
      <w:r w:rsidRPr="00B03EA4">
        <w:rPr>
          <w:sz w:val="26"/>
          <w:szCs w:val="26"/>
        </w:rPr>
        <w:t xml:space="preserve"> № </w:t>
      </w:r>
      <w:r>
        <w:rPr>
          <w:sz w:val="26"/>
          <w:szCs w:val="26"/>
        </w:rPr>
        <w:t>4</w:t>
      </w:r>
      <w:r w:rsidR="009702CF">
        <w:rPr>
          <w:sz w:val="26"/>
          <w:szCs w:val="26"/>
        </w:rPr>
        <w:t>33</w:t>
      </w:r>
      <w:r w:rsidRPr="00B03EA4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B03EA4">
        <w:rPr>
          <w:sz w:val="26"/>
          <w:szCs w:val="26"/>
        </w:rPr>
        <w:t>Севержилкомсервис</w:t>
      </w:r>
      <w:proofErr w:type="spellEnd"/>
      <w:r w:rsidRPr="00B03EA4">
        <w:rPr>
          <w:sz w:val="26"/>
          <w:szCs w:val="26"/>
        </w:rPr>
        <w:t>» на 202</w:t>
      </w:r>
      <w:r w:rsidR="009702CF">
        <w:rPr>
          <w:sz w:val="26"/>
          <w:szCs w:val="26"/>
        </w:rPr>
        <w:t>4</w:t>
      </w:r>
      <w:r w:rsidRPr="00B03EA4">
        <w:rPr>
          <w:sz w:val="26"/>
          <w:szCs w:val="26"/>
        </w:rPr>
        <w:t xml:space="preserve"> год». </w:t>
      </w:r>
    </w:p>
    <w:p w:rsidR="00307E3C" w:rsidRDefault="00D77042" w:rsidP="00D77042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7E3C">
        <w:rPr>
          <w:sz w:val="28"/>
          <w:szCs w:val="28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9702CF">
        <w:rPr>
          <w:sz w:val="26"/>
          <w:szCs w:val="26"/>
        </w:rPr>
        <w:t>7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9702CF">
        <w:rPr>
          <w:sz w:val="26"/>
          <w:szCs w:val="26"/>
        </w:rPr>
        <w:t>29</w:t>
      </w:r>
      <w:r w:rsidRPr="00645285">
        <w:rPr>
          <w:sz w:val="26"/>
          <w:szCs w:val="26"/>
        </w:rPr>
        <w:t>.12.202</w:t>
      </w:r>
      <w:r w:rsidR="009702CF">
        <w:rPr>
          <w:sz w:val="26"/>
          <w:szCs w:val="26"/>
        </w:rPr>
        <w:t>3</w:t>
      </w:r>
      <w:r w:rsidRPr="00645285">
        <w:rPr>
          <w:sz w:val="26"/>
          <w:szCs w:val="26"/>
        </w:rPr>
        <w:t xml:space="preserve"> № </w:t>
      </w:r>
      <w:r w:rsidR="00D77042">
        <w:rPr>
          <w:sz w:val="26"/>
          <w:szCs w:val="26"/>
        </w:rPr>
        <w:t>4</w:t>
      </w:r>
      <w:r w:rsidR="009702CF">
        <w:rPr>
          <w:sz w:val="26"/>
          <w:szCs w:val="26"/>
        </w:rPr>
        <w:t>33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F17C8C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с НДС</w:t>
      </w:r>
    </w:p>
    <w:p w:rsidR="0047274A" w:rsidRDefault="0047274A" w:rsidP="0047274A">
      <w:pPr>
        <w:jc w:val="right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704"/>
        <w:gridCol w:w="1842"/>
      </w:tblGrid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0320B" w:rsidRDefault="0047274A" w:rsidP="0030320B">
            <w:pPr>
              <w:jc w:val="center"/>
              <w:rPr>
                <w:bCs/>
              </w:rPr>
            </w:pPr>
            <w:r w:rsidRPr="0030320B">
              <w:rPr>
                <w:bCs/>
              </w:rPr>
              <w:t xml:space="preserve">1. </w:t>
            </w:r>
            <w:r w:rsidR="0030320B" w:rsidRPr="0030320B">
              <w:rPr>
                <w:bCs/>
              </w:rPr>
              <w:t xml:space="preserve">Услуги по поверке приборов учета тепловой энергии </w:t>
            </w:r>
            <w:proofErr w:type="spellStart"/>
            <w:r w:rsidR="0030320B" w:rsidRPr="0030320B">
              <w:rPr>
                <w:b/>
                <w:bCs/>
              </w:rPr>
              <w:t>тепловычислителя</w:t>
            </w:r>
            <w:proofErr w:type="spellEnd"/>
            <w:r w:rsidR="0030320B" w:rsidRPr="0030320B">
              <w:rPr>
                <w:bCs/>
              </w:rPr>
              <w:t>.</w:t>
            </w:r>
          </w:p>
        </w:tc>
      </w:tr>
      <w:tr w:rsidR="00EA30EB" w:rsidRPr="002E6701" w:rsidTr="00EA30EB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A30EB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30320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</w:t>
            </w:r>
            <w:r w:rsidR="00D77042">
              <w:rPr>
                <w:bCs/>
                <w:sz w:val="26"/>
                <w:szCs w:val="26"/>
              </w:rPr>
              <w:t>8</w:t>
            </w:r>
            <w:r w:rsidR="009702CF">
              <w:rPr>
                <w:bCs/>
                <w:sz w:val="26"/>
                <w:szCs w:val="26"/>
              </w:rPr>
              <w:t>2</w:t>
            </w:r>
            <w:r w:rsidR="00D77042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0</w:t>
            </w:r>
            <w:r w:rsidR="009702CF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23 </w:t>
            </w:r>
            <w:r w:rsidR="00D77042">
              <w:rPr>
                <w:bCs/>
                <w:sz w:val="26"/>
                <w:szCs w:val="26"/>
              </w:rPr>
              <w:t>2</w:t>
            </w:r>
            <w:r w:rsidR="009702CF">
              <w:rPr>
                <w:bCs/>
                <w:sz w:val="26"/>
                <w:szCs w:val="26"/>
              </w:rPr>
              <w:t>75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04</w:t>
            </w:r>
          </w:p>
        </w:tc>
      </w:tr>
      <w:tr w:rsidR="00EA30EB" w:rsidRPr="002E6701" w:rsidTr="00EA30EB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A30EB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</w:t>
            </w:r>
            <w:r w:rsidR="00EA30EB" w:rsidRPr="003953D8">
              <w:rPr>
                <w:bCs/>
                <w:sz w:val="26"/>
                <w:szCs w:val="26"/>
              </w:rPr>
              <w:t>уб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17 </w:t>
            </w:r>
            <w:r w:rsidR="009702CF">
              <w:rPr>
                <w:bCs/>
                <w:sz w:val="26"/>
                <w:szCs w:val="26"/>
              </w:rPr>
              <w:t>632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81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0</w:t>
            </w:r>
            <w:r w:rsidR="009702CF">
              <w:rPr>
                <w:bCs/>
                <w:sz w:val="26"/>
                <w:szCs w:val="26"/>
              </w:rPr>
              <w:t>87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77</w:t>
            </w:r>
          </w:p>
        </w:tc>
      </w:tr>
      <w:tr w:rsidR="0030320B" w:rsidRPr="002E6701" w:rsidTr="0030320B">
        <w:trPr>
          <w:trHeight w:val="413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Pr="0030320B" w:rsidRDefault="0030320B" w:rsidP="0030320B">
            <w:pPr>
              <w:jc w:val="center"/>
              <w:rPr>
                <w:bCs/>
              </w:rPr>
            </w:pPr>
            <w:r w:rsidRPr="0030320B">
              <w:rPr>
                <w:bCs/>
              </w:rPr>
              <w:t xml:space="preserve">2. Услуги по поверке приборов учета тепловой энергии </w:t>
            </w:r>
            <w:proofErr w:type="spellStart"/>
            <w:r w:rsidRPr="0030320B">
              <w:rPr>
                <w:b/>
                <w:bCs/>
              </w:rPr>
              <w:t>термосопротивления</w:t>
            </w:r>
            <w:proofErr w:type="spellEnd"/>
            <w:r w:rsidRPr="0030320B">
              <w:rPr>
                <w:bCs/>
              </w:rPr>
              <w:t>.</w:t>
            </w:r>
          </w:p>
        </w:tc>
      </w:tr>
      <w:tr w:rsidR="00E943EA" w:rsidRPr="002E6701" w:rsidTr="00EA30EB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Pr="002E6701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E67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</w:t>
            </w:r>
            <w:r w:rsidR="00D77042">
              <w:rPr>
                <w:bCs/>
                <w:sz w:val="26"/>
                <w:szCs w:val="26"/>
              </w:rPr>
              <w:t>6</w:t>
            </w:r>
            <w:r w:rsidR="009702CF">
              <w:rPr>
                <w:bCs/>
                <w:sz w:val="26"/>
                <w:szCs w:val="26"/>
              </w:rPr>
              <w:t>50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73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D77042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2</w:t>
            </w:r>
            <w:r w:rsidR="009702CF">
              <w:rPr>
                <w:bCs/>
                <w:sz w:val="26"/>
                <w:szCs w:val="26"/>
              </w:rPr>
              <w:t>64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81</w:t>
            </w:r>
          </w:p>
        </w:tc>
      </w:tr>
      <w:tr w:rsidR="00E943EA" w:rsidRPr="002E6701" w:rsidTr="00302E94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4</w:t>
            </w:r>
            <w:r w:rsidR="009702CF">
              <w:rPr>
                <w:bCs/>
                <w:sz w:val="26"/>
                <w:szCs w:val="26"/>
              </w:rPr>
              <w:t>63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76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D77042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 </w:t>
            </w:r>
            <w:r w:rsidR="00D77042">
              <w:rPr>
                <w:bCs/>
                <w:sz w:val="26"/>
                <w:szCs w:val="26"/>
              </w:rPr>
              <w:t>0</w:t>
            </w:r>
            <w:r w:rsidR="009702CF">
              <w:rPr>
                <w:bCs/>
                <w:sz w:val="26"/>
                <w:szCs w:val="26"/>
              </w:rPr>
              <w:t>77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85</w:t>
            </w:r>
          </w:p>
        </w:tc>
      </w:tr>
      <w:tr w:rsidR="0030320B" w:rsidRPr="002E6701" w:rsidTr="0030320B">
        <w:trPr>
          <w:trHeight w:val="427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</w:rPr>
              <w:t>3</w:t>
            </w:r>
            <w:r w:rsidRPr="0030320B">
              <w:rPr>
                <w:bCs/>
              </w:rPr>
              <w:t xml:space="preserve">. Услуги по поверке приборов учета тепловой энергии </w:t>
            </w:r>
            <w:r>
              <w:rPr>
                <w:b/>
                <w:bCs/>
              </w:rPr>
              <w:t>расходомера</w:t>
            </w:r>
            <w:r w:rsidRPr="0030320B">
              <w:rPr>
                <w:bCs/>
              </w:rPr>
              <w:t>.</w:t>
            </w:r>
          </w:p>
        </w:tc>
      </w:tr>
      <w:tr w:rsidR="00E943EA" w:rsidRPr="002E6701" w:rsidTr="004077BD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lastRenderedPageBreak/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lastRenderedPageBreak/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9702CF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026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62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44 </w:t>
            </w:r>
            <w:r w:rsidR="009702CF">
              <w:rPr>
                <w:bCs/>
                <w:sz w:val="26"/>
                <w:szCs w:val="26"/>
              </w:rPr>
              <w:t>987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66</w:t>
            </w:r>
          </w:p>
        </w:tc>
      </w:tr>
      <w:tr w:rsidR="00E943EA" w:rsidRPr="002E6701" w:rsidTr="004077BD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="009702CF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084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48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E943EA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="009702CF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045</w:t>
            </w:r>
            <w:r>
              <w:rPr>
                <w:bCs/>
                <w:sz w:val="26"/>
                <w:szCs w:val="26"/>
              </w:rPr>
              <w:t>,</w:t>
            </w:r>
            <w:r w:rsidR="00D77042">
              <w:rPr>
                <w:bCs/>
                <w:sz w:val="26"/>
                <w:szCs w:val="26"/>
              </w:rPr>
              <w:t>5</w:t>
            </w:r>
            <w:r w:rsidR="009702CF">
              <w:rPr>
                <w:bCs/>
                <w:sz w:val="26"/>
                <w:szCs w:val="26"/>
              </w:rPr>
              <w:t>2</w:t>
            </w:r>
          </w:p>
        </w:tc>
      </w:tr>
      <w:tr w:rsidR="0030320B" w:rsidRPr="002E6701" w:rsidTr="0030320B">
        <w:trPr>
          <w:trHeight w:val="441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</w:rPr>
              <w:t>4</w:t>
            </w:r>
            <w:r w:rsidRPr="0030320B">
              <w:rPr>
                <w:bCs/>
              </w:rPr>
              <w:t xml:space="preserve">. Услуги по поверке приборов учета тепловой энергии </w:t>
            </w:r>
            <w:r w:rsidRPr="00E943EA">
              <w:rPr>
                <w:b/>
                <w:bCs/>
              </w:rPr>
              <w:t>(</w:t>
            </w:r>
            <w:proofErr w:type="spellStart"/>
            <w:r w:rsidRPr="00E943EA">
              <w:rPr>
                <w:b/>
                <w:bCs/>
              </w:rPr>
              <w:t>Авектра</w:t>
            </w:r>
            <w:proofErr w:type="spellEnd"/>
            <w:r w:rsidRPr="00E943EA">
              <w:rPr>
                <w:b/>
                <w:bCs/>
              </w:rPr>
              <w:t>)</w:t>
            </w:r>
            <w:r w:rsidRPr="0030320B">
              <w:rPr>
                <w:bCs/>
              </w:rPr>
              <w:t>.</w:t>
            </w:r>
          </w:p>
        </w:tc>
      </w:tr>
      <w:tr w:rsidR="00E943EA" w:rsidRPr="002E6701" w:rsidTr="004F432C">
        <w:trPr>
          <w:trHeight w:val="70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A63673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702CF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220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3</w:t>
            </w:r>
            <w:r w:rsidR="00D7704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A63673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702CF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411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3</w:t>
            </w:r>
            <w:r w:rsidR="00D77042">
              <w:rPr>
                <w:bCs/>
                <w:sz w:val="26"/>
                <w:szCs w:val="26"/>
              </w:rPr>
              <w:t>0</w:t>
            </w:r>
          </w:p>
        </w:tc>
      </w:tr>
      <w:tr w:rsidR="00E943EA" w:rsidRPr="002E6701" w:rsidTr="0030320B">
        <w:trPr>
          <w:trHeight w:val="70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</w:t>
            </w:r>
            <w:proofErr w:type="spellStart"/>
            <w:r w:rsidRPr="00E943EA">
              <w:t>Великовисочное</w:t>
            </w:r>
            <w:proofErr w:type="spellEnd"/>
            <w:r w:rsidRPr="00E943EA">
              <w:t xml:space="preserve">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A63673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702CF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135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55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A63673" w:rsidP="009702C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9702CF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 </w:t>
            </w:r>
            <w:r w:rsidR="009702CF">
              <w:rPr>
                <w:bCs/>
                <w:sz w:val="26"/>
                <w:szCs w:val="26"/>
              </w:rPr>
              <w:t>326</w:t>
            </w:r>
            <w:r>
              <w:rPr>
                <w:bCs/>
                <w:sz w:val="26"/>
                <w:szCs w:val="26"/>
              </w:rPr>
              <w:t>,</w:t>
            </w:r>
            <w:r w:rsidR="009702CF">
              <w:rPr>
                <w:bCs/>
                <w:sz w:val="26"/>
                <w:szCs w:val="26"/>
              </w:rPr>
              <w:t>50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D77042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D77042" w:rsidRPr="00D77042"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D77042" w:rsidRDefault="00D77042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4A672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</w:t>
            </w:r>
            <w:r w:rsidR="00787344" w:rsidRPr="00AC3D03">
              <w:rPr>
                <w:sz w:val="28"/>
                <w:szCs w:val="28"/>
              </w:rPr>
              <w:t>лав</w:t>
            </w:r>
            <w:r w:rsidR="00C9554E">
              <w:rPr>
                <w:sz w:val="28"/>
                <w:szCs w:val="28"/>
              </w:rPr>
              <w:t>ы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E943EA" w:rsidRDefault="00E943EA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4A6720" w:rsidP="00A636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О.Е. Холодов</w:t>
            </w:r>
            <w:bookmarkStart w:id="0" w:name="_GoBack"/>
            <w:bookmarkEnd w:id="0"/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A78" w:rsidRDefault="00B45A78">
      <w:r>
        <w:separator/>
      </w:r>
    </w:p>
  </w:endnote>
  <w:endnote w:type="continuationSeparator" w:id="0">
    <w:p w:rsidR="00B45A78" w:rsidRDefault="00B4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A78" w:rsidRDefault="00B45A78">
      <w:r>
        <w:separator/>
      </w:r>
    </w:p>
  </w:footnote>
  <w:footnote w:type="continuationSeparator" w:id="0">
    <w:p w:rsidR="00B45A78" w:rsidRDefault="00B4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EAC51B6"/>
    <w:multiLevelType w:val="hybridMultilevel"/>
    <w:tmpl w:val="B8BEC136"/>
    <w:lvl w:ilvl="0" w:tplc="D4D8021E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377B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20B"/>
    <w:rsid w:val="00303F7F"/>
    <w:rsid w:val="00307E3C"/>
    <w:rsid w:val="003664CA"/>
    <w:rsid w:val="003675F5"/>
    <w:rsid w:val="00375BF8"/>
    <w:rsid w:val="003767C8"/>
    <w:rsid w:val="00381825"/>
    <w:rsid w:val="00384C6E"/>
    <w:rsid w:val="00387307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A6720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31D97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1AE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2A14"/>
    <w:rsid w:val="008146D5"/>
    <w:rsid w:val="00814726"/>
    <w:rsid w:val="00815549"/>
    <w:rsid w:val="0082330C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02CF"/>
    <w:rsid w:val="00972CBC"/>
    <w:rsid w:val="0099413F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1502C"/>
    <w:rsid w:val="00A2746C"/>
    <w:rsid w:val="00A4283E"/>
    <w:rsid w:val="00A61A0A"/>
    <w:rsid w:val="00A62700"/>
    <w:rsid w:val="00A63673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45A78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9554E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77042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43EA"/>
    <w:rsid w:val="00E954D9"/>
    <w:rsid w:val="00E97DBB"/>
    <w:rsid w:val="00EA30E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17C8C"/>
    <w:rsid w:val="00F369D7"/>
    <w:rsid w:val="00F43C61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F45E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1B75-3433-4EC5-BC87-E53312675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2024-03-04T11:20:00Z</cp:lastPrinted>
  <dcterms:created xsi:type="dcterms:W3CDTF">2024-03-06T13:39:00Z</dcterms:created>
  <dcterms:modified xsi:type="dcterms:W3CDTF">2024-03-06T13:39:00Z</dcterms:modified>
</cp:coreProperties>
</file>